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1846" w:rsidRPr="007A37E2" w:rsidRDefault="00C41846">
      <w:pPr>
        <w:rPr>
          <w:sz w:val="2"/>
        </w:rPr>
      </w:pPr>
    </w:p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1242"/>
        <w:gridCol w:w="4253"/>
        <w:gridCol w:w="2410"/>
        <w:gridCol w:w="1984"/>
      </w:tblGrid>
      <w:tr w:rsidR="007A37E2" w:rsidRPr="005B4876" w:rsidTr="00A16F04">
        <w:trPr>
          <w:trHeight w:val="378"/>
          <w:tblHeader/>
        </w:trPr>
        <w:tc>
          <w:tcPr>
            <w:tcW w:w="7905" w:type="dxa"/>
            <w:gridSpan w:val="3"/>
            <w:tcBorders>
              <w:bottom w:val="double" w:sz="4" w:space="0" w:color="auto"/>
              <w:right w:val="double" w:sz="4" w:space="0" w:color="auto"/>
            </w:tcBorders>
          </w:tcPr>
          <w:p w:rsidR="007A37E2" w:rsidRPr="005B4876" w:rsidRDefault="007A37E2" w:rsidP="00C24B6C">
            <w:pPr>
              <w:pStyle w:val="a3"/>
              <w:spacing w:before="60"/>
            </w:pPr>
          </w:p>
        </w:tc>
        <w:tc>
          <w:tcPr>
            <w:tcW w:w="198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A37E2" w:rsidRPr="005B4876" w:rsidRDefault="007A37E2" w:rsidP="007A37E2">
            <w:pPr>
              <w:pStyle w:val="a3"/>
              <w:spacing w:before="60"/>
            </w:pPr>
            <w:r w:rsidRPr="005B4876">
              <w:t>Лист №</w:t>
            </w:r>
          </w:p>
        </w:tc>
      </w:tr>
      <w:tr w:rsidR="00A16F04" w:rsidRPr="005B4876" w:rsidTr="00CA41FC">
        <w:tblPrEx>
          <w:tblLook w:val="01E0" w:firstRow="1" w:lastRow="1" w:firstColumn="1" w:lastColumn="1" w:noHBand="0" w:noVBand="0"/>
        </w:tblPrEx>
        <w:trPr>
          <w:trHeight w:hRule="exact" w:val="1736"/>
          <w:tblHeader/>
        </w:trPr>
        <w:tc>
          <w:tcPr>
            <w:tcW w:w="9889" w:type="dxa"/>
            <w:gridSpan w:val="4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A16F04" w:rsidRPr="009E44DF" w:rsidRDefault="00A16F04" w:rsidP="00EE1B03">
            <w:pPr>
              <w:pStyle w:val="a8"/>
              <w:jc w:val="center"/>
              <w:rPr>
                <w:b/>
                <w:caps/>
                <w:sz w:val="24"/>
                <w:szCs w:val="24"/>
              </w:rPr>
            </w:pPr>
            <w:r w:rsidRPr="009E44DF">
              <w:rPr>
                <w:b/>
                <w:caps/>
                <w:sz w:val="24"/>
                <w:szCs w:val="24"/>
              </w:rPr>
              <w:t>КАРТА (ПЛАН)</w:t>
            </w:r>
          </w:p>
          <w:p w:rsidR="00CA41FC" w:rsidRDefault="00CA41FC" w:rsidP="00CA41FC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Смидовичско</w:t>
            </w:r>
            <w:r>
              <w:rPr>
                <w:sz w:val="28"/>
                <w:szCs w:val="28"/>
              </w:rPr>
              <w:t>е</w:t>
            </w:r>
            <w:proofErr w:type="spellEnd"/>
            <w:r w:rsidRPr="004805B4">
              <w:rPr>
                <w:sz w:val="28"/>
                <w:szCs w:val="28"/>
              </w:rPr>
              <w:t xml:space="preserve"> городско</w:t>
            </w:r>
            <w:r>
              <w:rPr>
                <w:sz w:val="28"/>
                <w:szCs w:val="28"/>
              </w:rPr>
              <w:t>е</w:t>
            </w:r>
            <w:r w:rsidRPr="004805B4">
              <w:rPr>
                <w:sz w:val="28"/>
                <w:szCs w:val="28"/>
              </w:rPr>
              <w:t xml:space="preserve"> поселени</w:t>
            </w:r>
            <w:r>
              <w:rPr>
                <w:sz w:val="28"/>
                <w:szCs w:val="28"/>
              </w:rPr>
              <w:t>е</w:t>
            </w:r>
          </w:p>
          <w:p w:rsidR="00CA41FC" w:rsidRPr="004805B4" w:rsidRDefault="00CA41FC" w:rsidP="00CA41FC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Смидовичского</w:t>
            </w:r>
            <w:proofErr w:type="spellEnd"/>
            <w:r w:rsidRPr="004805B4">
              <w:rPr>
                <w:sz w:val="28"/>
                <w:szCs w:val="28"/>
              </w:rPr>
              <w:t xml:space="preserve"> муниципального района</w:t>
            </w:r>
          </w:p>
          <w:p w:rsidR="00CA41FC" w:rsidRDefault="00CA41FC" w:rsidP="00CA41FC">
            <w:pPr>
              <w:ind w:right="-426"/>
              <w:jc w:val="center"/>
              <w:rPr>
                <w:b/>
                <w:sz w:val="32"/>
                <w:szCs w:val="32"/>
              </w:rPr>
            </w:pPr>
            <w:r w:rsidRPr="004805B4">
              <w:rPr>
                <w:sz w:val="28"/>
                <w:szCs w:val="28"/>
              </w:rPr>
              <w:t>Еврейской автономной области</w:t>
            </w:r>
          </w:p>
          <w:p w:rsidR="00A16F04" w:rsidRDefault="00CA41FC" w:rsidP="00CA41FC">
            <w:pPr>
              <w:pStyle w:val="1"/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  <w:r w:rsidR="00A16F04">
              <w:rPr>
                <w:sz w:val="20"/>
              </w:rPr>
              <w:t>(наименование объекта землеустройства)</w:t>
            </w:r>
          </w:p>
        </w:tc>
      </w:tr>
      <w:tr w:rsidR="00A16F04" w:rsidRPr="005B4876" w:rsidTr="00A16F04">
        <w:tblPrEx>
          <w:tblLook w:val="01E0" w:firstRow="1" w:lastRow="1" w:firstColumn="1" w:lastColumn="1" w:noHBand="0" w:noVBand="0"/>
        </w:tblPrEx>
        <w:trPr>
          <w:trHeight w:hRule="exact" w:val="397"/>
          <w:tblHeader/>
        </w:trPr>
        <w:tc>
          <w:tcPr>
            <w:tcW w:w="9889" w:type="dxa"/>
            <w:gridSpan w:val="4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16F04" w:rsidRPr="009E44DF" w:rsidRDefault="00A33F22" w:rsidP="00EE1B03">
            <w:pPr>
              <w:pStyle w:val="1"/>
              <w:jc w:val="center"/>
              <w:rPr>
                <w:b/>
                <w:szCs w:val="24"/>
              </w:rPr>
            </w:pPr>
            <w:r w:rsidRPr="00DD6C04">
              <w:rPr>
                <w:b/>
                <w:szCs w:val="24"/>
              </w:rPr>
              <w:t>Сведения об объекте землеустройства</w:t>
            </w:r>
          </w:p>
        </w:tc>
      </w:tr>
      <w:tr w:rsidR="00A33F22" w:rsidRPr="005B4876" w:rsidTr="00A16F0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246"/>
        </w:trPr>
        <w:tc>
          <w:tcPr>
            <w:tcW w:w="12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F22" w:rsidRPr="00DD6C04" w:rsidRDefault="00A33F22" w:rsidP="004F6141">
            <w:pPr>
              <w:pStyle w:val="1"/>
              <w:jc w:val="center"/>
              <w:rPr>
                <w:b/>
                <w:szCs w:val="24"/>
              </w:rPr>
            </w:pPr>
            <w:r w:rsidRPr="00DD6C04">
              <w:rPr>
                <w:b/>
                <w:szCs w:val="24"/>
              </w:rPr>
              <w:t>№ п/п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F22" w:rsidRPr="00DD6C04" w:rsidRDefault="00A33F22" w:rsidP="004F6141">
            <w:pPr>
              <w:pStyle w:val="1"/>
              <w:jc w:val="center"/>
              <w:rPr>
                <w:b/>
                <w:szCs w:val="24"/>
              </w:rPr>
            </w:pPr>
            <w:r w:rsidRPr="00DD6C04">
              <w:rPr>
                <w:b/>
                <w:szCs w:val="24"/>
              </w:rPr>
              <w:t>Характеристики объекта землеустройства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33F22" w:rsidRPr="00DD6C04" w:rsidRDefault="00A33F22" w:rsidP="004F6141">
            <w:pPr>
              <w:pStyle w:val="1"/>
              <w:jc w:val="center"/>
              <w:rPr>
                <w:b/>
                <w:szCs w:val="24"/>
              </w:rPr>
            </w:pPr>
            <w:r w:rsidRPr="00DD6C04">
              <w:rPr>
                <w:b/>
                <w:szCs w:val="24"/>
              </w:rPr>
              <w:t>Описание характеристик</w:t>
            </w:r>
          </w:p>
        </w:tc>
      </w:tr>
      <w:tr w:rsidR="00A33F22" w:rsidRPr="005B4876" w:rsidTr="00A16F0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243"/>
        </w:trPr>
        <w:tc>
          <w:tcPr>
            <w:tcW w:w="12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F22" w:rsidRPr="00DD6C04" w:rsidRDefault="00A33F22" w:rsidP="004F6141">
            <w:pPr>
              <w:pStyle w:val="1"/>
              <w:jc w:val="center"/>
              <w:rPr>
                <w:b/>
                <w:szCs w:val="24"/>
              </w:rPr>
            </w:pPr>
            <w:r w:rsidRPr="00DD6C04">
              <w:rPr>
                <w:b/>
                <w:szCs w:val="24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F22" w:rsidRPr="00DD6C04" w:rsidRDefault="00A33F22" w:rsidP="004F6141">
            <w:pPr>
              <w:pStyle w:val="1"/>
              <w:jc w:val="center"/>
              <w:rPr>
                <w:b/>
                <w:szCs w:val="24"/>
              </w:rPr>
            </w:pPr>
            <w:r w:rsidRPr="00DD6C04">
              <w:rPr>
                <w:b/>
                <w:szCs w:val="24"/>
              </w:rPr>
              <w:t>2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33F22" w:rsidRPr="00DD6C04" w:rsidRDefault="00A33F22" w:rsidP="004F6141">
            <w:pPr>
              <w:pStyle w:val="1"/>
              <w:jc w:val="center"/>
              <w:rPr>
                <w:b/>
                <w:szCs w:val="24"/>
              </w:rPr>
            </w:pPr>
            <w:r w:rsidRPr="00DD6C04">
              <w:rPr>
                <w:b/>
                <w:szCs w:val="24"/>
              </w:rPr>
              <w:t>3</w:t>
            </w:r>
          </w:p>
        </w:tc>
      </w:tr>
      <w:tr w:rsidR="00A33F22" w:rsidRPr="005B4876" w:rsidTr="00E96A3E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243"/>
        </w:trPr>
        <w:tc>
          <w:tcPr>
            <w:tcW w:w="12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F22" w:rsidRPr="00DD6C04" w:rsidRDefault="00A33F22" w:rsidP="00E96A3E">
            <w:pPr>
              <w:pStyle w:val="1"/>
              <w:rPr>
                <w:szCs w:val="24"/>
              </w:rPr>
            </w:pPr>
            <w:r w:rsidRPr="00DD6C04">
              <w:rPr>
                <w:szCs w:val="24"/>
              </w:rPr>
              <w:t>1.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F22" w:rsidRPr="00DD6C04" w:rsidRDefault="00A33F22" w:rsidP="00E96A3E">
            <w:pPr>
              <w:pStyle w:val="1"/>
              <w:rPr>
                <w:szCs w:val="24"/>
              </w:rPr>
            </w:pPr>
            <w:r w:rsidRPr="00DD6C04">
              <w:rPr>
                <w:szCs w:val="24"/>
              </w:rPr>
              <w:t>Местоположение объекта землеустройства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41FC" w:rsidRDefault="00CA41FC" w:rsidP="00CA41FC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Смидовичское</w:t>
            </w:r>
            <w:proofErr w:type="spellEnd"/>
            <w:r w:rsidRPr="004805B4">
              <w:rPr>
                <w:sz w:val="28"/>
                <w:szCs w:val="28"/>
              </w:rPr>
              <w:t xml:space="preserve"> городско</w:t>
            </w:r>
            <w:r>
              <w:rPr>
                <w:sz w:val="28"/>
                <w:szCs w:val="28"/>
              </w:rPr>
              <w:t>е</w:t>
            </w:r>
            <w:r w:rsidRPr="004805B4">
              <w:rPr>
                <w:sz w:val="28"/>
                <w:szCs w:val="28"/>
              </w:rPr>
              <w:t xml:space="preserve"> поселени</w:t>
            </w:r>
            <w:r>
              <w:rPr>
                <w:sz w:val="28"/>
                <w:szCs w:val="28"/>
              </w:rPr>
              <w:t>е</w:t>
            </w:r>
          </w:p>
          <w:p w:rsidR="00CA41FC" w:rsidRPr="004805B4" w:rsidRDefault="00CA41FC" w:rsidP="00CA41FC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Смидовичского</w:t>
            </w:r>
            <w:proofErr w:type="spellEnd"/>
            <w:r w:rsidRPr="004805B4">
              <w:rPr>
                <w:sz w:val="28"/>
                <w:szCs w:val="28"/>
              </w:rPr>
              <w:t xml:space="preserve"> муниципального района</w:t>
            </w:r>
          </w:p>
          <w:p w:rsidR="00A33F22" w:rsidRPr="000F1C0A" w:rsidRDefault="00CA41FC" w:rsidP="00CA41FC">
            <w:pPr>
              <w:pStyle w:val="1"/>
              <w:rPr>
                <w:szCs w:val="24"/>
              </w:rPr>
            </w:pPr>
            <w:r w:rsidRPr="004805B4">
              <w:rPr>
                <w:sz w:val="28"/>
                <w:szCs w:val="28"/>
              </w:rPr>
              <w:t>Еврейской автономной области</w:t>
            </w:r>
            <w:r w:rsidRPr="000F1C0A">
              <w:rPr>
                <w:szCs w:val="24"/>
              </w:rPr>
              <w:t xml:space="preserve"> </w:t>
            </w:r>
          </w:p>
        </w:tc>
      </w:tr>
      <w:tr w:rsidR="00A33F22" w:rsidRPr="005B4876" w:rsidTr="00E96A3E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243"/>
        </w:trPr>
        <w:tc>
          <w:tcPr>
            <w:tcW w:w="12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F22" w:rsidRPr="00DD6C04" w:rsidRDefault="00A33F22" w:rsidP="00E96A3E">
            <w:pPr>
              <w:pStyle w:val="1"/>
              <w:rPr>
                <w:szCs w:val="24"/>
              </w:rPr>
            </w:pPr>
            <w:r w:rsidRPr="00DD6C04">
              <w:rPr>
                <w:szCs w:val="24"/>
              </w:rPr>
              <w:t>2.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F22" w:rsidRPr="00DD6C04" w:rsidRDefault="00A33F22" w:rsidP="00E96A3E">
            <w:pPr>
              <w:pStyle w:val="1"/>
              <w:rPr>
                <w:b/>
                <w:szCs w:val="24"/>
              </w:rPr>
            </w:pPr>
            <w:r w:rsidRPr="00DD6C04">
              <w:rPr>
                <w:szCs w:val="24"/>
              </w:rPr>
              <w:t>Площадь объекта землеустройства ± величина погрешности определения площади</w:t>
            </w:r>
            <w:r w:rsidRPr="00DD6C04">
              <w:rPr>
                <w:b/>
                <w:szCs w:val="24"/>
              </w:rPr>
              <w:t xml:space="preserve"> </w:t>
            </w:r>
            <w:r w:rsidRPr="00DD6C04">
              <w:rPr>
                <w:szCs w:val="24"/>
              </w:rPr>
              <w:t>(</w:t>
            </w:r>
            <w:r w:rsidRPr="00DD6C04">
              <w:rPr>
                <w:b/>
                <w:szCs w:val="24"/>
              </w:rPr>
              <w:t xml:space="preserve">Р </w:t>
            </w:r>
            <w:r w:rsidRPr="00DD6C04">
              <w:rPr>
                <w:szCs w:val="24"/>
              </w:rPr>
              <w:t xml:space="preserve">± </w:t>
            </w:r>
            <w:r w:rsidRPr="00DD6C04">
              <w:rPr>
                <w:b/>
                <w:szCs w:val="24"/>
              </w:rPr>
              <w:t>ΔР</w:t>
            </w:r>
            <w:r w:rsidRPr="00DD6C04">
              <w:rPr>
                <w:szCs w:val="24"/>
              </w:rPr>
              <w:t>)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3F22" w:rsidRPr="00DD6C04" w:rsidRDefault="00CA41FC" w:rsidP="000F1C0A">
            <w:r>
              <w:t>404978</w:t>
            </w:r>
            <w:r w:rsidR="0021568B">
              <w:t xml:space="preserve"> га ± 0.</w:t>
            </w:r>
            <w:r w:rsidR="000F1C0A">
              <w:t>63</w:t>
            </w:r>
            <w:r w:rsidR="0021568B">
              <w:t xml:space="preserve">га </w:t>
            </w:r>
          </w:p>
        </w:tc>
      </w:tr>
      <w:tr w:rsidR="00A33F22" w:rsidRPr="005B4876" w:rsidTr="00E96A3E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243"/>
        </w:trPr>
        <w:tc>
          <w:tcPr>
            <w:tcW w:w="1242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A33F22" w:rsidRPr="00DD6C04" w:rsidRDefault="00A33F22" w:rsidP="00E96A3E">
            <w:pPr>
              <w:pStyle w:val="1"/>
              <w:rPr>
                <w:szCs w:val="24"/>
                <w:lang w:val="en-US"/>
              </w:rPr>
            </w:pPr>
            <w:r w:rsidRPr="00DD6C04">
              <w:rPr>
                <w:szCs w:val="24"/>
              </w:rPr>
              <w:t>3.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A33F22" w:rsidRPr="00DD6C04" w:rsidRDefault="00A33F22" w:rsidP="00E96A3E">
            <w:pPr>
              <w:pStyle w:val="1"/>
              <w:rPr>
                <w:szCs w:val="24"/>
              </w:rPr>
            </w:pPr>
            <w:r w:rsidRPr="00DD6C04">
              <w:rPr>
                <w:szCs w:val="24"/>
              </w:rPr>
              <w:t>Иные характеристики объекта землеустройства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</w:tcPr>
          <w:p w:rsidR="00A33F22" w:rsidRPr="00DD6C04" w:rsidRDefault="0021568B" w:rsidP="00E96A3E">
            <w:pPr>
              <w:pStyle w:val="1"/>
              <w:rPr>
                <w:szCs w:val="24"/>
                <w:lang w:val="en-US"/>
              </w:rPr>
            </w:pPr>
            <w:r>
              <w:rPr>
                <w:szCs w:val="24"/>
              </w:rPr>
              <w:t xml:space="preserve">- </w:t>
            </w:r>
          </w:p>
        </w:tc>
      </w:tr>
    </w:tbl>
    <w:p w:rsidR="00E67E12" w:rsidRDefault="00E67E12" w:rsidP="002C054A">
      <w:pPr>
        <w:tabs>
          <w:tab w:val="left" w:pos="2738"/>
        </w:tabs>
      </w:pPr>
    </w:p>
    <w:p w:rsidR="00E67E12" w:rsidRDefault="00E67E12">
      <w:r>
        <w:br w:type="page"/>
      </w:r>
    </w:p>
    <w:p w:rsidR="00E67E12" w:rsidRPr="007A37E2" w:rsidRDefault="00E67E12" w:rsidP="00E67E12">
      <w:pPr>
        <w:rPr>
          <w:sz w:val="2"/>
        </w:rPr>
      </w:pPr>
    </w:p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1384"/>
        <w:gridCol w:w="1363"/>
        <w:gridCol w:w="55"/>
        <w:gridCol w:w="1417"/>
        <w:gridCol w:w="1276"/>
        <w:gridCol w:w="2410"/>
        <w:gridCol w:w="6"/>
        <w:gridCol w:w="1978"/>
      </w:tblGrid>
      <w:tr w:rsidR="00E67E12" w:rsidRPr="005B4876" w:rsidTr="00860DAB">
        <w:trPr>
          <w:trHeight w:val="378"/>
          <w:tblHeader/>
        </w:trPr>
        <w:tc>
          <w:tcPr>
            <w:tcW w:w="7905" w:type="dxa"/>
            <w:gridSpan w:val="6"/>
            <w:tcBorders>
              <w:bottom w:val="double" w:sz="4" w:space="0" w:color="auto"/>
              <w:right w:val="double" w:sz="4" w:space="0" w:color="auto"/>
            </w:tcBorders>
          </w:tcPr>
          <w:p w:rsidR="00E67E12" w:rsidRPr="005B4876" w:rsidRDefault="00E67E12" w:rsidP="00860DAB">
            <w:pPr>
              <w:pStyle w:val="a3"/>
              <w:spacing w:before="60"/>
            </w:pPr>
          </w:p>
        </w:tc>
        <w:tc>
          <w:tcPr>
            <w:tcW w:w="1984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67E12" w:rsidRPr="005B4876" w:rsidRDefault="00E67E12" w:rsidP="00860DAB">
            <w:pPr>
              <w:pStyle w:val="a3"/>
              <w:spacing w:before="60"/>
            </w:pPr>
            <w:r w:rsidRPr="005B4876">
              <w:t>Лист №</w:t>
            </w:r>
          </w:p>
        </w:tc>
      </w:tr>
      <w:tr w:rsidR="00E67E12" w:rsidRPr="005B4876" w:rsidTr="00CA41FC">
        <w:tblPrEx>
          <w:tblLook w:val="01E0" w:firstRow="1" w:lastRow="1" w:firstColumn="1" w:lastColumn="1" w:noHBand="0" w:noVBand="0"/>
        </w:tblPrEx>
        <w:trPr>
          <w:trHeight w:hRule="exact" w:val="1310"/>
          <w:tblHeader/>
        </w:trPr>
        <w:tc>
          <w:tcPr>
            <w:tcW w:w="9889" w:type="dxa"/>
            <w:gridSpan w:val="8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E67E12" w:rsidRPr="009E44DF" w:rsidRDefault="00E67E12" w:rsidP="00860DAB">
            <w:pPr>
              <w:pStyle w:val="a8"/>
              <w:jc w:val="center"/>
              <w:rPr>
                <w:b/>
                <w:caps/>
                <w:sz w:val="24"/>
                <w:szCs w:val="24"/>
              </w:rPr>
            </w:pPr>
            <w:r w:rsidRPr="009E44DF">
              <w:rPr>
                <w:b/>
                <w:caps/>
                <w:sz w:val="24"/>
                <w:szCs w:val="24"/>
              </w:rPr>
              <w:t>КАРТА (ПЛАН)</w:t>
            </w:r>
          </w:p>
          <w:p w:rsidR="00CA41FC" w:rsidRDefault="00CA41FC" w:rsidP="00CA41FC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Смидовичское</w:t>
            </w:r>
            <w:proofErr w:type="spellEnd"/>
            <w:r w:rsidRPr="004805B4">
              <w:rPr>
                <w:sz w:val="28"/>
                <w:szCs w:val="28"/>
              </w:rPr>
              <w:t xml:space="preserve"> городско</w:t>
            </w:r>
            <w:r>
              <w:rPr>
                <w:sz w:val="28"/>
                <w:szCs w:val="28"/>
              </w:rPr>
              <w:t>е</w:t>
            </w:r>
            <w:r w:rsidRPr="004805B4">
              <w:rPr>
                <w:sz w:val="28"/>
                <w:szCs w:val="28"/>
              </w:rPr>
              <w:t xml:space="preserve"> поселени</w:t>
            </w:r>
            <w:r>
              <w:rPr>
                <w:sz w:val="28"/>
                <w:szCs w:val="28"/>
              </w:rPr>
              <w:t>е</w:t>
            </w:r>
          </w:p>
          <w:p w:rsidR="00CA41FC" w:rsidRPr="004805B4" w:rsidRDefault="00CA41FC" w:rsidP="00CA41FC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Смидовичского</w:t>
            </w:r>
            <w:proofErr w:type="spellEnd"/>
            <w:r w:rsidRPr="004805B4">
              <w:rPr>
                <w:sz w:val="28"/>
                <w:szCs w:val="28"/>
              </w:rPr>
              <w:t xml:space="preserve"> муниципального района</w:t>
            </w:r>
          </w:p>
          <w:p w:rsidR="00E67E12" w:rsidRDefault="00CA41FC" w:rsidP="00CA41FC">
            <w:pPr>
              <w:jc w:val="center"/>
              <w:rPr>
                <w:sz w:val="20"/>
              </w:rPr>
            </w:pPr>
            <w:r w:rsidRPr="004805B4">
              <w:rPr>
                <w:sz w:val="28"/>
                <w:szCs w:val="28"/>
              </w:rPr>
              <w:t>Еврейской автономной области</w:t>
            </w:r>
            <w:bookmarkStart w:id="0" w:name="_GoBack"/>
            <w:bookmarkEnd w:id="0"/>
            <w:r w:rsidR="00E67E12">
              <w:rPr>
                <w:b/>
                <w:u w:val="single"/>
              </w:rPr>
              <w:t xml:space="preserve"> </w:t>
            </w:r>
            <w:r w:rsidR="00E67E12">
              <w:rPr>
                <w:sz w:val="20"/>
              </w:rPr>
              <w:t>(наименование объекта землеустройства)</w:t>
            </w:r>
          </w:p>
        </w:tc>
      </w:tr>
      <w:tr w:rsidR="00E67E12" w:rsidRPr="005B4876" w:rsidTr="00860DAB">
        <w:tblPrEx>
          <w:tblLook w:val="01E0" w:firstRow="1" w:lastRow="1" w:firstColumn="1" w:lastColumn="1" w:noHBand="0" w:noVBand="0"/>
        </w:tblPrEx>
        <w:trPr>
          <w:trHeight w:hRule="exact" w:val="397"/>
          <w:tblHeader/>
        </w:trPr>
        <w:tc>
          <w:tcPr>
            <w:tcW w:w="9889" w:type="dxa"/>
            <w:gridSpan w:val="8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E67E12" w:rsidRPr="009E44DF" w:rsidRDefault="00E67E12" w:rsidP="00860DAB">
            <w:pPr>
              <w:pStyle w:val="1"/>
              <w:jc w:val="center"/>
              <w:rPr>
                <w:b/>
                <w:szCs w:val="24"/>
              </w:rPr>
            </w:pPr>
            <w:r w:rsidRPr="001B3FAC">
              <w:rPr>
                <w:b/>
                <w:szCs w:val="24"/>
              </w:rPr>
              <w:t>Сведения о местоположении границ объекта землеустройства</w:t>
            </w:r>
          </w:p>
        </w:tc>
      </w:tr>
      <w:tr w:rsidR="00E67E12" w:rsidRPr="005B4876" w:rsidTr="00860DAB">
        <w:tblPrEx>
          <w:tblLook w:val="01E0" w:firstRow="1" w:lastRow="1" w:firstColumn="1" w:lastColumn="1" w:noHBand="0" w:noVBand="0"/>
        </w:tblPrEx>
        <w:trPr>
          <w:trHeight w:hRule="exact" w:val="397"/>
        </w:trPr>
        <w:tc>
          <w:tcPr>
            <w:tcW w:w="9889" w:type="dxa"/>
            <w:gridSpan w:val="8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E67E12" w:rsidRPr="009E44DF" w:rsidRDefault="00E67E12" w:rsidP="00860DAB">
            <w:pPr>
              <w:pStyle w:val="1"/>
              <w:rPr>
                <w:b/>
                <w:szCs w:val="24"/>
              </w:rPr>
            </w:pPr>
            <w:r w:rsidRPr="001B3FAC">
              <w:rPr>
                <w:b/>
                <w:szCs w:val="24"/>
              </w:rPr>
              <w:t xml:space="preserve">1. Система координат </w:t>
            </w:r>
            <w:r>
              <w:rPr>
                <w:b/>
                <w:szCs w:val="24"/>
                <w:u w:val="single"/>
              </w:rPr>
              <w:t xml:space="preserve">- </w:t>
            </w:r>
          </w:p>
        </w:tc>
      </w:tr>
      <w:tr w:rsidR="00E67E12" w:rsidRPr="005B4876" w:rsidTr="00860DAB">
        <w:tblPrEx>
          <w:tblLook w:val="01E0" w:firstRow="1" w:lastRow="1" w:firstColumn="1" w:lastColumn="1" w:noHBand="0" w:noVBand="0"/>
        </w:tblPrEx>
        <w:trPr>
          <w:trHeight w:hRule="exact" w:val="397"/>
        </w:trPr>
        <w:tc>
          <w:tcPr>
            <w:tcW w:w="9889" w:type="dxa"/>
            <w:gridSpan w:val="8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67E12" w:rsidRDefault="00E67E12" w:rsidP="00860DAB">
            <w:r w:rsidRPr="00B9273D">
              <w:rPr>
                <w:b/>
              </w:rPr>
              <w:t>2. Сведения о характерных точках границ объекта землеустройства</w:t>
            </w:r>
          </w:p>
        </w:tc>
      </w:tr>
      <w:tr w:rsidR="00E67E12" w:rsidRPr="005B4876" w:rsidTr="00860DAB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54"/>
        </w:trPr>
        <w:tc>
          <w:tcPr>
            <w:tcW w:w="1384" w:type="dxa"/>
            <w:vMerge w:val="restart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:rsidR="00E67E12" w:rsidRPr="001B3FAC" w:rsidRDefault="00E67E12" w:rsidP="00860DAB">
            <w:pPr>
              <w:pStyle w:val="1"/>
              <w:jc w:val="center"/>
              <w:rPr>
                <w:b/>
                <w:szCs w:val="24"/>
              </w:rPr>
            </w:pPr>
            <w:r w:rsidRPr="001B3FAC">
              <w:rPr>
                <w:b/>
                <w:szCs w:val="24"/>
              </w:rPr>
              <w:t>Обозначение</w:t>
            </w:r>
          </w:p>
          <w:p w:rsidR="00E67E12" w:rsidRPr="001B3FAC" w:rsidRDefault="00E67E12" w:rsidP="00860DAB">
            <w:pPr>
              <w:pStyle w:val="1"/>
              <w:jc w:val="center"/>
              <w:rPr>
                <w:b/>
                <w:szCs w:val="24"/>
              </w:rPr>
            </w:pPr>
            <w:r w:rsidRPr="001B3FAC">
              <w:rPr>
                <w:b/>
                <w:szCs w:val="24"/>
              </w:rPr>
              <w:t>характерных точек границ</w:t>
            </w:r>
          </w:p>
        </w:tc>
        <w:tc>
          <w:tcPr>
            <w:tcW w:w="2835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E12" w:rsidRPr="001B3FAC" w:rsidRDefault="00E67E12" w:rsidP="00860DAB">
            <w:pPr>
              <w:pStyle w:val="1"/>
              <w:jc w:val="center"/>
              <w:rPr>
                <w:b/>
                <w:szCs w:val="24"/>
              </w:rPr>
            </w:pPr>
            <w:r w:rsidRPr="001B3FAC">
              <w:rPr>
                <w:b/>
                <w:szCs w:val="24"/>
              </w:rPr>
              <w:t>Координаты, м</w:t>
            </w:r>
          </w:p>
        </w:tc>
        <w:tc>
          <w:tcPr>
            <w:tcW w:w="3692" w:type="dxa"/>
            <w:gridSpan w:val="3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7E12" w:rsidRPr="001B3FAC" w:rsidRDefault="00E67E12" w:rsidP="00860DAB">
            <w:pPr>
              <w:pStyle w:val="1"/>
              <w:spacing w:before="60" w:after="60"/>
              <w:jc w:val="center"/>
              <w:rPr>
                <w:b/>
                <w:szCs w:val="24"/>
              </w:rPr>
            </w:pPr>
            <w:r w:rsidRPr="001B3FAC">
              <w:rPr>
                <w:b/>
                <w:szCs w:val="24"/>
              </w:rPr>
              <w:t xml:space="preserve">Метод определения координат и средняя </w:t>
            </w:r>
            <w:proofErr w:type="spellStart"/>
            <w:r w:rsidRPr="001B3FAC">
              <w:rPr>
                <w:b/>
                <w:szCs w:val="24"/>
              </w:rPr>
              <w:t>квадратическая</w:t>
            </w:r>
            <w:proofErr w:type="spellEnd"/>
            <w:r w:rsidRPr="001B3FAC">
              <w:rPr>
                <w:b/>
                <w:szCs w:val="24"/>
              </w:rPr>
              <w:t xml:space="preserve"> погрешность положения характерной точки (М</w:t>
            </w:r>
            <w:r w:rsidRPr="001B3FAC">
              <w:rPr>
                <w:b/>
                <w:szCs w:val="24"/>
                <w:vertAlign w:val="subscript"/>
                <w:lang w:val="en-US"/>
              </w:rPr>
              <w:t>t</w:t>
            </w:r>
            <w:r w:rsidRPr="001B3FAC">
              <w:rPr>
                <w:b/>
                <w:szCs w:val="24"/>
              </w:rPr>
              <w:t>), м</w:t>
            </w:r>
          </w:p>
        </w:tc>
        <w:tc>
          <w:tcPr>
            <w:tcW w:w="1978" w:type="dxa"/>
            <w:vMerge w:val="restart"/>
            <w:tcBorders>
              <w:top w:val="double" w:sz="4" w:space="0" w:color="auto"/>
              <w:left w:val="single" w:sz="4" w:space="0" w:color="auto"/>
            </w:tcBorders>
            <w:vAlign w:val="center"/>
          </w:tcPr>
          <w:p w:rsidR="00E67E12" w:rsidRPr="001B3FAC" w:rsidRDefault="00E67E12" w:rsidP="00860DAB">
            <w:pPr>
              <w:pStyle w:val="1"/>
              <w:spacing w:before="60" w:after="60"/>
              <w:jc w:val="center"/>
              <w:rPr>
                <w:b/>
                <w:szCs w:val="24"/>
              </w:rPr>
            </w:pPr>
            <w:r w:rsidRPr="001B3FAC">
              <w:rPr>
                <w:b/>
                <w:szCs w:val="24"/>
              </w:rPr>
              <w:t>Описа</w:t>
            </w:r>
            <w:r w:rsidRPr="001B3FAC">
              <w:rPr>
                <w:b/>
                <w:szCs w:val="24"/>
              </w:rPr>
              <w:softHyphen/>
              <w:t>ние закреп</w:t>
            </w:r>
            <w:r w:rsidRPr="001B3FAC">
              <w:rPr>
                <w:b/>
                <w:szCs w:val="24"/>
              </w:rPr>
              <w:softHyphen/>
              <w:t>ления точки</w:t>
            </w:r>
          </w:p>
        </w:tc>
      </w:tr>
      <w:tr w:rsidR="00E67E12" w:rsidRPr="005B4876" w:rsidTr="00860DAB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54"/>
        </w:trPr>
        <w:tc>
          <w:tcPr>
            <w:tcW w:w="1384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E67E12" w:rsidRPr="009E44DF" w:rsidRDefault="00E67E12" w:rsidP="00860DAB">
            <w:pPr>
              <w:pStyle w:val="1"/>
              <w:jc w:val="center"/>
              <w:rPr>
                <w:b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E12" w:rsidRPr="001B3FAC" w:rsidRDefault="00E67E12" w:rsidP="00860DAB">
            <w:pPr>
              <w:pStyle w:val="a3"/>
              <w:jc w:val="center"/>
              <w:rPr>
                <w:b/>
              </w:rPr>
            </w:pPr>
            <w:r w:rsidRPr="001B3FAC">
              <w:rPr>
                <w:b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E12" w:rsidRPr="00AA3088" w:rsidRDefault="00E67E12" w:rsidP="00860DAB">
            <w:pPr>
              <w:pStyle w:val="1"/>
              <w:jc w:val="center"/>
              <w:rPr>
                <w:b/>
                <w:szCs w:val="24"/>
                <w:lang w:val="en-US"/>
              </w:rPr>
            </w:pPr>
            <w:r>
              <w:rPr>
                <w:b/>
                <w:szCs w:val="24"/>
                <w:lang w:val="en-US"/>
              </w:rPr>
              <w:t>Y</w:t>
            </w:r>
          </w:p>
        </w:tc>
        <w:tc>
          <w:tcPr>
            <w:tcW w:w="3692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E12" w:rsidRPr="009E44DF" w:rsidRDefault="00E67E12" w:rsidP="00860DAB">
            <w:pPr>
              <w:pStyle w:val="1"/>
              <w:jc w:val="center"/>
              <w:rPr>
                <w:b/>
                <w:szCs w:val="24"/>
              </w:rPr>
            </w:pPr>
          </w:p>
        </w:tc>
        <w:tc>
          <w:tcPr>
            <w:tcW w:w="1978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E67E12" w:rsidRPr="009E44DF" w:rsidRDefault="00E67E12" w:rsidP="00860DAB">
            <w:pPr>
              <w:pStyle w:val="1"/>
              <w:jc w:val="center"/>
              <w:rPr>
                <w:b/>
                <w:szCs w:val="24"/>
              </w:rPr>
            </w:pPr>
          </w:p>
        </w:tc>
      </w:tr>
      <w:tr w:rsidR="00E67E12" w:rsidRPr="005B4876" w:rsidTr="00860DAB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54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E12" w:rsidRPr="001B3FAC" w:rsidRDefault="00E67E12" w:rsidP="00860DAB">
            <w:pPr>
              <w:pStyle w:val="1"/>
              <w:jc w:val="center"/>
              <w:rPr>
                <w:b/>
                <w:szCs w:val="24"/>
              </w:rPr>
            </w:pPr>
            <w:r w:rsidRPr="001B3FAC">
              <w:rPr>
                <w:b/>
                <w:szCs w:val="24"/>
              </w:rPr>
              <w:t>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E12" w:rsidRPr="001B3FAC" w:rsidRDefault="00E67E12" w:rsidP="00860DAB">
            <w:pPr>
              <w:pStyle w:val="a3"/>
              <w:jc w:val="center"/>
              <w:rPr>
                <w:b/>
              </w:rPr>
            </w:pPr>
            <w:r w:rsidRPr="001B3FAC">
              <w:rPr>
                <w:b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E12" w:rsidRPr="00694243" w:rsidRDefault="00E67E12" w:rsidP="00860DAB">
            <w:pPr>
              <w:pStyle w:val="1"/>
              <w:jc w:val="center"/>
              <w:rPr>
                <w:b/>
                <w:szCs w:val="24"/>
                <w:lang w:val="en-US"/>
              </w:rPr>
            </w:pPr>
            <w:r>
              <w:rPr>
                <w:b/>
                <w:szCs w:val="24"/>
                <w:lang w:val="en-US"/>
              </w:rPr>
              <w:t>3</w:t>
            </w:r>
          </w:p>
        </w:tc>
        <w:tc>
          <w:tcPr>
            <w:tcW w:w="3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E12" w:rsidRPr="001B3FAC" w:rsidRDefault="00E67E12" w:rsidP="00860DAB">
            <w:pPr>
              <w:pStyle w:val="1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4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67E12" w:rsidRPr="00694243" w:rsidRDefault="00E67E12" w:rsidP="00860DAB">
            <w:pPr>
              <w:pStyle w:val="1"/>
              <w:jc w:val="center"/>
              <w:rPr>
                <w:b/>
                <w:szCs w:val="24"/>
                <w:lang w:val="en-US"/>
              </w:rPr>
            </w:pPr>
            <w:r>
              <w:rPr>
                <w:b/>
                <w:szCs w:val="24"/>
                <w:lang w:val="en-US"/>
              </w:rPr>
              <w:t>5</w:t>
            </w:r>
          </w:p>
        </w:tc>
      </w:tr>
      <w:tr w:rsidR="00E67E12" w:rsidRPr="005B4876" w:rsidTr="00860DAB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54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(1)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jc w:val="center"/>
            </w:pPr>
            <w:r>
              <w:t xml:space="preserve">-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- </w:t>
            </w:r>
          </w:p>
        </w:tc>
        <w:tc>
          <w:tcPr>
            <w:tcW w:w="3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</w:pPr>
            <w:r>
              <w:t xml:space="preserve">Картометрический метод. </w:t>
            </w:r>
            <w:proofErr w:type="spellStart"/>
            <w:r>
              <w:t>Mt</w:t>
            </w:r>
            <w:proofErr w:type="spellEnd"/>
            <w:r>
              <w:t>= 1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7E12" w:rsidRPr="009E44DF" w:rsidRDefault="00E67E12" w:rsidP="00860DAB">
            <w:pPr>
              <w:pStyle w:val="1"/>
              <w:rPr>
                <w:b/>
                <w:szCs w:val="24"/>
              </w:rPr>
            </w:pPr>
            <w:r>
              <w:t xml:space="preserve">- </w:t>
            </w:r>
          </w:p>
        </w:tc>
      </w:tr>
      <w:tr w:rsidR="00E67E12" w:rsidRPr="005B4876" w:rsidTr="00860DAB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54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н1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jc w:val="center"/>
            </w:pPr>
            <w:r>
              <w:t xml:space="preserve">5387103.59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5243372.10 </w:t>
            </w:r>
          </w:p>
        </w:tc>
        <w:tc>
          <w:tcPr>
            <w:tcW w:w="3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</w:pPr>
            <w:r>
              <w:t xml:space="preserve">Картометрический метод. </w:t>
            </w:r>
            <w:proofErr w:type="spellStart"/>
            <w:r>
              <w:t>Mt</w:t>
            </w:r>
            <w:proofErr w:type="spellEnd"/>
            <w:r>
              <w:t>= 1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7E12" w:rsidRPr="001B3FAC" w:rsidRDefault="00E67E12" w:rsidP="00860DAB">
            <w:pPr>
              <w:pStyle w:val="1"/>
            </w:pPr>
            <w:r>
              <w:t xml:space="preserve">- </w:t>
            </w:r>
          </w:p>
        </w:tc>
      </w:tr>
      <w:tr w:rsidR="00E67E12" w:rsidRPr="005B4876" w:rsidTr="00860DAB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54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н2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jc w:val="center"/>
            </w:pPr>
            <w:r>
              <w:t xml:space="preserve">5386847.84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5243477.64 </w:t>
            </w:r>
          </w:p>
        </w:tc>
        <w:tc>
          <w:tcPr>
            <w:tcW w:w="3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</w:pPr>
            <w:r>
              <w:t xml:space="preserve">Картометрический метод. </w:t>
            </w:r>
            <w:proofErr w:type="spellStart"/>
            <w:r>
              <w:t>Mt</w:t>
            </w:r>
            <w:proofErr w:type="spellEnd"/>
            <w:r>
              <w:t>= 1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7E12" w:rsidRPr="001B3FAC" w:rsidRDefault="00E67E12" w:rsidP="00860DAB">
            <w:pPr>
              <w:pStyle w:val="1"/>
            </w:pPr>
            <w:r>
              <w:t xml:space="preserve">- </w:t>
            </w:r>
          </w:p>
        </w:tc>
      </w:tr>
      <w:tr w:rsidR="00E67E12" w:rsidRPr="005B4876" w:rsidTr="00860DAB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54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н3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jc w:val="center"/>
            </w:pPr>
            <w:r>
              <w:t xml:space="preserve">5386514.48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5243617.47 </w:t>
            </w:r>
          </w:p>
        </w:tc>
        <w:tc>
          <w:tcPr>
            <w:tcW w:w="3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</w:pPr>
            <w:r>
              <w:t xml:space="preserve">Картометрический метод. </w:t>
            </w:r>
            <w:proofErr w:type="spellStart"/>
            <w:r>
              <w:t>Mt</w:t>
            </w:r>
            <w:proofErr w:type="spellEnd"/>
            <w:r>
              <w:t>= 1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7E12" w:rsidRPr="001B3FAC" w:rsidRDefault="00E67E12" w:rsidP="00860DAB">
            <w:pPr>
              <w:pStyle w:val="1"/>
            </w:pPr>
            <w:r>
              <w:t xml:space="preserve">- </w:t>
            </w:r>
          </w:p>
        </w:tc>
      </w:tr>
      <w:tr w:rsidR="00E67E12" w:rsidRPr="005B4876" w:rsidTr="00860DAB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54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н4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jc w:val="center"/>
            </w:pPr>
            <w:r>
              <w:t xml:space="preserve">5386348.20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5243684.31 </w:t>
            </w:r>
          </w:p>
        </w:tc>
        <w:tc>
          <w:tcPr>
            <w:tcW w:w="3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</w:pPr>
            <w:r>
              <w:t xml:space="preserve">Картометрический метод. </w:t>
            </w:r>
            <w:proofErr w:type="spellStart"/>
            <w:r>
              <w:t>Mt</w:t>
            </w:r>
            <w:proofErr w:type="spellEnd"/>
            <w:r>
              <w:t>= 1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7E12" w:rsidRPr="001B3FAC" w:rsidRDefault="00E67E12" w:rsidP="00860DAB">
            <w:pPr>
              <w:pStyle w:val="1"/>
            </w:pPr>
            <w:r>
              <w:t xml:space="preserve">- </w:t>
            </w:r>
          </w:p>
        </w:tc>
      </w:tr>
      <w:tr w:rsidR="00E67E12" w:rsidRPr="005B4876" w:rsidTr="00860DAB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54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н5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jc w:val="center"/>
            </w:pPr>
            <w:r>
              <w:t xml:space="preserve">5386222.54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5243738.64 </w:t>
            </w:r>
          </w:p>
        </w:tc>
        <w:tc>
          <w:tcPr>
            <w:tcW w:w="3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</w:pPr>
            <w:r>
              <w:t xml:space="preserve">Картометрический метод. </w:t>
            </w:r>
            <w:proofErr w:type="spellStart"/>
            <w:r>
              <w:t>Mt</w:t>
            </w:r>
            <w:proofErr w:type="spellEnd"/>
            <w:r>
              <w:t>= 1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7E12" w:rsidRPr="001B3FAC" w:rsidRDefault="00E67E12" w:rsidP="00860DAB">
            <w:pPr>
              <w:pStyle w:val="1"/>
            </w:pPr>
            <w:r>
              <w:t xml:space="preserve">- </w:t>
            </w:r>
          </w:p>
        </w:tc>
      </w:tr>
      <w:tr w:rsidR="00E67E12" w:rsidRPr="005B4876" w:rsidTr="00860DAB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54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н6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jc w:val="center"/>
            </w:pPr>
            <w:r>
              <w:t xml:space="preserve">5386193.22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5243754.45 </w:t>
            </w:r>
          </w:p>
        </w:tc>
        <w:tc>
          <w:tcPr>
            <w:tcW w:w="3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</w:pPr>
            <w:r>
              <w:t xml:space="preserve">Картометрический метод. </w:t>
            </w:r>
            <w:proofErr w:type="spellStart"/>
            <w:r>
              <w:t>Mt</w:t>
            </w:r>
            <w:proofErr w:type="spellEnd"/>
            <w:r>
              <w:t>= 1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7E12" w:rsidRPr="001B3FAC" w:rsidRDefault="00E67E12" w:rsidP="00860DAB">
            <w:pPr>
              <w:pStyle w:val="1"/>
            </w:pPr>
            <w:r>
              <w:t xml:space="preserve">- </w:t>
            </w:r>
          </w:p>
        </w:tc>
      </w:tr>
      <w:tr w:rsidR="00E67E12" w:rsidRPr="005B4876" w:rsidTr="00860DAB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54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н7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jc w:val="center"/>
            </w:pPr>
            <w:r>
              <w:t xml:space="preserve">5386154.78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5243780.91 </w:t>
            </w:r>
          </w:p>
        </w:tc>
        <w:tc>
          <w:tcPr>
            <w:tcW w:w="3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</w:pPr>
            <w:r>
              <w:t xml:space="preserve">Картометрический метод. </w:t>
            </w:r>
            <w:proofErr w:type="spellStart"/>
            <w:r>
              <w:t>Mt</w:t>
            </w:r>
            <w:proofErr w:type="spellEnd"/>
            <w:r>
              <w:t>= 1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7E12" w:rsidRPr="001B3FAC" w:rsidRDefault="00E67E12" w:rsidP="00860DAB">
            <w:pPr>
              <w:pStyle w:val="1"/>
            </w:pPr>
            <w:r>
              <w:t xml:space="preserve">- </w:t>
            </w:r>
          </w:p>
        </w:tc>
      </w:tr>
      <w:tr w:rsidR="00E67E12" w:rsidRPr="005B4876" w:rsidTr="00860DAB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54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н8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jc w:val="center"/>
            </w:pPr>
            <w:r>
              <w:t xml:space="preserve">5386092.74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5243826.90 </w:t>
            </w:r>
          </w:p>
        </w:tc>
        <w:tc>
          <w:tcPr>
            <w:tcW w:w="3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</w:pPr>
            <w:r>
              <w:t xml:space="preserve">Картометрический метод. </w:t>
            </w:r>
            <w:proofErr w:type="spellStart"/>
            <w:r>
              <w:t>Mt</w:t>
            </w:r>
            <w:proofErr w:type="spellEnd"/>
            <w:r>
              <w:t>= 1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7E12" w:rsidRPr="001B3FAC" w:rsidRDefault="00E67E12" w:rsidP="00860DAB">
            <w:pPr>
              <w:pStyle w:val="1"/>
            </w:pPr>
            <w:r>
              <w:t xml:space="preserve">- </w:t>
            </w:r>
          </w:p>
        </w:tc>
      </w:tr>
      <w:tr w:rsidR="00E67E12" w:rsidRPr="005B4876" w:rsidTr="00860DAB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54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н9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jc w:val="center"/>
            </w:pPr>
            <w:r>
              <w:t xml:space="preserve">5386192.49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5243972.13 </w:t>
            </w:r>
          </w:p>
        </w:tc>
        <w:tc>
          <w:tcPr>
            <w:tcW w:w="3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</w:pPr>
            <w:r>
              <w:t xml:space="preserve">Картометрический метод. </w:t>
            </w:r>
            <w:proofErr w:type="spellStart"/>
            <w:r>
              <w:t>Mt</w:t>
            </w:r>
            <w:proofErr w:type="spellEnd"/>
            <w:r>
              <w:t>= 1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7E12" w:rsidRPr="001B3FAC" w:rsidRDefault="00E67E12" w:rsidP="00860DAB">
            <w:pPr>
              <w:pStyle w:val="1"/>
            </w:pPr>
            <w:r>
              <w:t xml:space="preserve">- </w:t>
            </w:r>
          </w:p>
        </w:tc>
      </w:tr>
      <w:tr w:rsidR="00E67E12" w:rsidRPr="005B4876" w:rsidTr="00860DAB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54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н10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jc w:val="center"/>
            </w:pPr>
            <w:r>
              <w:t xml:space="preserve">5386185.30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5243976.15 </w:t>
            </w:r>
          </w:p>
        </w:tc>
        <w:tc>
          <w:tcPr>
            <w:tcW w:w="3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</w:pPr>
            <w:r>
              <w:t xml:space="preserve">Картометрический метод. </w:t>
            </w:r>
            <w:proofErr w:type="spellStart"/>
            <w:r>
              <w:t>Mt</w:t>
            </w:r>
            <w:proofErr w:type="spellEnd"/>
            <w:r>
              <w:t>= 1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7E12" w:rsidRPr="001B3FAC" w:rsidRDefault="00E67E12" w:rsidP="00860DAB">
            <w:pPr>
              <w:pStyle w:val="1"/>
            </w:pPr>
            <w:r>
              <w:t xml:space="preserve">- </w:t>
            </w:r>
          </w:p>
        </w:tc>
      </w:tr>
      <w:tr w:rsidR="00E67E12" w:rsidRPr="005B4876" w:rsidTr="00860DAB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54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н11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jc w:val="center"/>
            </w:pPr>
            <w:r>
              <w:t xml:space="preserve">5386188.69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5243982.69 </w:t>
            </w:r>
          </w:p>
        </w:tc>
        <w:tc>
          <w:tcPr>
            <w:tcW w:w="3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</w:pPr>
            <w:r>
              <w:t xml:space="preserve">Картометрический метод. </w:t>
            </w:r>
            <w:proofErr w:type="spellStart"/>
            <w:r>
              <w:t>Mt</w:t>
            </w:r>
            <w:proofErr w:type="spellEnd"/>
            <w:r>
              <w:t>= 1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7E12" w:rsidRPr="001B3FAC" w:rsidRDefault="00E67E12" w:rsidP="00860DAB">
            <w:pPr>
              <w:pStyle w:val="1"/>
            </w:pPr>
            <w:r>
              <w:t xml:space="preserve">- </w:t>
            </w:r>
          </w:p>
        </w:tc>
      </w:tr>
      <w:tr w:rsidR="00E67E12" w:rsidRPr="005B4876" w:rsidTr="00860DAB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54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н12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jc w:val="center"/>
            </w:pPr>
            <w:r>
              <w:t xml:space="preserve">5386116.00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5244021.23 </w:t>
            </w:r>
          </w:p>
        </w:tc>
        <w:tc>
          <w:tcPr>
            <w:tcW w:w="3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</w:pPr>
            <w:r>
              <w:t xml:space="preserve">Картометрический метод. </w:t>
            </w:r>
            <w:proofErr w:type="spellStart"/>
            <w:r>
              <w:t>Mt</w:t>
            </w:r>
            <w:proofErr w:type="spellEnd"/>
            <w:r>
              <w:t>= 1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7E12" w:rsidRPr="001B3FAC" w:rsidRDefault="00E67E12" w:rsidP="00860DAB">
            <w:pPr>
              <w:pStyle w:val="1"/>
            </w:pPr>
            <w:r>
              <w:t xml:space="preserve">- </w:t>
            </w:r>
          </w:p>
        </w:tc>
      </w:tr>
      <w:tr w:rsidR="00E67E12" w:rsidRPr="005B4876" w:rsidTr="00860DAB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54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н13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jc w:val="center"/>
            </w:pPr>
            <w:r>
              <w:t xml:space="preserve">5386009.60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5244079.73 </w:t>
            </w:r>
          </w:p>
        </w:tc>
        <w:tc>
          <w:tcPr>
            <w:tcW w:w="3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</w:pPr>
            <w:r>
              <w:t xml:space="preserve">Картометрический метод. </w:t>
            </w:r>
            <w:proofErr w:type="spellStart"/>
            <w:r>
              <w:t>Mt</w:t>
            </w:r>
            <w:proofErr w:type="spellEnd"/>
            <w:r>
              <w:t>= 1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7E12" w:rsidRPr="001B3FAC" w:rsidRDefault="00E67E12" w:rsidP="00860DAB">
            <w:pPr>
              <w:pStyle w:val="1"/>
            </w:pPr>
            <w:r>
              <w:t xml:space="preserve">- </w:t>
            </w:r>
          </w:p>
        </w:tc>
      </w:tr>
      <w:tr w:rsidR="00E67E12" w:rsidRPr="005B4876" w:rsidTr="00860DAB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54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н14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jc w:val="center"/>
            </w:pPr>
            <w:r>
              <w:t xml:space="preserve">5385886.46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5244144.28 </w:t>
            </w:r>
          </w:p>
        </w:tc>
        <w:tc>
          <w:tcPr>
            <w:tcW w:w="3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</w:pPr>
            <w:r>
              <w:t xml:space="preserve">Картометрический метод. </w:t>
            </w:r>
            <w:proofErr w:type="spellStart"/>
            <w:r>
              <w:t>Mt</w:t>
            </w:r>
            <w:proofErr w:type="spellEnd"/>
            <w:r>
              <w:t>= 1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7E12" w:rsidRPr="001B3FAC" w:rsidRDefault="00E67E12" w:rsidP="00860DAB">
            <w:pPr>
              <w:pStyle w:val="1"/>
            </w:pPr>
            <w:r>
              <w:t xml:space="preserve">- </w:t>
            </w:r>
          </w:p>
        </w:tc>
      </w:tr>
      <w:tr w:rsidR="00E67E12" w:rsidRPr="005B4876" w:rsidTr="00860DAB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54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н15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jc w:val="center"/>
            </w:pPr>
            <w:r>
              <w:t xml:space="preserve">5385842.21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5244168.10 </w:t>
            </w:r>
          </w:p>
        </w:tc>
        <w:tc>
          <w:tcPr>
            <w:tcW w:w="3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</w:pPr>
            <w:r>
              <w:t xml:space="preserve">Картометрический метод. </w:t>
            </w:r>
            <w:proofErr w:type="spellStart"/>
            <w:r>
              <w:t>Mt</w:t>
            </w:r>
            <w:proofErr w:type="spellEnd"/>
            <w:r>
              <w:t>= 1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7E12" w:rsidRPr="001B3FAC" w:rsidRDefault="00E67E12" w:rsidP="00860DAB">
            <w:pPr>
              <w:pStyle w:val="1"/>
            </w:pPr>
            <w:r>
              <w:t xml:space="preserve">- </w:t>
            </w:r>
          </w:p>
        </w:tc>
      </w:tr>
      <w:tr w:rsidR="00E67E12" w:rsidRPr="005B4876" w:rsidTr="00860DAB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54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н16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jc w:val="center"/>
            </w:pPr>
            <w:r>
              <w:t xml:space="preserve">5385792.17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5244195.44 </w:t>
            </w:r>
          </w:p>
        </w:tc>
        <w:tc>
          <w:tcPr>
            <w:tcW w:w="3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</w:pPr>
            <w:r>
              <w:t xml:space="preserve">Картометрический метод. </w:t>
            </w:r>
            <w:proofErr w:type="spellStart"/>
            <w:r>
              <w:t>Mt</w:t>
            </w:r>
            <w:proofErr w:type="spellEnd"/>
            <w:r>
              <w:t>= 1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7E12" w:rsidRPr="001B3FAC" w:rsidRDefault="00E67E12" w:rsidP="00860DAB">
            <w:pPr>
              <w:pStyle w:val="1"/>
            </w:pPr>
            <w:r>
              <w:t xml:space="preserve">- </w:t>
            </w:r>
          </w:p>
        </w:tc>
      </w:tr>
      <w:tr w:rsidR="00E67E12" w:rsidRPr="005B4876" w:rsidTr="00860DAB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54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н17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jc w:val="center"/>
            </w:pPr>
            <w:r>
              <w:t xml:space="preserve">5385746.64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5244221.30 </w:t>
            </w:r>
          </w:p>
        </w:tc>
        <w:tc>
          <w:tcPr>
            <w:tcW w:w="3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</w:pPr>
            <w:r>
              <w:t xml:space="preserve">Картометрический метод. </w:t>
            </w:r>
            <w:proofErr w:type="spellStart"/>
            <w:r>
              <w:t>Mt</w:t>
            </w:r>
            <w:proofErr w:type="spellEnd"/>
            <w:r>
              <w:t>= 1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7E12" w:rsidRPr="001B3FAC" w:rsidRDefault="00E67E12" w:rsidP="00860DAB">
            <w:pPr>
              <w:pStyle w:val="1"/>
            </w:pPr>
            <w:r>
              <w:t xml:space="preserve">- </w:t>
            </w:r>
          </w:p>
        </w:tc>
      </w:tr>
      <w:tr w:rsidR="00E67E12" w:rsidRPr="005B4876" w:rsidTr="00860DAB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54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н18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jc w:val="center"/>
            </w:pPr>
            <w:r>
              <w:t xml:space="preserve">5385713.39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5244239.64 </w:t>
            </w:r>
          </w:p>
        </w:tc>
        <w:tc>
          <w:tcPr>
            <w:tcW w:w="3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</w:pPr>
            <w:r>
              <w:t xml:space="preserve">Картометрический метод. </w:t>
            </w:r>
            <w:proofErr w:type="spellStart"/>
            <w:r>
              <w:t>Mt</w:t>
            </w:r>
            <w:proofErr w:type="spellEnd"/>
            <w:r>
              <w:t>= 1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7E12" w:rsidRPr="001B3FAC" w:rsidRDefault="00E67E12" w:rsidP="00860DAB">
            <w:pPr>
              <w:pStyle w:val="1"/>
            </w:pPr>
            <w:r>
              <w:t xml:space="preserve">- </w:t>
            </w:r>
          </w:p>
        </w:tc>
      </w:tr>
      <w:tr w:rsidR="00E67E12" w:rsidRPr="005B4876" w:rsidTr="00860DAB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54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н19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jc w:val="center"/>
            </w:pPr>
            <w:r>
              <w:t xml:space="preserve">5385671.32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5244261.77 </w:t>
            </w:r>
          </w:p>
        </w:tc>
        <w:tc>
          <w:tcPr>
            <w:tcW w:w="3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</w:pPr>
            <w:r>
              <w:t xml:space="preserve">Картометрический метод. </w:t>
            </w:r>
            <w:proofErr w:type="spellStart"/>
            <w:r>
              <w:t>Mt</w:t>
            </w:r>
            <w:proofErr w:type="spellEnd"/>
            <w:r>
              <w:t>= 1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7E12" w:rsidRPr="001B3FAC" w:rsidRDefault="00E67E12" w:rsidP="00860DAB">
            <w:pPr>
              <w:pStyle w:val="1"/>
            </w:pPr>
            <w:r>
              <w:t xml:space="preserve">- </w:t>
            </w:r>
          </w:p>
        </w:tc>
      </w:tr>
      <w:tr w:rsidR="00E67E12" w:rsidRPr="005B4876" w:rsidTr="00860DAB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54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н20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jc w:val="center"/>
            </w:pPr>
            <w:r>
              <w:t xml:space="preserve">5385586.05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5244308.78 </w:t>
            </w:r>
          </w:p>
        </w:tc>
        <w:tc>
          <w:tcPr>
            <w:tcW w:w="3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</w:pPr>
            <w:r>
              <w:t xml:space="preserve">Картометрический метод. </w:t>
            </w:r>
            <w:proofErr w:type="spellStart"/>
            <w:r>
              <w:t>Mt</w:t>
            </w:r>
            <w:proofErr w:type="spellEnd"/>
            <w:r>
              <w:t>= 1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7E12" w:rsidRPr="001B3FAC" w:rsidRDefault="00E67E12" w:rsidP="00860DAB">
            <w:pPr>
              <w:pStyle w:val="1"/>
            </w:pPr>
            <w:r>
              <w:t xml:space="preserve">- </w:t>
            </w:r>
          </w:p>
        </w:tc>
      </w:tr>
      <w:tr w:rsidR="00E67E12" w:rsidRPr="005B4876" w:rsidTr="00860DAB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54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н21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jc w:val="center"/>
            </w:pPr>
            <w:r>
              <w:t xml:space="preserve">5385545.95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5244330.43 </w:t>
            </w:r>
          </w:p>
        </w:tc>
        <w:tc>
          <w:tcPr>
            <w:tcW w:w="3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</w:pPr>
            <w:r>
              <w:t xml:space="preserve">Картометрический метод. </w:t>
            </w:r>
            <w:proofErr w:type="spellStart"/>
            <w:r>
              <w:t>Mt</w:t>
            </w:r>
            <w:proofErr w:type="spellEnd"/>
            <w:r>
              <w:t>= 1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7E12" w:rsidRPr="001B3FAC" w:rsidRDefault="00E67E12" w:rsidP="00860DAB">
            <w:pPr>
              <w:pStyle w:val="1"/>
            </w:pPr>
            <w:r>
              <w:t xml:space="preserve">- </w:t>
            </w:r>
          </w:p>
        </w:tc>
      </w:tr>
      <w:tr w:rsidR="00E67E12" w:rsidRPr="005B4876" w:rsidTr="00860DAB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54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н22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jc w:val="center"/>
            </w:pPr>
            <w:r>
              <w:t xml:space="preserve">5385527.27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5244338.54 </w:t>
            </w:r>
          </w:p>
        </w:tc>
        <w:tc>
          <w:tcPr>
            <w:tcW w:w="3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</w:pPr>
            <w:r>
              <w:t xml:space="preserve">Картометрический метод. </w:t>
            </w:r>
            <w:proofErr w:type="spellStart"/>
            <w:r>
              <w:t>Mt</w:t>
            </w:r>
            <w:proofErr w:type="spellEnd"/>
            <w:r>
              <w:t>= 1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7E12" w:rsidRPr="001B3FAC" w:rsidRDefault="00E67E12" w:rsidP="00860DAB">
            <w:pPr>
              <w:pStyle w:val="1"/>
            </w:pPr>
            <w:r>
              <w:t xml:space="preserve">- </w:t>
            </w:r>
          </w:p>
        </w:tc>
      </w:tr>
      <w:tr w:rsidR="00E67E12" w:rsidRPr="005B4876" w:rsidTr="00860DAB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54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н23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jc w:val="center"/>
            </w:pPr>
            <w:r>
              <w:t xml:space="preserve">5385516.58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5244343.31 </w:t>
            </w:r>
          </w:p>
        </w:tc>
        <w:tc>
          <w:tcPr>
            <w:tcW w:w="3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</w:pPr>
            <w:r>
              <w:t xml:space="preserve">Картометрический метод. </w:t>
            </w:r>
            <w:proofErr w:type="spellStart"/>
            <w:r>
              <w:t>Mt</w:t>
            </w:r>
            <w:proofErr w:type="spellEnd"/>
            <w:r>
              <w:t>= 1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7E12" w:rsidRPr="001B3FAC" w:rsidRDefault="00E67E12" w:rsidP="00860DAB">
            <w:pPr>
              <w:pStyle w:val="1"/>
            </w:pPr>
            <w:r>
              <w:t xml:space="preserve">- </w:t>
            </w:r>
          </w:p>
        </w:tc>
      </w:tr>
      <w:tr w:rsidR="00E67E12" w:rsidRPr="005B4876" w:rsidTr="00860DAB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54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н24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jc w:val="center"/>
            </w:pPr>
            <w:r>
              <w:t xml:space="preserve">5385501.83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5244348.88 </w:t>
            </w:r>
          </w:p>
        </w:tc>
        <w:tc>
          <w:tcPr>
            <w:tcW w:w="3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</w:pPr>
            <w:r>
              <w:t xml:space="preserve">Картометрический метод. </w:t>
            </w:r>
            <w:proofErr w:type="spellStart"/>
            <w:r>
              <w:t>Mt</w:t>
            </w:r>
            <w:proofErr w:type="spellEnd"/>
            <w:r>
              <w:t>= 1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7E12" w:rsidRPr="001B3FAC" w:rsidRDefault="00E67E12" w:rsidP="00860DAB">
            <w:pPr>
              <w:pStyle w:val="1"/>
            </w:pPr>
            <w:r>
              <w:t xml:space="preserve">- </w:t>
            </w:r>
          </w:p>
        </w:tc>
      </w:tr>
      <w:tr w:rsidR="00E67E12" w:rsidRPr="005B4876" w:rsidTr="00860DAB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54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н25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jc w:val="center"/>
            </w:pPr>
            <w:r>
              <w:t xml:space="preserve">5385486.73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5244353.57 </w:t>
            </w:r>
          </w:p>
        </w:tc>
        <w:tc>
          <w:tcPr>
            <w:tcW w:w="3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</w:pPr>
            <w:r>
              <w:t xml:space="preserve">Картометрический метод. </w:t>
            </w:r>
            <w:proofErr w:type="spellStart"/>
            <w:r>
              <w:t>Mt</w:t>
            </w:r>
            <w:proofErr w:type="spellEnd"/>
            <w:r>
              <w:t>= 1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7E12" w:rsidRPr="001B3FAC" w:rsidRDefault="00E67E12" w:rsidP="00860DAB">
            <w:pPr>
              <w:pStyle w:val="1"/>
            </w:pPr>
            <w:r>
              <w:t xml:space="preserve">- </w:t>
            </w:r>
          </w:p>
        </w:tc>
      </w:tr>
      <w:tr w:rsidR="00E67E12" w:rsidRPr="005B4876" w:rsidTr="00860DAB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54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н26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jc w:val="center"/>
            </w:pPr>
            <w:r>
              <w:t xml:space="preserve">5385474.19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5244356.24 </w:t>
            </w:r>
          </w:p>
        </w:tc>
        <w:tc>
          <w:tcPr>
            <w:tcW w:w="3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</w:pPr>
            <w:r>
              <w:t xml:space="preserve">Картометрический метод. </w:t>
            </w:r>
            <w:proofErr w:type="spellStart"/>
            <w:r>
              <w:t>Mt</w:t>
            </w:r>
            <w:proofErr w:type="spellEnd"/>
            <w:r>
              <w:t>= 1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7E12" w:rsidRPr="001B3FAC" w:rsidRDefault="00E67E12" w:rsidP="00860DAB">
            <w:pPr>
              <w:pStyle w:val="1"/>
            </w:pPr>
            <w:r>
              <w:t xml:space="preserve">- </w:t>
            </w:r>
          </w:p>
        </w:tc>
      </w:tr>
      <w:tr w:rsidR="00E67E12" w:rsidRPr="005B4876" w:rsidTr="00860DAB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54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н27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jc w:val="center"/>
            </w:pPr>
            <w:r>
              <w:t xml:space="preserve">5385460.20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5244359.22 </w:t>
            </w:r>
          </w:p>
        </w:tc>
        <w:tc>
          <w:tcPr>
            <w:tcW w:w="3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</w:pPr>
            <w:r>
              <w:t xml:space="preserve">Картометрический метод. </w:t>
            </w:r>
            <w:proofErr w:type="spellStart"/>
            <w:r>
              <w:t>Mt</w:t>
            </w:r>
            <w:proofErr w:type="spellEnd"/>
            <w:r>
              <w:t>= 1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7E12" w:rsidRPr="001B3FAC" w:rsidRDefault="00E67E12" w:rsidP="00860DAB">
            <w:pPr>
              <w:pStyle w:val="1"/>
            </w:pPr>
            <w:r>
              <w:t xml:space="preserve">- </w:t>
            </w:r>
          </w:p>
        </w:tc>
      </w:tr>
      <w:tr w:rsidR="00E67E12" w:rsidRPr="005B4876" w:rsidTr="00860DAB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54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н28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jc w:val="center"/>
            </w:pPr>
            <w:r>
              <w:t xml:space="preserve">5385439.62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5244361.71 </w:t>
            </w:r>
          </w:p>
        </w:tc>
        <w:tc>
          <w:tcPr>
            <w:tcW w:w="3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</w:pPr>
            <w:r>
              <w:t xml:space="preserve">Картометрический метод. </w:t>
            </w:r>
            <w:proofErr w:type="spellStart"/>
            <w:r>
              <w:t>Mt</w:t>
            </w:r>
            <w:proofErr w:type="spellEnd"/>
            <w:r>
              <w:t>= 1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7E12" w:rsidRPr="001B3FAC" w:rsidRDefault="00E67E12" w:rsidP="00860DAB">
            <w:pPr>
              <w:pStyle w:val="1"/>
            </w:pPr>
            <w:r>
              <w:t xml:space="preserve">- </w:t>
            </w:r>
          </w:p>
        </w:tc>
      </w:tr>
      <w:tr w:rsidR="00E67E12" w:rsidRPr="005B4876" w:rsidTr="00860DAB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54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н29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jc w:val="center"/>
            </w:pPr>
            <w:r>
              <w:t xml:space="preserve">5385423.38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5244361.87 </w:t>
            </w:r>
          </w:p>
        </w:tc>
        <w:tc>
          <w:tcPr>
            <w:tcW w:w="3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</w:pPr>
            <w:r>
              <w:t xml:space="preserve">Картометрический метод. </w:t>
            </w:r>
            <w:proofErr w:type="spellStart"/>
            <w:r>
              <w:t>Mt</w:t>
            </w:r>
            <w:proofErr w:type="spellEnd"/>
            <w:r>
              <w:t>= 1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7E12" w:rsidRPr="001B3FAC" w:rsidRDefault="00E67E12" w:rsidP="00860DAB">
            <w:pPr>
              <w:pStyle w:val="1"/>
            </w:pPr>
            <w:r>
              <w:t xml:space="preserve">- </w:t>
            </w:r>
          </w:p>
        </w:tc>
      </w:tr>
      <w:tr w:rsidR="00E67E12" w:rsidRPr="005B4876" w:rsidTr="00860DAB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54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н30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jc w:val="center"/>
            </w:pPr>
            <w:r>
              <w:t xml:space="preserve">5385398.40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5244361.66 </w:t>
            </w:r>
          </w:p>
        </w:tc>
        <w:tc>
          <w:tcPr>
            <w:tcW w:w="3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</w:pPr>
            <w:r>
              <w:t xml:space="preserve">Картометрический метод. </w:t>
            </w:r>
            <w:proofErr w:type="spellStart"/>
            <w:r>
              <w:t>Mt</w:t>
            </w:r>
            <w:proofErr w:type="spellEnd"/>
            <w:r>
              <w:t>= 1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7E12" w:rsidRPr="001B3FAC" w:rsidRDefault="00E67E12" w:rsidP="00860DAB">
            <w:pPr>
              <w:pStyle w:val="1"/>
            </w:pPr>
            <w:r>
              <w:t xml:space="preserve">- </w:t>
            </w:r>
          </w:p>
        </w:tc>
      </w:tr>
      <w:tr w:rsidR="00E67E12" w:rsidRPr="005B4876" w:rsidTr="00860DAB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54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н31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jc w:val="center"/>
            </w:pPr>
            <w:r>
              <w:t xml:space="preserve">5385365.48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5244357.63 </w:t>
            </w:r>
          </w:p>
        </w:tc>
        <w:tc>
          <w:tcPr>
            <w:tcW w:w="3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</w:pPr>
            <w:r>
              <w:t xml:space="preserve">Картометрический метод. </w:t>
            </w:r>
            <w:proofErr w:type="spellStart"/>
            <w:r>
              <w:t>Mt</w:t>
            </w:r>
            <w:proofErr w:type="spellEnd"/>
            <w:r>
              <w:t>= 1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7E12" w:rsidRPr="001B3FAC" w:rsidRDefault="00E67E12" w:rsidP="00860DAB">
            <w:pPr>
              <w:pStyle w:val="1"/>
            </w:pPr>
            <w:r>
              <w:t xml:space="preserve">- </w:t>
            </w:r>
          </w:p>
        </w:tc>
      </w:tr>
      <w:tr w:rsidR="00E67E12" w:rsidRPr="005B4876" w:rsidTr="00860DAB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54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н32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jc w:val="center"/>
            </w:pPr>
            <w:r>
              <w:t xml:space="preserve">5385320.29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5244351.76 </w:t>
            </w:r>
          </w:p>
        </w:tc>
        <w:tc>
          <w:tcPr>
            <w:tcW w:w="3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</w:pPr>
            <w:r>
              <w:t xml:space="preserve">Картометрический метод. </w:t>
            </w:r>
            <w:proofErr w:type="spellStart"/>
            <w:r>
              <w:t>Mt</w:t>
            </w:r>
            <w:proofErr w:type="spellEnd"/>
            <w:r>
              <w:t>= 1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7E12" w:rsidRPr="001B3FAC" w:rsidRDefault="00E67E12" w:rsidP="00860DAB">
            <w:pPr>
              <w:pStyle w:val="1"/>
            </w:pPr>
            <w:r>
              <w:t xml:space="preserve">- </w:t>
            </w:r>
          </w:p>
        </w:tc>
      </w:tr>
      <w:tr w:rsidR="00E67E12" w:rsidRPr="005B4876" w:rsidTr="00860DAB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54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н33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jc w:val="center"/>
            </w:pPr>
            <w:r>
              <w:t xml:space="preserve">5385266.42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5244343.10 </w:t>
            </w:r>
          </w:p>
        </w:tc>
        <w:tc>
          <w:tcPr>
            <w:tcW w:w="3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</w:pPr>
            <w:r>
              <w:t xml:space="preserve">Картометрический метод. </w:t>
            </w:r>
            <w:proofErr w:type="spellStart"/>
            <w:r>
              <w:t>Mt</w:t>
            </w:r>
            <w:proofErr w:type="spellEnd"/>
            <w:r>
              <w:t>= 1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7E12" w:rsidRPr="001B3FAC" w:rsidRDefault="00E67E12" w:rsidP="00860DAB">
            <w:pPr>
              <w:pStyle w:val="1"/>
            </w:pPr>
            <w:r>
              <w:t xml:space="preserve">- </w:t>
            </w:r>
          </w:p>
        </w:tc>
      </w:tr>
      <w:tr w:rsidR="00E67E12" w:rsidRPr="005B4876" w:rsidTr="00860DAB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54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lastRenderedPageBreak/>
              <w:t xml:space="preserve">н34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jc w:val="center"/>
            </w:pPr>
            <w:r>
              <w:t xml:space="preserve">5385237.20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5244340.89 </w:t>
            </w:r>
          </w:p>
        </w:tc>
        <w:tc>
          <w:tcPr>
            <w:tcW w:w="3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</w:pPr>
            <w:r>
              <w:t xml:space="preserve">Картометрический метод. </w:t>
            </w:r>
            <w:proofErr w:type="spellStart"/>
            <w:r>
              <w:t>Mt</w:t>
            </w:r>
            <w:proofErr w:type="spellEnd"/>
            <w:r>
              <w:t>= 1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7E12" w:rsidRPr="001B3FAC" w:rsidRDefault="00E67E12" w:rsidP="00860DAB">
            <w:pPr>
              <w:pStyle w:val="1"/>
            </w:pPr>
            <w:r>
              <w:t xml:space="preserve">- </w:t>
            </w:r>
          </w:p>
        </w:tc>
      </w:tr>
      <w:tr w:rsidR="00E67E12" w:rsidRPr="005B4876" w:rsidTr="00860DAB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54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н35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jc w:val="center"/>
            </w:pPr>
            <w:r>
              <w:t xml:space="preserve">5385148.25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5244329.01 </w:t>
            </w:r>
          </w:p>
        </w:tc>
        <w:tc>
          <w:tcPr>
            <w:tcW w:w="3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</w:pPr>
            <w:r>
              <w:t xml:space="preserve">Картометрический метод. </w:t>
            </w:r>
            <w:proofErr w:type="spellStart"/>
            <w:r>
              <w:t>Mt</w:t>
            </w:r>
            <w:proofErr w:type="spellEnd"/>
            <w:r>
              <w:t>= 1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7E12" w:rsidRPr="001B3FAC" w:rsidRDefault="00E67E12" w:rsidP="00860DAB">
            <w:pPr>
              <w:pStyle w:val="1"/>
            </w:pPr>
            <w:r>
              <w:t xml:space="preserve">- </w:t>
            </w:r>
          </w:p>
        </w:tc>
      </w:tr>
      <w:tr w:rsidR="00E67E12" w:rsidRPr="005B4876" w:rsidTr="00860DAB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54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н36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jc w:val="center"/>
            </w:pPr>
            <w:r>
              <w:t xml:space="preserve">5385042.08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5244313.11 </w:t>
            </w:r>
          </w:p>
        </w:tc>
        <w:tc>
          <w:tcPr>
            <w:tcW w:w="3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</w:pPr>
            <w:r>
              <w:t xml:space="preserve">Картометрический метод. </w:t>
            </w:r>
            <w:proofErr w:type="spellStart"/>
            <w:r>
              <w:t>Mt</w:t>
            </w:r>
            <w:proofErr w:type="spellEnd"/>
            <w:r>
              <w:t>= 1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7E12" w:rsidRPr="001B3FAC" w:rsidRDefault="00E67E12" w:rsidP="00860DAB">
            <w:pPr>
              <w:pStyle w:val="1"/>
            </w:pPr>
            <w:r>
              <w:t xml:space="preserve">- </w:t>
            </w:r>
          </w:p>
        </w:tc>
      </w:tr>
      <w:tr w:rsidR="00E67E12" w:rsidRPr="005B4876" w:rsidTr="00860DAB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54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н37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jc w:val="center"/>
            </w:pPr>
            <w:r>
              <w:t xml:space="preserve">5384997.43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5244306.74 </w:t>
            </w:r>
          </w:p>
        </w:tc>
        <w:tc>
          <w:tcPr>
            <w:tcW w:w="3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</w:pPr>
            <w:r>
              <w:t xml:space="preserve">Картометрический метод. </w:t>
            </w:r>
            <w:proofErr w:type="spellStart"/>
            <w:r>
              <w:t>Mt</w:t>
            </w:r>
            <w:proofErr w:type="spellEnd"/>
            <w:r>
              <w:t>= 1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7E12" w:rsidRPr="001B3FAC" w:rsidRDefault="00E67E12" w:rsidP="00860DAB">
            <w:pPr>
              <w:pStyle w:val="1"/>
            </w:pPr>
            <w:r>
              <w:t xml:space="preserve">- </w:t>
            </w:r>
          </w:p>
        </w:tc>
      </w:tr>
      <w:tr w:rsidR="00E67E12" w:rsidRPr="005B4876" w:rsidTr="00860DAB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54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н38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jc w:val="center"/>
            </w:pPr>
            <w:r>
              <w:t xml:space="preserve">5384984.71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5244304.90 </w:t>
            </w:r>
          </w:p>
        </w:tc>
        <w:tc>
          <w:tcPr>
            <w:tcW w:w="3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</w:pPr>
            <w:r>
              <w:t xml:space="preserve">Картометрический метод. </w:t>
            </w:r>
            <w:proofErr w:type="spellStart"/>
            <w:r>
              <w:t>Mt</w:t>
            </w:r>
            <w:proofErr w:type="spellEnd"/>
            <w:r>
              <w:t>= 1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7E12" w:rsidRPr="001B3FAC" w:rsidRDefault="00E67E12" w:rsidP="00860DAB">
            <w:pPr>
              <w:pStyle w:val="1"/>
            </w:pPr>
            <w:r>
              <w:t xml:space="preserve">- </w:t>
            </w:r>
          </w:p>
        </w:tc>
      </w:tr>
      <w:tr w:rsidR="00E67E12" w:rsidRPr="005B4876" w:rsidTr="00860DAB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54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н39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jc w:val="center"/>
            </w:pPr>
            <w:r>
              <w:t xml:space="preserve">5384953.19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5244300.36 </w:t>
            </w:r>
          </w:p>
        </w:tc>
        <w:tc>
          <w:tcPr>
            <w:tcW w:w="3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</w:pPr>
            <w:r>
              <w:t xml:space="preserve">Картометрический метод. </w:t>
            </w:r>
            <w:proofErr w:type="spellStart"/>
            <w:r>
              <w:t>Mt</w:t>
            </w:r>
            <w:proofErr w:type="spellEnd"/>
            <w:r>
              <w:t>= 1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7E12" w:rsidRPr="001B3FAC" w:rsidRDefault="00E67E12" w:rsidP="00860DAB">
            <w:pPr>
              <w:pStyle w:val="1"/>
            </w:pPr>
            <w:r>
              <w:t xml:space="preserve">- </w:t>
            </w:r>
          </w:p>
        </w:tc>
      </w:tr>
      <w:tr w:rsidR="00E67E12" w:rsidRPr="005B4876" w:rsidTr="00860DAB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54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н40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jc w:val="center"/>
            </w:pPr>
            <w:r>
              <w:t xml:space="preserve">5384932.38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5244295.05 </w:t>
            </w:r>
          </w:p>
        </w:tc>
        <w:tc>
          <w:tcPr>
            <w:tcW w:w="3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</w:pPr>
            <w:r>
              <w:t xml:space="preserve">Картометрический метод. </w:t>
            </w:r>
            <w:proofErr w:type="spellStart"/>
            <w:r>
              <w:t>Mt</w:t>
            </w:r>
            <w:proofErr w:type="spellEnd"/>
            <w:r>
              <w:t>= 1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7E12" w:rsidRPr="001B3FAC" w:rsidRDefault="00E67E12" w:rsidP="00860DAB">
            <w:pPr>
              <w:pStyle w:val="1"/>
            </w:pPr>
            <w:r>
              <w:t xml:space="preserve">- </w:t>
            </w:r>
          </w:p>
        </w:tc>
      </w:tr>
      <w:tr w:rsidR="00E67E12" w:rsidRPr="005B4876" w:rsidTr="00860DAB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54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н41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jc w:val="center"/>
            </w:pPr>
            <w:r>
              <w:t xml:space="preserve">5384930.65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5244301.26 </w:t>
            </w:r>
          </w:p>
        </w:tc>
        <w:tc>
          <w:tcPr>
            <w:tcW w:w="3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</w:pPr>
            <w:r>
              <w:t xml:space="preserve">Картометрический метод. </w:t>
            </w:r>
            <w:proofErr w:type="spellStart"/>
            <w:r>
              <w:t>Mt</w:t>
            </w:r>
            <w:proofErr w:type="spellEnd"/>
            <w:r>
              <w:t>= 1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7E12" w:rsidRPr="001B3FAC" w:rsidRDefault="00E67E12" w:rsidP="00860DAB">
            <w:pPr>
              <w:pStyle w:val="1"/>
            </w:pPr>
            <w:r>
              <w:t xml:space="preserve">- </w:t>
            </w:r>
          </w:p>
        </w:tc>
      </w:tr>
      <w:tr w:rsidR="00E67E12" w:rsidRPr="005B4876" w:rsidTr="00860DAB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54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н42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jc w:val="center"/>
            </w:pPr>
            <w:r>
              <w:t xml:space="preserve">5384921.23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5244336.24 </w:t>
            </w:r>
          </w:p>
        </w:tc>
        <w:tc>
          <w:tcPr>
            <w:tcW w:w="3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</w:pPr>
            <w:r>
              <w:t xml:space="preserve">Картометрический метод. </w:t>
            </w:r>
            <w:proofErr w:type="spellStart"/>
            <w:r>
              <w:t>Mt</w:t>
            </w:r>
            <w:proofErr w:type="spellEnd"/>
            <w:r>
              <w:t>= 1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7E12" w:rsidRPr="001B3FAC" w:rsidRDefault="00E67E12" w:rsidP="00860DAB">
            <w:pPr>
              <w:pStyle w:val="1"/>
            </w:pPr>
            <w:r>
              <w:t xml:space="preserve">- </w:t>
            </w:r>
          </w:p>
        </w:tc>
      </w:tr>
      <w:tr w:rsidR="00E67E12" w:rsidRPr="005B4876" w:rsidTr="00860DAB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54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н43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jc w:val="center"/>
            </w:pPr>
            <w:r>
              <w:t xml:space="preserve">5384917.44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5244356.88 </w:t>
            </w:r>
          </w:p>
        </w:tc>
        <w:tc>
          <w:tcPr>
            <w:tcW w:w="3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</w:pPr>
            <w:r>
              <w:t xml:space="preserve">Картометрический метод. </w:t>
            </w:r>
            <w:proofErr w:type="spellStart"/>
            <w:r>
              <w:t>Mt</w:t>
            </w:r>
            <w:proofErr w:type="spellEnd"/>
            <w:r>
              <w:t>= 1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7E12" w:rsidRPr="001B3FAC" w:rsidRDefault="00E67E12" w:rsidP="00860DAB">
            <w:pPr>
              <w:pStyle w:val="1"/>
            </w:pPr>
            <w:r>
              <w:t xml:space="preserve">- </w:t>
            </w:r>
          </w:p>
        </w:tc>
      </w:tr>
      <w:tr w:rsidR="00E67E12" w:rsidRPr="005B4876" w:rsidTr="00860DAB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54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н44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jc w:val="center"/>
            </w:pPr>
            <w:r>
              <w:t xml:space="preserve">5384914.11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5244378.02 </w:t>
            </w:r>
          </w:p>
        </w:tc>
        <w:tc>
          <w:tcPr>
            <w:tcW w:w="3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</w:pPr>
            <w:r>
              <w:t xml:space="preserve">Картометрический метод. </w:t>
            </w:r>
            <w:proofErr w:type="spellStart"/>
            <w:r>
              <w:t>Mt</w:t>
            </w:r>
            <w:proofErr w:type="spellEnd"/>
            <w:r>
              <w:t>= 1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7E12" w:rsidRPr="001B3FAC" w:rsidRDefault="00E67E12" w:rsidP="00860DAB">
            <w:pPr>
              <w:pStyle w:val="1"/>
            </w:pPr>
            <w:r>
              <w:t xml:space="preserve">- </w:t>
            </w:r>
          </w:p>
        </w:tc>
      </w:tr>
      <w:tr w:rsidR="00E67E12" w:rsidRPr="005B4876" w:rsidTr="00860DAB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54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н45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jc w:val="center"/>
            </w:pPr>
            <w:r>
              <w:t xml:space="preserve">5384913.06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5244390.43 </w:t>
            </w:r>
          </w:p>
        </w:tc>
        <w:tc>
          <w:tcPr>
            <w:tcW w:w="3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</w:pPr>
            <w:r>
              <w:t xml:space="preserve">Картометрический метод. </w:t>
            </w:r>
            <w:proofErr w:type="spellStart"/>
            <w:r>
              <w:t>Mt</w:t>
            </w:r>
            <w:proofErr w:type="spellEnd"/>
            <w:r>
              <w:t>= 1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7E12" w:rsidRPr="001B3FAC" w:rsidRDefault="00E67E12" w:rsidP="00860DAB">
            <w:pPr>
              <w:pStyle w:val="1"/>
            </w:pPr>
            <w:r>
              <w:t xml:space="preserve">- </w:t>
            </w:r>
          </w:p>
        </w:tc>
      </w:tr>
      <w:tr w:rsidR="00E67E12" w:rsidRPr="005B4876" w:rsidTr="00860DAB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54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н46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jc w:val="center"/>
            </w:pPr>
            <w:r>
              <w:t xml:space="preserve">5384905.43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5244391.21 </w:t>
            </w:r>
          </w:p>
        </w:tc>
        <w:tc>
          <w:tcPr>
            <w:tcW w:w="3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</w:pPr>
            <w:r>
              <w:t xml:space="preserve">Картометрический метод. </w:t>
            </w:r>
            <w:proofErr w:type="spellStart"/>
            <w:r>
              <w:t>Mt</w:t>
            </w:r>
            <w:proofErr w:type="spellEnd"/>
            <w:r>
              <w:t>= 1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7E12" w:rsidRPr="001B3FAC" w:rsidRDefault="00E67E12" w:rsidP="00860DAB">
            <w:pPr>
              <w:pStyle w:val="1"/>
            </w:pPr>
            <w:r>
              <w:t xml:space="preserve">- </w:t>
            </w:r>
          </w:p>
        </w:tc>
      </w:tr>
      <w:tr w:rsidR="00E67E12" w:rsidRPr="005B4876" w:rsidTr="00860DAB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54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н47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jc w:val="center"/>
            </w:pPr>
            <w:r>
              <w:t xml:space="preserve">5384899.26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5244390.44 </w:t>
            </w:r>
          </w:p>
        </w:tc>
        <w:tc>
          <w:tcPr>
            <w:tcW w:w="3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</w:pPr>
            <w:r>
              <w:t xml:space="preserve">Картометрический метод. </w:t>
            </w:r>
            <w:proofErr w:type="spellStart"/>
            <w:r>
              <w:t>Mt</w:t>
            </w:r>
            <w:proofErr w:type="spellEnd"/>
            <w:r>
              <w:t>= 1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7E12" w:rsidRPr="001B3FAC" w:rsidRDefault="00E67E12" w:rsidP="00860DAB">
            <w:pPr>
              <w:pStyle w:val="1"/>
            </w:pPr>
            <w:r>
              <w:t xml:space="preserve">- </w:t>
            </w:r>
          </w:p>
        </w:tc>
      </w:tr>
      <w:tr w:rsidR="00E67E12" w:rsidRPr="005B4876" w:rsidTr="00860DAB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54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н48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jc w:val="center"/>
            </w:pPr>
            <w:r>
              <w:t xml:space="preserve">5384868.33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5244384.62 </w:t>
            </w:r>
          </w:p>
        </w:tc>
        <w:tc>
          <w:tcPr>
            <w:tcW w:w="3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</w:pPr>
            <w:r>
              <w:t xml:space="preserve">Картометрический метод. </w:t>
            </w:r>
            <w:proofErr w:type="spellStart"/>
            <w:r>
              <w:t>Mt</w:t>
            </w:r>
            <w:proofErr w:type="spellEnd"/>
            <w:r>
              <w:t>= 1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7E12" w:rsidRPr="001B3FAC" w:rsidRDefault="00E67E12" w:rsidP="00860DAB">
            <w:pPr>
              <w:pStyle w:val="1"/>
            </w:pPr>
            <w:r>
              <w:t xml:space="preserve">- </w:t>
            </w:r>
          </w:p>
        </w:tc>
      </w:tr>
      <w:tr w:rsidR="00E67E12" w:rsidRPr="005B4876" w:rsidTr="00860DAB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54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н49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jc w:val="center"/>
            </w:pPr>
            <w:r>
              <w:t xml:space="preserve">5384731.44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5244361.21 </w:t>
            </w:r>
          </w:p>
        </w:tc>
        <w:tc>
          <w:tcPr>
            <w:tcW w:w="3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</w:pPr>
            <w:r>
              <w:t xml:space="preserve">Картометрический метод. </w:t>
            </w:r>
            <w:proofErr w:type="spellStart"/>
            <w:r>
              <w:t>Mt</w:t>
            </w:r>
            <w:proofErr w:type="spellEnd"/>
            <w:r>
              <w:t>= 1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7E12" w:rsidRPr="001B3FAC" w:rsidRDefault="00E67E12" w:rsidP="00860DAB">
            <w:pPr>
              <w:pStyle w:val="1"/>
            </w:pPr>
            <w:r>
              <w:t xml:space="preserve">- </w:t>
            </w:r>
          </w:p>
        </w:tc>
      </w:tr>
      <w:tr w:rsidR="00E67E12" w:rsidRPr="005B4876" w:rsidTr="00860DAB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54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н50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jc w:val="center"/>
            </w:pPr>
            <w:r>
              <w:t xml:space="preserve">5384716.21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5244358.66 </w:t>
            </w:r>
          </w:p>
        </w:tc>
        <w:tc>
          <w:tcPr>
            <w:tcW w:w="3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</w:pPr>
            <w:r>
              <w:t xml:space="preserve">Картометрический метод. </w:t>
            </w:r>
            <w:proofErr w:type="spellStart"/>
            <w:r>
              <w:t>Mt</w:t>
            </w:r>
            <w:proofErr w:type="spellEnd"/>
            <w:r>
              <w:t>= 1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7E12" w:rsidRPr="001B3FAC" w:rsidRDefault="00E67E12" w:rsidP="00860DAB">
            <w:pPr>
              <w:pStyle w:val="1"/>
            </w:pPr>
            <w:r>
              <w:t xml:space="preserve">- </w:t>
            </w:r>
          </w:p>
        </w:tc>
      </w:tr>
      <w:tr w:rsidR="00E67E12" w:rsidRPr="005B4876" w:rsidTr="00860DAB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54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н51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jc w:val="center"/>
            </w:pPr>
            <w:r>
              <w:t xml:space="preserve">5384704.70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5244358.62 </w:t>
            </w:r>
          </w:p>
        </w:tc>
        <w:tc>
          <w:tcPr>
            <w:tcW w:w="3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</w:pPr>
            <w:r>
              <w:t xml:space="preserve">Картометрический метод. </w:t>
            </w:r>
            <w:proofErr w:type="spellStart"/>
            <w:r>
              <w:t>Mt</w:t>
            </w:r>
            <w:proofErr w:type="spellEnd"/>
            <w:r>
              <w:t>= 1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7E12" w:rsidRPr="001B3FAC" w:rsidRDefault="00E67E12" w:rsidP="00860DAB">
            <w:pPr>
              <w:pStyle w:val="1"/>
            </w:pPr>
            <w:r>
              <w:t xml:space="preserve">- </w:t>
            </w:r>
          </w:p>
        </w:tc>
      </w:tr>
      <w:tr w:rsidR="00E67E12" w:rsidRPr="005B4876" w:rsidTr="00860DAB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54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н52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jc w:val="center"/>
            </w:pPr>
            <w:r>
              <w:t xml:space="preserve">5384696.73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5244361.60 </w:t>
            </w:r>
          </w:p>
        </w:tc>
        <w:tc>
          <w:tcPr>
            <w:tcW w:w="3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</w:pPr>
            <w:r>
              <w:t xml:space="preserve">Картометрический метод. </w:t>
            </w:r>
            <w:proofErr w:type="spellStart"/>
            <w:r>
              <w:t>Mt</w:t>
            </w:r>
            <w:proofErr w:type="spellEnd"/>
            <w:r>
              <w:t>= 1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7E12" w:rsidRPr="001B3FAC" w:rsidRDefault="00E67E12" w:rsidP="00860DAB">
            <w:pPr>
              <w:pStyle w:val="1"/>
            </w:pPr>
            <w:r>
              <w:t xml:space="preserve">- </w:t>
            </w:r>
          </w:p>
        </w:tc>
      </w:tr>
      <w:tr w:rsidR="00E67E12" w:rsidRPr="005B4876" w:rsidTr="00860DAB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54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н53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jc w:val="center"/>
            </w:pPr>
            <w:r>
              <w:t xml:space="preserve">5384686.62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5244363.32 </w:t>
            </w:r>
          </w:p>
        </w:tc>
        <w:tc>
          <w:tcPr>
            <w:tcW w:w="3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</w:pPr>
            <w:r>
              <w:t xml:space="preserve">Картометрический метод. </w:t>
            </w:r>
            <w:proofErr w:type="spellStart"/>
            <w:r>
              <w:t>Mt</w:t>
            </w:r>
            <w:proofErr w:type="spellEnd"/>
            <w:r>
              <w:t>= 1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7E12" w:rsidRPr="001B3FAC" w:rsidRDefault="00E67E12" w:rsidP="00860DAB">
            <w:pPr>
              <w:pStyle w:val="1"/>
            </w:pPr>
            <w:r>
              <w:t xml:space="preserve">- </w:t>
            </w:r>
          </w:p>
        </w:tc>
      </w:tr>
      <w:tr w:rsidR="00E67E12" w:rsidRPr="005B4876" w:rsidTr="00860DAB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54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н54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jc w:val="center"/>
            </w:pPr>
            <w:r>
              <w:t xml:space="preserve">5384675.12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5244358.85 </w:t>
            </w:r>
          </w:p>
        </w:tc>
        <w:tc>
          <w:tcPr>
            <w:tcW w:w="3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</w:pPr>
            <w:r>
              <w:t xml:space="preserve">Картометрический метод. </w:t>
            </w:r>
            <w:proofErr w:type="spellStart"/>
            <w:r>
              <w:t>Mt</w:t>
            </w:r>
            <w:proofErr w:type="spellEnd"/>
            <w:r>
              <w:t>= 1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7E12" w:rsidRPr="001B3FAC" w:rsidRDefault="00E67E12" w:rsidP="00860DAB">
            <w:pPr>
              <w:pStyle w:val="1"/>
            </w:pPr>
            <w:r>
              <w:t xml:space="preserve">- </w:t>
            </w:r>
          </w:p>
        </w:tc>
      </w:tr>
      <w:tr w:rsidR="00E67E12" w:rsidRPr="005B4876" w:rsidTr="00860DAB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54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н55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jc w:val="center"/>
            </w:pPr>
            <w:r>
              <w:t xml:space="preserve">5384671.70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5244356.87 </w:t>
            </w:r>
          </w:p>
        </w:tc>
        <w:tc>
          <w:tcPr>
            <w:tcW w:w="3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</w:pPr>
            <w:r>
              <w:t xml:space="preserve">Картометрический метод. </w:t>
            </w:r>
            <w:proofErr w:type="spellStart"/>
            <w:r>
              <w:t>Mt</w:t>
            </w:r>
            <w:proofErr w:type="spellEnd"/>
            <w:r>
              <w:t>= 1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7E12" w:rsidRPr="001B3FAC" w:rsidRDefault="00E67E12" w:rsidP="00860DAB">
            <w:pPr>
              <w:pStyle w:val="1"/>
            </w:pPr>
            <w:r>
              <w:t xml:space="preserve">- </w:t>
            </w:r>
          </w:p>
        </w:tc>
      </w:tr>
      <w:tr w:rsidR="00E67E12" w:rsidRPr="005B4876" w:rsidTr="00860DAB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54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н56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jc w:val="center"/>
            </w:pPr>
            <w:r>
              <w:t xml:space="preserve">5384384.10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5244322.89 </w:t>
            </w:r>
          </w:p>
        </w:tc>
        <w:tc>
          <w:tcPr>
            <w:tcW w:w="3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</w:pPr>
            <w:r>
              <w:t xml:space="preserve">Картометрический метод. </w:t>
            </w:r>
            <w:proofErr w:type="spellStart"/>
            <w:r>
              <w:t>Mt</w:t>
            </w:r>
            <w:proofErr w:type="spellEnd"/>
            <w:r>
              <w:t>= 1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7E12" w:rsidRPr="001B3FAC" w:rsidRDefault="00E67E12" w:rsidP="00860DAB">
            <w:pPr>
              <w:pStyle w:val="1"/>
            </w:pPr>
            <w:r>
              <w:t xml:space="preserve">- </w:t>
            </w:r>
          </w:p>
        </w:tc>
      </w:tr>
      <w:tr w:rsidR="00E67E12" w:rsidRPr="005B4876" w:rsidTr="00860DAB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54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н57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jc w:val="center"/>
            </w:pPr>
            <w:r>
              <w:t xml:space="preserve">5384226.90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5244273.64 </w:t>
            </w:r>
          </w:p>
        </w:tc>
        <w:tc>
          <w:tcPr>
            <w:tcW w:w="3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</w:pPr>
            <w:r>
              <w:t xml:space="preserve">Картометрический метод. </w:t>
            </w:r>
            <w:proofErr w:type="spellStart"/>
            <w:r>
              <w:t>Mt</w:t>
            </w:r>
            <w:proofErr w:type="spellEnd"/>
            <w:r>
              <w:t>= 1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7E12" w:rsidRPr="001B3FAC" w:rsidRDefault="00E67E12" w:rsidP="00860DAB">
            <w:pPr>
              <w:pStyle w:val="1"/>
            </w:pPr>
            <w:r>
              <w:t xml:space="preserve">- </w:t>
            </w:r>
          </w:p>
        </w:tc>
      </w:tr>
      <w:tr w:rsidR="00E67E12" w:rsidRPr="005B4876" w:rsidTr="00860DAB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54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н58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jc w:val="center"/>
            </w:pPr>
            <w:r>
              <w:t xml:space="preserve">5384207.52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5244262.45 </w:t>
            </w:r>
          </w:p>
        </w:tc>
        <w:tc>
          <w:tcPr>
            <w:tcW w:w="3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</w:pPr>
            <w:r>
              <w:t xml:space="preserve">Картометрический метод. </w:t>
            </w:r>
            <w:proofErr w:type="spellStart"/>
            <w:r>
              <w:t>Mt</w:t>
            </w:r>
            <w:proofErr w:type="spellEnd"/>
            <w:r>
              <w:t>= 1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7E12" w:rsidRPr="001B3FAC" w:rsidRDefault="00E67E12" w:rsidP="00860DAB">
            <w:pPr>
              <w:pStyle w:val="1"/>
            </w:pPr>
            <w:r>
              <w:t xml:space="preserve">- </w:t>
            </w:r>
          </w:p>
        </w:tc>
      </w:tr>
      <w:tr w:rsidR="00E67E12" w:rsidRPr="005B4876" w:rsidTr="00860DAB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54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н59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jc w:val="center"/>
            </w:pPr>
            <w:r>
              <w:t xml:space="preserve">5384200.04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5244258.38 </w:t>
            </w:r>
          </w:p>
        </w:tc>
        <w:tc>
          <w:tcPr>
            <w:tcW w:w="3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</w:pPr>
            <w:r>
              <w:t xml:space="preserve">Картометрический метод. </w:t>
            </w:r>
            <w:proofErr w:type="spellStart"/>
            <w:r>
              <w:t>Mt</w:t>
            </w:r>
            <w:proofErr w:type="spellEnd"/>
            <w:r>
              <w:t>= 1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7E12" w:rsidRPr="001B3FAC" w:rsidRDefault="00E67E12" w:rsidP="00860DAB">
            <w:pPr>
              <w:pStyle w:val="1"/>
            </w:pPr>
            <w:r>
              <w:t xml:space="preserve">- </w:t>
            </w:r>
          </w:p>
        </w:tc>
      </w:tr>
      <w:tr w:rsidR="00E67E12" w:rsidRPr="005B4876" w:rsidTr="00860DAB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54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н60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jc w:val="center"/>
            </w:pPr>
            <w:r>
              <w:t xml:space="preserve">5384192.12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5244247.90 </w:t>
            </w:r>
          </w:p>
        </w:tc>
        <w:tc>
          <w:tcPr>
            <w:tcW w:w="3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</w:pPr>
            <w:r>
              <w:t xml:space="preserve">Картометрический метод. </w:t>
            </w:r>
            <w:proofErr w:type="spellStart"/>
            <w:r>
              <w:t>Mt</w:t>
            </w:r>
            <w:proofErr w:type="spellEnd"/>
            <w:r>
              <w:t>= 1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7E12" w:rsidRPr="001B3FAC" w:rsidRDefault="00E67E12" w:rsidP="00860DAB">
            <w:pPr>
              <w:pStyle w:val="1"/>
            </w:pPr>
            <w:r>
              <w:t xml:space="preserve">- </w:t>
            </w:r>
          </w:p>
        </w:tc>
      </w:tr>
      <w:tr w:rsidR="00E67E12" w:rsidRPr="005B4876" w:rsidTr="00860DAB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54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н61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jc w:val="center"/>
            </w:pPr>
            <w:r>
              <w:t xml:space="preserve">5384187.57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5244234.44 </w:t>
            </w:r>
          </w:p>
        </w:tc>
        <w:tc>
          <w:tcPr>
            <w:tcW w:w="3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</w:pPr>
            <w:r>
              <w:t xml:space="preserve">Картометрический метод. </w:t>
            </w:r>
            <w:proofErr w:type="spellStart"/>
            <w:r>
              <w:t>Mt</w:t>
            </w:r>
            <w:proofErr w:type="spellEnd"/>
            <w:r>
              <w:t>= 1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7E12" w:rsidRPr="001B3FAC" w:rsidRDefault="00E67E12" w:rsidP="00860DAB">
            <w:pPr>
              <w:pStyle w:val="1"/>
            </w:pPr>
            <w:r>
              <w:t xml:space="preserve">- </w:t>
            </w:r>
          </w:p>
        </w:tc>
      </w:tr>
      <w:tr w:rsidR="00E67E12" w:rsidRPr="005B4876" w:rsidTr="00860DAB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54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н62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jc w:val="center"/>
            </w:pPr>
            <w:r>
              <w:t xml:space="preserve">5384189.07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5244210.44 </w:t>
            </w:r>
          </w:p>
        </w:tc>
        <w:tc>
          <w:tcPr>
            <w:tcW w:w="3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</w:pPr>
            <w:r>
              <w:t xml:space="preserve">Картометрический метод. </w:t>
            </w:r>
            <w:proofErr w:type="spellStart"/>
            <w:r>
              <w:t>Mt</w:t>
            </w:r>
            <w:proofErr w:type="spellEnd"/>
            <w:r>
              <w:t>= 1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7E12" w:rsidRPr="001B3FAC" w:rsidRDefault="00E67E12" w:rsidP="00860DAB">
            <w:pPr>
              <w:pStyle w:val="1"/>
            </w:pPr>
            <w:r>
              <w:t xml:space="preserve">- </w:t>
            </w:r>
          </w:p>
        </w:tc>
      </w:tr>
      <w:tr w:rsidR="00E67E12" w:rsidRPr="005B4876" w:rsidTr="00860DAB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54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н63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jc w:val="center"/>
            </w:pPr>
            <w:r>
              <w:t xml:space="preserve">5384189.29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5244205.45 </w:t>
            </w:r>
          </w:p>
        </w:tc>
        <w:tc>
          <w:tcPr>
            <w:tcW w:w="3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</w:pPr>
            <w:r>
              <w:t xml:space="preserve">Картометрический метод. </w:t>
            </w:r>
            <w:proofErr w:type="spellStart"/>
            <w:r>
              <w:t>Mt</w:t>
            </w:r>
            <w:proofErr w:type="spellEnd"/>
            <w:r>
              <w:t>= 1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7E12" w:rsidRPr="001B3FAC" w:rsidRDefault="00E67E12" w:rsidP="00860DAB">
            <w:pPr>
              <w:pStyle w:val="1"/>
            </w:pPr>
            <w:r>
              <w:t xml:space="preserve">- </w:t>
            </w:r>
          </w:p>
        </w:tc>
      </w:tr>
      <w:tr w:rsidR="00E67E12" w:rsidRPr="005B4876" w:rsidTr="00860DAB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54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н64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jc w:val="center"/>
            </w:pPr>
            <w:r>
              <w:t xml:space="preserve">5384188.72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5244205.09 </w:t>
            </w:r>
          </w:p>
        </w:tc>
        <w:tc>
          <w:tcPr>
            <w:tcW w:w="3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</w:pPr>
            <w:r>
              <w:t xml:space="preserve">Картометрический метод. </w:t>
            </w:r>
            <w:proofErr w:type="spellStart"/>
            <w:r>
              <w:t>Mt</w:t>
            </w:r>
            <w:proofErr w:type="spellEnd"/>
            <w:r>
              <w:t>= 1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7E12" w:rsidRPr="001B3FAC" w:rsidRDefault="00E67E12" w:rsidP="00860DAB">
            <w:pPr>
              <w:pStyle w:val="1"/>
            </w:pPr>
            <w:r>
              <w:t xml:space="preserve">- </w:t>
            </w:r>
          </w:p>
        </w:tc>
      </w:tr>
      <w:tr w:rsidR="00E67E12" w:rsidRPr="005B4876" w:rsidTr="00860DAB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54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н65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jc w:val="center"/>
            </w:pPr>
            <w:r>
              <w:t xml:space="preserve">5384190.29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5244190.37 </w:t>
            </w:r>
          </w:p>
        </w:tc>
        <w:tc>
          <w:tcPr>
            <w:tcW w:w="3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</w:pPr>
            <w:r>
              <w:t xml:space="preserve">Картометрический метод. </w:t>
            </w:r>
            <w:proofErr w:type="spellStart"/>
            <w:r>
              <w:t>Mt</w:t>
            </w:r>
            <w:proofErr w:type="spellEnd"/>
            <w:r>
              <w:t>= 1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7E12" w:rsidRPr="001B3FAC" w:rsidRDefault="00E67E12" w:rsidP="00860DAB">
            <w:pPr>
              <w:pStyle w:val="1"/>
            </w:pPr>
            <w:r>
              <w:t xml:space="preserve">- </w:t>
            </w:r>
          </w:p>
        </w:tc>
      </w:tr>
      <w:tr w:rsidR="00E67E12" w:rsidRPr="005B4876" w:rsidTr="00860DAB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54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н66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jc w:val="center"/>
            </w:pPr>
            <w:r>
              <w:t xml:space="preserve">5384190.74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5244185.87 </w:t>
            </w:r>
          </w:p>
        </w:tc>
        <w:tc>
          <w:tcPr>
            <w:tcW w:w="3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</w:pPr>
            <w:r>
              <w:t xml:space="preserve">Картометрический метод. </w:t>
            </w:r>
            <w:proofErr w:type="spellStart"/>
            <w:r>
              <w:t>Mt</w:t>
            </w:r>
            <w:proofErr w:type="spellEnd"/>
            <w:r>
              <w:t>= 1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7E12" w:rsidRPr="001B3FAC" w:rsidRDefault="00E67E12" w:rsidP="00860DAB">
            <w:pPr>
              <w:pStyle w:val="1"/>
            </w:pPr>
            <w:r>
              <w:t xml:space="preserve">- </w:t>
            </w:r>
          </w:p>
        </w:tc>
      </w:tr>
      <w:tr w:rsidR="00E67E12" w:rsidRPr="005B4876" w:rsidTr="00860DAB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54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н67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jc w:val="center"/>
            </w:pPr>
            <w:r>
              <w:t xml:space="preserve">5384192.29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5244172.55 </w:t>
            </w:r>
          </w:p>
        </w:tc>
        <w:tc>
          <w:tcPr>
            <w:tcW w:w="3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</w:pPr>
            <w:r>
              <w:t xml:space="preserve">Картометрический метод. </w:t>
            </w:r>
            <w:proofErr w:type="spellStart"/>
            <w:r>
              <w:t>Mt</w:t>
            </w:r>
            <w:proofErr w:type="spellEnd"/>
            <w:r>
              <w:t>= 1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7E12" w:rsidRPr="001B3FAC" w:rsidRDefault="00E67E12" w:rsidP="00860DAB">
            <w:pPr>
              <w:pStyle w:val="1"/>
            </w:pPr>
            <w:r>
              <w:t xml:space="preserve">- </w:t>
            </w:r>
          </w:p>
        </w:tc>
      </w:tr>
      <w:tr w:rsidR="00E67E12" w:rsidRPr="005B4876" w:rsidTr="00860DAB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54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н68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jc w:val="center"/>
            </w:pPr>
            <w:r>
              <w:t xml:space="preserve">5384193.41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5244162.17 </w:t>
            </w:r>
          </w:p>
        </w:tc>
        <w:tc>
          <w:tcPr>
            <w:tcW w:w="3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</w:pPr>
            <w:r>
              <w:t xml:space="preserve">Картометрический метод. </w:t>
            </w:r>
            <w:proofErr w:type="spellStart"/>
            <w:r>
              <w:t>Mt</w:t>
            </w:r>
            <w:proofErr w:type="spellEnd"/>
            <w:r>
              <w:t>= 1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7E12" w:rsidRPr="001B3FAC" w:rsidRDefault="00E67E12" w:rsidP="00860DAB">
            <w:pPr>
              <w:pStyle w:val="1"/>
            </w:pPr>
            <w:r>
              <w:t xml:space="preserve">- </w:t>
            </w:r>
          </w:p>
        </w:tc>
      </w:tr>
      <w:tr w:rsidR="00E67E12" w:rsidRPr="005B4876" w:rsidTr="00860DAB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54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н69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jc w:val="center"/>
            </w:pPr>
            <w:r>
              <w:t xml:space="preserve">5384194.56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5244150.75 </w:t>
            </w:r>
          </w:p>
        </w:tc>
        <w:tc>
          <w:tcPr>
            <w:tcW w:w="3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</w:pPr>
            <w:r>
              <w:t xml:space="preserve">Картометрический метод. </w:t>
            </w:r>
            <w:proofErr w:type="spellStart"/>
            <w:r>
              <w:t>Mt</w:t>
            </w:r>
            <w:proofErr w:type="spellEnd"/>
            <w:r>
              <w:t>= 1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7E12" w:rsidRPr="001B3FAC" w:rsidRDefault="00E67E12" w:rsidP="00860DAB">
            <w:pPr>
              <w:pStyle w:val="1"/>
            </w:pPr>
            <w:r>
              <w:t xml:space="preserve">- </w:t>
            </w:r>
          </w:p>
        </w:tc>
      </w:tr>
      <w:tr w:rsidR="00E67E12" w:rsidRPr="005B4876" w:rsidTr="00860DAB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54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н70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jc w:val="center"/>
            </w:pPr>
            <w:r>
              <w:t xml:space="preserve">5384199.61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5244140.63 </w:t>
            </w:r>
          </w:p>
        </w:tc>
        <w:tc>
          <w:tcPr>
            <w:tcW w:w="3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</w:pPr>
            <w:r>
              <w:t xml:space="preserve">Картометрический метод. </w:t>
            </w:r>
            <w:proofErr w:type="spellStart"/>
            <w:r>
              <w:t>Mt</w:t>
            </w:r>
            <w:proofErr w:type="spellEnd"/>
            <w:r>
              <w:t>= 1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7E12" w:rsidRPr="001B3FAC" w:rsidRDefault="00E67E12" w:rsidP="00860DAB">
            <w:pPr>
              <w:pStyle w:val="1"/>
            </w:pPr>
            <w:r>
              <w:t xml:space="preserve">- </w:t>
            </w:r>
          </w:p>
        </w:tc>
      </w:tr>
      <w:tr w:rsidR="00E67E12" w:rsidRPr="005B4876" w:rsidTr="00860DAB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54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н71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jc w:val="center"/>
            </w:pPr>
            <w:r>
              <w:t xml:space="preserve">5384213.46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5244075.43 </w:t>
            </w:r>
          </w:p>
        </w:tc>
        <w:tc>
          <w:tcPr>
            <w:tcW w:w="3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</w:pPr>
            <w:r>
              <w:t xml:space="preserve">Картометрический метод. </w:t>
            </w:r>
            <w:proofErr w:type="spellStart"/>
            <w:r>
              <w:t>Mt</w:t>
            </w:r>
            <w:proofErr w:type="spellEnd"/>
            <w:r>
              <w:t>= 1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7E12" w:rsidRPr="001B3FAC" w:rsidRDefault="00E67E12" w:rsidP="00860DAB">
            <w:pPr>
              <w:pStyle w:val="1"/>
            </w:pPr>
            <w:r>
              <w:t xml:space="preserve">- </w:t>
            </w:r>
          </w:p>
        </w:tc>
      </w:tr>
      <w:tr w:rsidR="00E67E12" w:rsidRPr="005B4876" w:rsidTr="00860DAB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54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н72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jc w:val="center"/>
            </w:pPr>
            <w:r>
              <w:t xml:space="preserve">5384236.66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5243969.29 </w:t>
            </w:r>
          </w:p>
        </w:tc>
        <w:tc>
          <w:tcPr>
            <w:tcW w:w="3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</w:pPr>
            <w:r>
              <w:t xml:space="preserve">Картометрический метод. </w:t>
            </w:r>
            <w:proofErr w:type="spellStart"/>
            <w:r>
              <w:t>Mt</w:t>
            </w:r>
            <w:proofErr w:type="spellEnd"/>
            <w:r>
              <w:t>= 1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7E12" w:rsidRPr="001B3FAC" w:rsidRDefault="00E67E12" w:rsidP="00860DAB">
            <w:pPr>
              <w:pStyle w:val="1"/>
            </w:pPr>
            <w:r>
              <w:t xml:space="preserve">- </w:t>
            </w:r>
          </w:p>
        </w:tc>
      </w:tr>
      <w:tr w:rsidR="00E67E12" w:rsidRPr="005B4876" w:rsidTr="00860DAB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54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н73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jc w:val="center"/>
            </w:pPr>
            <w:r>
              <w:t xml:space="preserve">5384223.41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5243966.36 </w:t>
            </w:r>
          </w:p>
        </w:tc>
        <w:tc>
          <w:tcPr>
            <w:tcW w:w="3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</w:pPr>
            <w:r>
              <w:t xml:space="preserve">Картометрический метод. </w:t>
            </w:r>
            <w:proofErr w:type="spellStart"/>
            <w:r>
              <w:t>Mt</w:t>
            </w:r>
            <w:proofErr w:type="spellEnd"/>
            <w:r>
              <w:t>= 1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7E12" w:rsidRPr="001B3FAC" w:rsidRDefault="00E67E12" w:rsidP="00860DAB">
            <w:pPr>
              <w:pStyle w:val="1"/>
            </w:pPr>
            <w:r>
              <w:t xml:space="preserve">- </w:t>
            </w:r>
          </w:p>
        </w:tc>
      </w:tr>
      <w:tr w:rsidR="00E67E12" w:rsidRPr="005B4876" w:rsidTr="00860DAB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54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н74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jc w:val="center"/>
            </w:pPr>
            <w:r>
              <w:t xml:space="preserve">5384216.41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5243964.20 </w:t>
            </w:r>
          </w:p>
        </w:tc>
        <w:tc>
          <w:tcPr>
            <w:tcW w:w="3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</w:pPr>
            <w:r>
              <w:t xml:space="preserve">Картометрический метод. </w:t>
            </w:r>
            <w:proofErr w:type="spellStart"/>
            <w:r>
              <w:t>Mt</w:t>
            </w:r>
            <w:proofErr w:type="spellEnd"/>
            <w:r>
              <w:t>= 1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7E12" w:rsidRPr="001B3FAC" w:rsidRDefault="00E67E12" w:rsidP="00860DAB">
            <w:pPr>
              <w:pStyle w:val="1"/>
            </w:pPr>
            <w:r>
              <w:t xml:space="preserve">- </w:t>
            </w:r>
          </w:p>
        </w:tc>
      </w:tr>
      <w:tr w:rsidR="00E67E12" w:rsidRPr="005B4876" w:rsidTr="00860DAB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54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н75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jc w:val="center"/>
            </w:pPr>
            <w:r>
              <w:t xml:space="preserve">5384213.04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5243924.26 </w:t>
            </w:r>
          </w:p>
        </w:tc>
        <w:tc>
          <w:tcPr>
            <w:tcW w:w="3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</w:pPr>
            <w:r>
              <w:t xml:space="preserve">Картометрический метод. </w:t>
            </w:r>
            <w:proofErr w:type="spellStart"/>
            <w:r>
              <w:t>Mt</w:t>
            </w:r>
            <w:proofErr w:type="spellEnd"/>
            <w:r>
              <w:t>= 1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7E12" w:rsidRPr="001B3FAC" w:rsidRDefault="00E67E12" w:rsidP="00860DAB">
            <w:pPr>
              <w:pStyle w:val="1"/>
            </w:pPr>
            <w:r>
              <w:t xml:space="preserve">- </w:t>
            </w:r>
          </w:p>
        </w:tc>
      </w:tr>
      <w:tr w:rsidR="00E67E12" w:rsidRPr="005B4876" w:rsidTr="00860DAB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54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н76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jc w:val="center"/>
            </w:pPr>
            <w:r>
              <w:t xml:space="preserve">5384214.82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5243900.43 </w:t>
            </w:r>
          </w:p>
        </w:tc>
        <w:tc>
          <w:tcPr>
            <w:tcW w:w="3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</w:pPr>
            <w:r>
              <w:t xml:space="preserve">Картометрический метод. </w:t>
            </w:r>
            <w:proofErr w:type="spellStart"/>
            <w:r>
              <w:t>Mt</w:t>
            </w:r>
            <w:proofErr w:type="spellEnd"/>
            <w:r>
              <w:t>= 1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7E12" w:rsidRPr="001B3FAC" w:rsidRDefault="00E67E12" w:rsidP="00860DAB">
            <w:pPr>
              <w:pStyle w:val="1"/>
            </w:pPr>
            <w:r>
              <w:t xml:space="preserve">- </w:t>
            </w:r>
          </w:p>
        </w:tc>
      </w:tr>
      <w:tr w:rsidR="00E67E12" w:rsidRPr="005B4876" w:rsidTr="00860DAB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54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lastRenderedPageBreak/>
              <w:t xml:space="preserve">н77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jc w:val="center"/>
            </w:pPr>
            <w:r>
              <w:t xml:space="preserve">5384215.41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5243887.52 </w:t>
            </w:r>
          </w:p>
        </w:tc>
        <w:tc>
          <w:tcPr>
            <w:tcW w:w="3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</w:pPr>
            <w:r>
              <w:t xml:space="preserve">Картометрический метод. </w:t>
            </w:r>
            <w:proofErr w:type="spellStart"/>
            <w:r>
              <w:t>Mt</w:t>
            </w:r>
            <w:proofErr w:type="spellEnd"/>
            <w:r>
              <w:t>= 1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7E12" w:rsidRPr="001B3FAC" w:rsidRDefault="00E67E12" w:rsidP="00860DAB">
            <w:pPr>
              <w:pStyle w:val="1"/>
            </w:pPr>
            <w:r>
              <w:t xml:space="preserve">- </w:t>
            </w:r>
          </w:p>
        </w:tc>
      </w:tr>
      <w:tr w:rsidR="00E67E12" w:rsidRPr="005B4876" w:rsidTr="00860DAB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54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н78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jc w:val="center"/>
            </w:pPr>
            <w:r>
              <w:t xml:space="preserve">5384219.98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5243858.31 </w:t>
            </w:r>
          </w:p>
        </w:tc>
        <w:tc>
          <w:tcPr>
            <w:tcW w:w="3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</w:pPr>
            <w:r>
              <w:t xml:space="preserve">Картометрический метод. </w:t>
            </w:r>
            <w:proofErr w:type="spellStart"/>
            <w:r>
              <w:t>Mt</w:t>
            </w:r>
            <w:proofErr w:type="spellEnd"/>
            <w:r>
              <w:t>= 1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7E12" w:rsidRPr="001B3FAC" w:rsidRDefault="00E67E12" w:rsidP="00860DAB">
            <w:pPr>
              <w:pStyle w:val="1"/>
            </w:pPr>
            <w:r>
              <w:t xml:space="preserve">- </w:t>
            </w:r>
          </w:p>
        </w:tc>
      </w:tr>
      <w:tr w:rsidR="00E67E12" w:rsidRPr="005B4876" w:rsidTr="00860DAB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54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н79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jc w:val="center"/>
            </w:pPr>
            <w:r>
              <w:t xml:space="preserve">5384223.56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5243843.02 </w:t>
            </w:r>
          </w:p>
        </w:tc>
        <w:tc>
          <w:tcPr>
            <w:tcW w:w="3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</w:pPr>
            <w:r>
              <w:t xml:space="preserve">Картометрический метод. </w:t>
            </w:r>
            <w:proofErr w:type="spellStart"/>
            <w:r>
              <w:t>Mt</w:t>
            </w:r>
            <w:proofErr w:type="spellEnd"/>
            <w:r>
              <w:t>= 1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7E12" w:rsidRPr="001B3FAC" w:rsidRDefault="00E67E12" w:rsidP="00860DAB">
            <w:pPr>
              <w:pStyle w:val="1"/>
            </w:pPr>
            <w:r>
              <w:t xml:space="preserve">- </w:t>
            </w:r>
          </w:p>
        </w:tc>
      </w:tr>
      <w:tr w:rsidR="00E67E12" w:rsidRPr="005B4876" w:rsidTr="00860DAB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54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н80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jc w:val="center"/>
            </w:pPr>
            <w:r>
              <w:t xml:space="preserve">5384214.63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5243837.30 </w:t>
            </w:r>
          </w:p>
        </w:tc>
        <w:tc>
          <w:tcPr>
            <w:tcW w:w="3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</w:pPr>
            <w:r>
              <w:t xml:space="preserve">Картометрический метод. </w:t>
            </w:r>
            <w:proofErr w:type="spellStart"/>
            <w:r>
              <w:t>Mt</w:t>
            </w:r>
            <w:proofErr w:type="spellEnd"/>
            <w:r>
              <w:t>= 1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7E12" w:rsidRPr="001B3FAC" w:rsidRDefault="00E67E12" w:rsidP="00860DAB">
            <w:pPr>
              <w:pStyle w:val="1"/>
            </w:pPr>
            <w:r>
              <w:t xml:space="preserve">- </w:t>
            </w:r>
          </w:p>
        </w:tc>
      </w:tr>
      <w:tr w:rsidR="00E67E12" w:rsidRPr="005B4876" w:rsidTr="00860DAB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54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н81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jc w:val="center"/>
            </w:pPr>
            <w:r>
              <w:t xml:space="preserve">5384199.74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5243838.28 </w:t>
            </w:r>
          </w:p>
        </w:tc>
        <w:tc>
          <w:tcPr>
            <w:tcW w:w="3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</w:pPr>
            <w:r>
              <w:t xml:space="preserve">Картометрический метод. </w:t>
            </w:r>
            <w:proofErr w:type="spellStart"/>
            <w:r>
              <w:t>Mt</w:t>
            </w:r>
            <w:proofErr w:type="spellEnd"/>
            <w:r>
              <w:t>= 1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7E12" w:rsidRPr="001B3FAC" w:rsidRDefault="00E67E12" w:rsidP="00860DAB">
            <w:pPr>
              <w:pStyle w:val="1"/>
            </w:pPr>
            <w:r>
              <w:t xml:space="preserve">- </w:t>
            </w:r>
          </w:p>
        </w:tc>
      </w:tr>
      <w:tr w:rsidR="00E67E12" w:rsidRPr="005B4876" w:rsidTr="00860DAB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54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н82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jc w:val="center"/>
            </w:pPr>
            <w:r>
              <w:t xml:space="preserve">5384197.57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5243797.50 </w:t>
            </w:r>
          </w:p>
        </w:tc>
        <w:tc>
          <w:tcPr>
            <w:tcW w:w="3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</w:pPr>
            <w:r>
              <w:t xml:space="preserve">Картометрический метод. </w:t>
            </w:r>
            <w:proofErr w:type="spellStart"/>
            <w:r>
              <w:t>Mt</w:t>
            </w:r>
            <w:proofErr w:type="spellEnd"/>
            <w:r>
              <w:t>= 1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7E12" w:rsidRPr="001B3FAC" w:rsidRDefault="00E67E12" w:rsidP="00860DAB">
            <w:pPr>
              <w:pStyle w:val="1"/>
            </w:pPr>
            <w:r>
              <w:t xml:space="preserve">- </w:t>
            </w:r>
          </w:p>
        </w:tc>
      </w:tr>
      <w:tr w:rsidR="00E67E12" w:rsidRPr="005B4876" w:rsidTr="00860DAB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54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н83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jc w:val="center"/>
            </w:pPr>
            <w:r>
              <w:t xml:space="preserve">5384196.71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5243788.58 </w:t>
            </w:r>
          </w:p>
        </w:tc>
        <w:tc>
          <w:tcPr>
            <w:tcW w:w="3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</w:pPr>
            <w:r>
              <w:t xml:space="preserve">Картометрический метод. </w:t>
            </w:r>
            <w:proofErr w:type="spellStart"/>
            <w:r>
              <w:t>Mt</w:t>
            </w:r>
            <w:proofErr w:type="spellEnd"/>
            <w:r>
              <w:t>= 1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7E12" w:rsidRPr="001B3FAC" w:rsidRDefault="00E67E12" w:rsidP="00860DAB">
            <w:pPr>
              <w:pStyle w:val="1"/>
            </w:pPr>
            <w:r>
              <w:t xml:space="preserve">- </w:t>
            </w:r>
          </w:p>
        </w:tc>
      </w:tr>
      <w:tr w:rsidR="00E67E12" w:rsidRPr="005B4876" w:rsidTr="00860DAB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54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н84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jc w:val="center"/>
            </w:pPr>
            <w:r>
              <w:t xml:space="preserve">5384193.56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5243742.03 </w:t>
            </w:r>
          </w:p>
        </w:tc>
        <w:tc>
          <w:tcPr>
            <w:tcW w:w="3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</w:pPr>
            <w:r>
              <w:t xml:space="preserve">Картометрический метод. </w:t>
            </w:r>
            <w:proofErr w:type="spellStart"/>
            <w:r>
              <w:t>Mt</w:t>
            </w:r>
            <w:proofErr w:type="spellEnd"/>
            <w:r>
              <w:t>= 1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7E12" w:rsidRPr="001B3FAC" w:rsidRDefault="00E67E12" w:rsidP="00860DAB">
            <w:pPr>
              <w:pStyle w:val="1"/>
            </w:pPr>
            <w:r>
              <w:t xml:space="preserve">- </w:t>
            </w:r>
          </w:p>
        </w:tc>
      </w:tr>
      <w:tr w:rsidR="00E67E12" w:rsidRPr="005B4876" w:rsidTr="00860DAB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54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н85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jc w:val="center"/>
            </w:pPr>
            <w:r>
              <w:t xml:space="preserve">5384179.80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5243732.70 </w:t>
            </w:r>
          </w:p>
        </w:tc>
        <w:tc>
          <w:tcPr>
            <w:tcW w:w="3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</w:pPr>
            <w:r>
              <w:t xml:space="preserve">Картометрический метод. </w:t>
            </w:r>
            <w:proofErr w:type="spellStart"/>
            <w:r>
              <w:t>Mt</w:t>
            </w:r>
            <w:proofErr w:type="spellEnd"/>
            <w:r>
              <w:t>= 1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7E12" w:rsidRPr="001B3FAC" w:rsidRDefault="00E67E12" w:rsidP="00860DAB">
            <w:pPr>
              <w:pStyle w:val="1"/>
            </w:pPr>
            <w:r>
              <w:t xml:space="preserve">- </w:t>
            </w:r>
          </w:p>
        </w:tc>
      </w:tr>
      <w:tr w:rsidR="00E67E12" w:rsidRPr="005B4876" w:rsidTr="00860DAB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54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н86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jc w:val="center"/>
            </w:pPr>
            <w:r>
              <w:t xml:space="preserve">5384178.81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5243732.80 </w:t>
            </w:r>
          </w:p>
        </w:tc>
        <w:tc>
          <w:tcPr>
            <w:tcW w:w="3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</w:pPr>
            <w:r>
              <w:t xml:space="preserve">Картометрический метод. </w:t>
            </w:r>
            <w:proofErr w:type="spellStart"/>
            <w:r>
              <w:t>Mt</w:t>
            </w:r>
            <w:proofErr w:type="spellEnd"/>
            <w:r>
              <w:t>= 1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7E12" w:rsidRPr="001B3FAC" w:rsidRDefault="00E67E12" w:rsidP="00860DAB">
            <w:pPr>
              <w:pStyle w:val="1"/>
            </w:pPr>
            <w:r>
              <w:t xml:space="preserve">- </w:t>
            </w:r>
          </w:p>
        </w:tc>
      </w:tr>
      <w:tr w:rsidR="00E67E12" w:rsidRPr="005B4876" w:rsidTr="00860DAB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54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н87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jc w:val="center"/>
            </w:pPr>
            <w:r>
              <w:t xml:space="preserve">5384172.96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5243737.33 </w:t>
            </w:r>
          </w:p>
        </w:tc>
        <w:tc>
          <w:tcPr>
            <w:tcW w:w="3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</w:pPr>
            <w:r>
              <w:t xml:space="preserve">Картометрический метод. </w:t>
            </w:r>
            <w:proofErr w:type="spellStart"/>
            <w:r>
              <w:t>Mt</w:t>
            </w:r>
            <w:proofErr w:type="spellEnd"/>
            <w:r>
              <w:t>= 1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7E12" w:rsidRPr="001B3FAC" w:rsidRDefault="00E67E12" w:rsidP="00860DAB">
            <w:pPr>
              <w:pStyle w:val="1"/>
            </w:pPr>
            <w:r>
              <w:t xml:space="preserve">- </w:t>
            </w:r>
          </w:p>
        </w:tc>
      </w:tr>
      <w:tr w:rsidR="00E67E12" w:rsidRPr="005B4876" w:rsidTr="00860DAB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54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н88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jc w:val="center"/>
            </w:pPr>
            <w:r>
              <w:t xml:space="preserve">5384155.20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5243735.49 </w:t>
            </w:r>
          </w:p>
        </w:tc>
        <w:tc>
          <w:tcPr>
            <w:tcW w:w="3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</w:pPr>
            <w:r>
              <w:t xml:space="preserve">Картометрический метод. </w:t>
            </w:r>
            <w:proofErr w:type="spellStart"/>
            <w:r>
              <w:t>Mt</w:t>
            </w:r>
            <w:proofErr w:type="spellEnd"/>
            <w:r>
              <w:t>= 1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7E12" w:rsidRPr="001B3FAC" w:rsidRDefault="00E67E12" w:rsidP="00860DAB">
            <w:pPr>
              <w:pStyle w:val="1"/>
            </w:pPr>
            <w:r>
              <w:t xml:space="preserve">- </w:t>
            </w:r>
          </w:p>
        </w:tc>
      </w:tr>
      <w:tr w:rsidR="00E67E12" w:rsidRPr="005B4876" w:rsidTr="00860DAB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54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н89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jc w:val="center"/>
            </w:pPr>
            <w:r>
              <w:t xml:space="preserve">5384141.94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5243730.92 </w:t>
            </w:r>
          </w:p>
        </w:tc>
        <w:tc>
          <w:tcPr>
            <w:tcW w:w="3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</w:pPr>
            <w:r>
              <w:t xml:space="preserve">Картометрический метод. </w:t>
            </w:r>
            <w:proofErr w:type="spellStart"/>
            <w:r>
              <w:t>Mt</w:t>
            </w:r>
            <w:proofErr w:type="spellEnd"/>
            <w:r>
              <w:t>= 1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7E12" w:rsidRPr="001B3FAC" w:rsidRDefault="00E67E12" w:rsidP="00860DAB">
            <w:pPr>
              <w:pStyle w:val="1"/>
            </w:pPr>
            <w:r>
              <w:t xml:space="preserve">- </w:t>
            </w:r>
          </w:p>
        </w:tc>
      </w:tr>
      <w:tr w:rsidR="00E67E12" w:rsidRPr="005B4876" w:rsidTr="00860DAB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54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н90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jc w:val="center"/>
            </w:pPr>
            <w:r>
              <w:t xml:space="preserve">5384126.40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5243723.15 </w:t>
            </w:r>
          </w:p>
        </w:tc>
        <w:tc>
          <w:tcPr>
            <w:tcW w:w="3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</w:pPr>
            <w:r>
              <w:t xml:space="preserve">Картометрический метод. </w:t>
            </w:r>
            <w:proofErr w:type="spellStart"/>
            <w:r>
              <w:t>Mt</w:t>
            </w:r>
            <w:proofErr w:type="spellEnd"/>
            <w:r>
              <w:t>= 1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7E12" w:rsidRPr="001B3FAC" w:rsidRDefault="00E67E12" w:rsidP="00860DAB">
            <w:pPr>
              <w:pStyle w:val="1"/>
            </w:pPr>
            <w:r>
              <w:t xml:space="preserve">- </w:t>
            </w:r>
          </w:p>
        </w:tc>
      </w:tr>
      <w:tr w:rsidR="00E67E12" w:rsidRPr="005B4876" w:rsidTr="00860DAB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54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н91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jc w:val="center"/>
            </w:pPr>
            <w:r>
              <w:t xml:space="preserve">5384094.86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5243701.66 </w:t>
            </w:r>
          </w:p>
        </w:tc>
        <w:tc>
          <w:tcPr>
            <w:tcW w:w="3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</w:pPr>
            <w:r>
              <w:t xml:space="preserve">Картометрический метод. </w:t>
            </w:r>
            <w:proofErr w:type="spellStart"/>
            <w:r>
              <w:t>Mt</w:t>
            </w:r>
            <w:proofErr w:type="spellEnd"/>
            <w:r>
              <w:t>= 1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7E12" w:rsidRPr="001B3FAC" w:rsidRDefault="00E67E12" w:rsidP="00860DAB">
            <w:pPr>
              <w:pStyle w:val="1"/>
            </w:pPr>
            <w:r>
              <w:t xml:space="preserve">- </w:t>
            </w:r>
          </w:p>
        </w:tc>
      </w:tr>
      <w:tr w:rsidR="00E67E12" w:rsidRPr="005B4876" w:rsidTr="00860DAB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54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н92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jc w:val="center"/>
            </w:pPr>
            <w:r>
              <w:t xml:space="preserve">5384083.89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5243693.43 </w:t>
            </w:r>
          </w:p>
        </w:tc>
        <w:tc>
          <w:tcPr>
            <w:tcW w:w="3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</w:pPr>
            <w:r>
              <w:t xml:space="preserve">Картометрический метод. </w:t>
            </w:r>
            <w:proofErr w:type="spellStart"/>
            <w:r>
              <w:t>Mt</w:t>
            </w:r>
            <w:proofErr w:type="spellEnd"/>
            <w:r>
              <w:t>= 1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7E12" w:rsidRPr="001B3FAC" w:rsidRDefault="00E67E12" w:rsidP="00860DAB">
            <w:pPr>
              <w:pStyle w:val="1"/>
            </w:pPr>
            <w:r>
              <w:t xml:space="preserve">- </w:t>
            </w:r>
          </w:p>
        </w:tc>
      </w:tr>
      <w:tr w:rsidR="00E67E12" w:rsidRPr="005B4876" w:rsidTr="00860DAB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54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н93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jc w:val="center"/>
            </w:pPr>
            <w:r>
              <w:t xml:space="preserve">5384062.40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5243682.92 </w:t>
            </w:r>
          </w:p>
        </w:tc>
        <w:tc>
          <w:tcPr>
            <w:tcW w:w="3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</w:pPr>
            <w:r>
              <w:t xml:space="preserve">Картометрический метод. </w:t>
            </w:r>
            <w:proofErr w:type="spellStart"/>
            <w:r>
              <w:t>Mt</w:t>
            </w:r>
            <w:proofErr w:type="spellEnd"/>
            <w:r>
              <w:t>= 1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7E12" w:rsidRPr="001B3FAC" w:rsidRDefault="00E67E12" w:rsidP="00860DAB">
            <w:pPr>
              <w:pStyle w:val="1"/>
            </w:pPr>
            <w:r>
              <w:t xml:space="preserve">- </w:t>
            </w:r>
          </w:p>
        </w:tc>
      </w:tr>
      <w:tr w:rsidR="00E67E12" w:rsidRPr="005B4876" w:rsidTr="00860DAB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54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н94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jc w:val="center"/>
            </w:pPr>
            <w:r>
              <w:t xml:space="preserve">5384046.40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5243668.75 </w:t>
            </w:r>
          </w:p>
        </w:tc>
        <w:tc>
          <w:tcPr>
            <w:tcW w:w="3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</w:pPr>
            <w:r>
              <w:t xml:space="preserve">Картометрический метод. </w:t>
            </w:r>
            <w:proofErr w:type="spellStart"/>
            <w:r>
              <w:t>Mt</w:t>
            </w:r>
            <w:proofErr w:type="spellEnd"/>
            <w:r>
              <w:t>= 1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7E12" w:rsidRPr="001B3FAC" w:rsidRDefault="00E67E12" w:rsidP="00860DAB">
            <w:pPr>
              <w:pStyle w:val="1"/>
            </w:pPr>
            <w:r>
              <w:t xml:space="preserve">- </w:t>
            </w:r>
          </w:p>
        </w:tc>
      </w:tr>
      <w:tr w:rsidR="00E67E12" w:rsidRPr="005B4876" w:rsidTr="00860DAB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54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н95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jc w:val="center"/>
            </w:pPr>
            <w:r>
              <w:t xml:space="preserve">5384041.38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5243660.52 </w:t>
            </w:r>
          </w:p>
        </w:tc>
        <w:tc>
          <w:tcPr>
            <w:tcW w:w="3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</w:pPr>
            <w:r>
              <w:t xml:space="preserve">Картометрический метод. </w:t>
            </w:r>
            <w:proofErr w:type="spellStart"/>
            <w:r>
              <w:t>Mt</w:t>
            </w:r>
            <w:proofErr w:type="spellEnd"/>
            <w:r>
              <w:t>= 1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7E12" w:rsidRPr="001B3FAC" w:rsidRDefault="00E67E12" w:rsidP="00860DAB">
            <w:pPr>
              <w:pStyle w:val="1"/>
            </w:pPr>
            <w:r>
              <w:t xml:space="preserve">- </w:t>
            </w:r>
          </w:p>
        </w:tc>
      </w:tr>
      <w:tr w:rsidR="00E67E12" w:rsidRPr="005B4876" w:rsidTr="00860DAB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54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н96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jc w:val="center"/>
            </w:pPr>
            <w:r>
              <w:t xml:space="preserve">5384021.72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5243570.47 </w:t>
            </w:r>
          </w:p>
        </w:tc>
        <w:tc>
          <w:tcPr>
            <w:tcW w:w="3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</w:pPr>
            <w:r>
              <w:t xml:space="preserve">Картометрический метод. </w:t>
            </w:r>
            <w:proofErr w:type="spellStart"/>
            <w:r>
              <w:t>Mt</w:t>
            </w:r>
            <w:proofErr w:type="spellEnd"/>
            <w:r>
              <w:t>= 1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7E12" w:rsidRPr="001B3FAC" w:rsidRDefault="00E67E12" w:rsidP="00860DAB">
            <w:pPr>
              <w:pStyle w:val="1"/>
            </w:pPr>
            <w:r>
              <w:t xml:space="preserve">- </w:t>
            </w:r>
          </w:p>
        </w:tc>
      </w:tr>
      <w:tr w:rsidR="00E67E12" w:rsidRPr="005B4876" w:rsidTr="00860DAB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54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н97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jc w:val="center"/>
            </w:pPr>
            <w:r>
              <w:t xml:space="preserve">5384011.32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5243562.47 </w:t>
            </w:r>
          </w:p>
        </w:tc>
        <w:tc>
          <w:tcPr>
            <w:tcW w:w="3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</w:pPr>
            <w:r>
              <w:t xml:space="preserve">Картометрический метод. </w:t>
            </w:r>
            <w:proofErr w:type="spellStart"/>
            <w:r>
              <w:t>Mt</w:t>
            </w:r>
            <w:proofErr w:type="spellEnd"/>
            <w:r>
              <w:t>= 1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7E12" w:rsidRPr="001B3FAC" w:rsidRDefault="00E67E12" w:rsidP="00860DAB">
            <w:pPr>
              <w:pStyle w:val="1"/>
            </w:pPr>
            <w:r>
              <w:t xml:space="preserve">- </w:t>
            </w:r>
          </w:p>
        </w:tc>
      </w:tr>
      <w:tr w:rsidR="00E67E12" w:rsidRPr="005B4876" w:rsidTr="00860DAB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54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н98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jc w:val="center"/>
            </w:pPr>
            <w:r>
              <w:t xml:space="preserve">5384024.35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5243553.55 </w:t>
            </w:r>
          </w:p>
        </w:tc>
        <w:tc>
          <w:tcPr>
            <w:tcW w:w="3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</w:pPr>
            <w:r>
              <w:t xml:space="preserve">Картометрический метод. </w:t>
            </w:r>
            <w:proofErr w:type="spellStart"/>
            <w:r>
              <w:t>Mt</w:t>
            </w:r>
            <w:proofErr w:type="spellEnd"/>
            <w:r>
              <w:t>= 1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7E12" w:rsidRPr="001B3FAC" w:rsidRDefault="00E67E12" w:rsidP="00860DAB">
            <w:pPr>
              <w:pStyle w:val="1"/>
            </w:pPr>
            <w:r>
              <w:t xml:space="preserve">- </w:t>
            </w:r>
          </w:p>
        </w:tc>
      </w:tr>
      <w:tr w:rsidR="00E67E12" w:rsidRPr="005B4876" w:rsidTr="00860DAB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54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н99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jc w:val="center"/>
            </w:pPr>
            <w:r>
              <w:t xml:space="preserve">5384074.17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5243548.98 </w:t>
            </w:r>
          </w:p>
        </w:tc>
        <w:tc>
          <w:tcPr>
            <w:tcW w:w="3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</w:pPr>
            <w:r>
              <w:t xml:space="preserve">Картометрический метод. </w:t>
            </w:r>
            <w:proofErr w:type="spellStart"/>
            <w:r>
              <w:t>Mt</w:t>
            </w:r>
            <w:proofErr w:type="spellEnd"/>
            <w:r>
              <w:t>= 1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7E12" w:rsidRPr="001B3FAC" w:rsidRDefault="00E67E12" w:rsidP="00860DAB">
            <w:pPr>
              <w:pStyle w:val="1"/>
            </w:pPr>
            <w:r>
              <w:t xml:space="preserve">- </w:t>
            </w:r>
          </w:p>
        </w:tc>
      </w:tr>
      <w:tr w:rsidR="00E67E12" w:rsidRPr="005B4876" w:rsidTr="00860DAB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54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н100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jc w:val="center"/>
            </w:pPr>
            <w:r>
              <w:t xml:space="preserve">5384141.37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5243533.90 </w:t>
            </w:r>
          </w:p>
        </w:tc>
        <w:tc>
          <w:tcPr>
            <w:tcW w:w="3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</w:pPr>
            <w:r>
              <w:t xml:space="preserve">Картометрический метод. </w:t>
            </w:r>
            <w:proofErr w:type="spellStart"/>
            <w:r>
              <w:t>Mt</w:t>
            </w:r>
            <w:proofErr w:type="spellEnd"/>
            <w:r>
              <w:t>= 1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7E12" w:rsidRPr="001B3FAC" w:rsidRDefault="00E67E12" w:rsidP="00860DAB">
            <w:pPr>
              <w:pStyle w:val="1"/>
            </w:pPr>
            <w:r>
              <w:t xml:space="preserve">- </w:t>
            </w:r>
          </w:p>
        </w:tc>
      </w:tr>
      <w:tr w:rsidR="00E67E12" w:rsidRPr="005B4876" w:rsidTr="00860DAB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54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н101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jc w:val="center"/>
            </w:pPr>
            <w:r>
              <w:t xml:space="preserve">5384162.86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5243534.36 </w:t>
            </w:r>
          </w:p>
        </w:tc>
        <w:tc>
          <w:tcPr>
            <w:tcW w:w="3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</w:pPr>
            <w:r>
              <w:t xml:space="preserve">Картометрический метод. </w:t>
            </w:r>
            <w:proofErr w:type="spellStart"/>
            <w:r>
              <w:t>Mt</w:t>
            </w:r>
            <w:proofErr w:type="spellEnd"/>
            <w:r>
              <w:t>= 1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7E12" w:rsidRPr="001B3FAC" w:rsidRDefault="00E67E12" w:rsidP="00860DAB">
            <w:pPr>
              <w:pStyle w:val="1"/>
            </w:pPr>
            <w:r>
              <w:t xml:space="preserve">- </w:t>
            </w:r>
          </w:p>
        </w:tc>
      </w:tr>
      <w:tr w:rsidR="00E67E12" w:rsidRPr="005B4876" w:rsidTr="00860DAB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54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н102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jc w:val="center"/>
            </w:pPr>
            <w:r>
              <w:t xml:space="preserve">5384286.74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5243563.15 </w:t>
            </w:r>
          </w:p>
        </w:tc>
        <w:tc>
          <w:tcPr>
            <w:tcW w:w="3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</w:pPr>
            <w:r>
              <w:t xml:space="preserve">Картометрический метод. </w:t>
            </w:r>
            <w:proofErr w:type="spellStart"/>
            <w:r>
              <w:t>Mt</w:t>
            </w:r>
            <w:proofErr w:type="spellEnd"/>
            <w:r>
              <w:t>= 1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7E12" w:rsidRPr="001B3FAC" w:rsidRDefault="00E67E12" w:rsidP="00860DAB">
            <w:pPr>
              <w:pStyle w:val="1"/>
            </w:pPr>
            <w:r>
              <w:t xml:space="preserve">- </w:t>
            </w:r>
          </w:p>
        </w:tc>
      </w:tr>
      <w:tr w:rsidR="00E67E12" w:rsidRPr="005B4876" w:rsidTr="00860DAB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54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н103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jc w:val="center"/>
            </w:pPr>
            <w:r>
              <w:t xml:space="preserve">5384317.82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5243564.07 </w:t>
            </w:r>
          </w:p>
        </w:tc>
        <w:tc>
          <w:tcPr>
            <w:tcW w:w="3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</w:pPr>
            <w:r>
              <w:t xml:space="preserve">Картометрический метод. </w:t>
            </w:r>
            <w:proofErr w:type="spellStart"/>
            <w:r>
              <w:t>Mt</w:t>
            </w:r>
            <w:proofErr w:type="spellEnd"/>
            <w:r>
              <w:t>= 1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7E12" w:rsidRPr="001B3FAC" w:rsidRDefault="00E67E12" w:rsidP="00860DAB">
            <w:pPr>
              <w:pStyle w:val="1"/>
            </w:pPr>
            <w:r>
              <w:t xml:space="preserve">- </w:t>
            </w:r>
          </w:p>
        </w:tc>
      </w:tr>
      <w:tr w:rsidR="00E67E12" w:rsidRPr="005B4876" w:rsidTr="00860DAB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54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н104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jc w:val="center"/>
            </w:pPr>
            <w:r>
              <w:t xml:space="preserve">5384353.48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5243559.04 </w:t>
            </w:r>
          </w:p>
        </w:tc>
        <w:tc>
          <w:tcPr>
            <w:tcW w:w="3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</w:pPr>
            <w:r>
              <w:t xml:space="preserve">Картометрический метод. </w:t>
            </w:r>
            <w:proofErr w:type="spellStart"/>
            <w:r>
              <w:t>Mt</w:t>
            </w:r>
            <w:proofErr w:type="spellEnd"/>
            <w:r>
              <w:t>= 1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7E12" w:rsidRPr="001B3FAC" w:rsidRDefault="00E67E12" w:rsidP="00860DAB">
            <w:pPr>
              <w:pStyle w:val="1"/>
            </w:pPr>
            <w:r>
              <w:t xml:space="preserve">- </w:t>
            </w:r>
          </w:p>
        </w:tc>
      </w:tr>
      <w:tr w:rsidR="00E67E12" w:rsidRPr="005B4876" w:rsidTr="00860DAB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54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н105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jc w:val="center"/>
            </w:pPr>
            <w:r>
              <w:t xml:space="preserve">5384458.96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5243532.66 </w:t>
            </w:r>
          </w:p>
        </w:tc>
        <w:tc>
          <w:tcPr>
            <w:tcW w:w="3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</w:pPr>
            <w:r>
              <w:t xml:space="preserve">Картометрический метод. </w:t>
            </w:r>
            <w:proofErr w:type="spellStart"/>
            <w:r>
              <w:t>Mt</w:t>
            </w:r>
            <w:proofErr w:type="spellEnd"/>
            <w:r>
              <w:t>= 1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7E12" w:rsidRPr="001B3FAC" w:rsidRDefault="00E67E12" w:rsidP="00860DAB">
            <w:pPr>
              <w:pStyle w:val="1"/>
            </w:pPr>
            <w:r>
              <w:t xml:space="preserve">- </w:t>
            </w:r>
          </w:p>
        </w:tc>
      </w:tr>
      <w:tr w:rsidR="00E67E12" w:rsidRPr="005B4876" w:rsidTr="00860DAB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54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н106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jc w:val="center"/>
            </w:pPr>
            <w:r>
              <w:t xml:space="preserve">5384480.44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5243527.27 </w:t>
            </w:r>
          </w:p>
        </w:tc>
        <w:tc>
          <w:tcPr>
            <w:tcW w:w="3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</w:pPr>
            <w:r>
              <w:t xml:space="preserve">Картометрический метод. </w:t>
            </w:r>
            <w:proofErr w:type="spellStart"/>
            <w:r>
              <w:t>Mt</w:t>
            </w:r>
            <w:proofErr w:type="spellEnd"/>
            <w:r>
              <w:t>= 1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7E12" w:rsidRPr="001B3FAC" w:rsidRDefault="00E67E12" w:rsidP="00860DAB">
            <w:pPr>
              <w:pStyle w:val="1"/>
            </w:pPr>
            <w:r>
              <w:t xml:space="preserve">- </w:t>
            </w:r>
          </w:p>
        </w:tc>
      </w:tr>
      <w:tr w:rsidR="00E67E12" w:rsidRPr="005B4876" w:rsidTr="00860DAB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54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н107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jc w:val="center"/>
            </w:pPr>
            <w:r>
              <w:t xml:space="preserve">5384524.33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5243520.41 </w:t>
            </w:r>
          </w:p>
        </w:tc>
        <w:tc>
          <w:tcPr>
            <w:tcW w:w="3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</w:pPr>
            <w:r>
              <w:t xml:space="preserve">Картометрический метод. </w:t>
            </w:r>
            <w:proofErr w:type="spellStart"/>
            <w:r>
              <w:t>Mt</w:t>
            </w:r>
            <w:proofErr w:type="spellEnd"/>
            <w:r>
              <w:t>= 1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7E12" w:rsidRPr="001B3FAC" w:rsidRDefault="00E67E12" w:rsidP="00860DAB">
            <w:pPr>
              <w:pStyle w:val="1"/>
            </w:pPr>
            <w:r>
              <w:t xml:space="preserve">- </w:t>
            </w:r>
          </w:p>
        </w:tc>
      </w:tr>
      <w:tr w:rsidR="00E67E12" w:rsidRPr="005B4876" w:rsidTr="00860DAB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54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н108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jc w:val="center"/>
            </w:pPr>
            <w:r>
              <w:t xml:space="preserve">5384580.09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5243500.68 </w:t>
            </w:r>
          </w:p>
        </w:tc>
        <w:tc>
          <w:tcPr>
            <w:tcW w:w="3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</w:pPr>
            <w:r>
              <w:t xml:space="preserve">Картометрический метод. </w:t>
            </w:r>
            <w:proofErr w:type="spellStart"/>
            <w:r>
              <w:t>Mt</w:t>
            </w:r>
            <w:proofErr w:type="spellEnd"/>
            <w:r>
              <w:t>= 1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7E12" w:rsidRPr="001B3FAC" w:rsidRDefault="00E67E12" w:rsidP="00860DAB">
            <w:pPr>
              <w:pStyle w:val="1"/>
            </w:pPr>
            <w:r>
              <w:t xml:space="preserve">- </w:t>
            </w:r>
          </w:p>
        </w:tc>
      </w:tr>
      <w:tr w:rsidR="00E67E12" w:rsidRPr="005B4876" w:rsidTr="00860DAB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54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н109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jc w:val="center"/>
            </w:pPr>
            <w:r>
              <w:t xml:space="preserve">5384580.74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5243489.85 </w:t>
            </w:r>
          </w:p>
        </w:tc>
        <w:tc>
          <w:tcPr>
            <w:tcW w:w="3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</w:pPr>
            <w:r>
              <w:t xml:space="preserve">Картометрический метод. </w:t>
            </w:r>
            <w:proofErr w:type="spellStart"/>
            <w:r>
              <w:t>Mt</w:t>
            </w:r>
            <w:proofErr w:type="spellEnd"/>
            <w:r>
              <w:t>= 1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7E12" w:rsidRPr="001B3FAC" w:rsidRDefault="00E67E12" w:rsidP="00860DAB">
            <w:pPr>
              <w:pStyle w:val="1"/>
            </w:pPr>
            <w:r>
              <w:t xml:space="preserve">- </w:t>
            </w:r>
          </w:p>
        </w:tc>
      </w:tr>
      <w:tr w:rsidR="00E67E12" w:rsidRPr="005B4876" w:rsidTr="00860DAB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54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н110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jc w:val="center"/>
            </w:pPr>
            <w:r>
              <w:t xml:space="preserve">5384612.32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5243316.24 </w:t>
            </w:r>
          </w:p>
        </w:tc>
        <w:tc>
          <w:tcPr>
            <w:tcW w:w="3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</w:pPr>
            <w:r>
              <w:t xml:space="preserve">Картометрический метод. </w:t>
            </w:r>
            <w:proofErr w:type="spellStart"/>
            <w:r>
              <w:t>Mt</w:t>
            </w:r>
            <w:proofErr w:type="spellEnd"/>
            <w:r>
              <w:t>= 1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7E12" w:rsidRPr="001B3FAC" w:rsidRDefault="00E67E12" w:rsidP="00860DAB">
            <w:pPr>
              <w:pStyle w:val="1"/>
            </w:pPr>
            <w:r>
              <w:t xml:space="preserve">- </w:t>
            </w:r>
          </w:p>
        </w:tc>
      </w:tr>
      <w:tr w:rsidR="00E67E12" w:rsidRPr="005B4876" w:rsidTr="00860DAB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54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н111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jc w:val="center"/>
            </w:pPr>
            <w:r>
              <w:t xml:space="preserve">5384643.62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5243336.53 </w:t>
            </w:r>
          </w:p>
        </w:tc>
        <w:tc>
          <w:tcPr>
            <w:tcW w:w="3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</w:pPr>
            <w:r>
              <w:t xml:space="preserve">Картометрический метод. </w:t>
            </w:r>
            <w:proofErr w:type="spellStart"/>
            <w:r>
              <w:t>Mt</w:t>
            </w:r>
            <w:proofErr w:type="spellEnd"/>
            <w:r>
              <w:t>= 1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7E12" w:rsidRPr="001B3FAC" w:rsidRDefault="00E67E12" w:rsidP="00860DAB">
            <w:pPr>
              <w:pStyle w:val="1"/>
            </w:pPr>
            <w:r>
              <w:t xml:space="preserve">- </w:t>
            </w:r>
          </w:p>
        </w:tc>
      </w:tr>
      <w:tr w:rsidR="00E67E12" w:rsidRPr="005B4876" w:rsidTr="00860DAB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54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н112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jc w:val="center"/>
            </w:pPr>
            <w:r>
              <w:t xml:space="preserve">5384669.89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5243397.23 </w:t>
            </w:r>
          </w:p>
        </w:tc>
        <w:tc>
          <w:tcPr>
            <w:tcW w:w="3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</w:pPr>
            <w:r>
              <w:t xml:space="preserve">Картометрический метод. </w:t>
            </w:r>
            <w:proofErr w:type="spellStart"/>
            <w:r>
              <w:t>Mt</w:t>
            </w:r>
            <w:proofErr w:type="spellEnd"/>
            <w:r>
              <w:t>= 1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7E12" w:rsidRPr="001B3FAC" w:rsidRDefault="00E67E12" w:rsidP="00860DAB">
            <w:pPr>
              <w:pStyle w:val="1"/>
            </w:pPr>
            <w:r>
              <w:t xml:space="preserve">- </w:t>
            </w:r>
          </w:p>
        </w:tc>
      </w:tr>
      <w:tr w:rsidR="00E67E12" w:rsidRPr="005B4876" w:rsidTr="00860DAB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54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н113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jc w:val="center"/>
            </w:pPr>
            <w:r>
              <w:t xml:space="preserve">5384711.11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5243435.15 </w:t>
            </w:r>
          </w:p>
        </w:tc>
        <w:tc>
          <w:tcPr>
            <w:tcW w:w="3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</w:pPr>
            <w:r>
              <w:t xml:space="preserve">Картометрический метод. </w:t>
            </w:r>
            <w:proofErr w:type="spellStart"/>
            <w:r>
              <w:t>Mt</w:t>
            </w:r>
            <w:proofErr w:type="spellEnd"/>
            <w:r>
              <w:t>= 1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7E12" w:rsidRPr="001B3FAC" w:rsidRDefault="00E67E12" w:rsidP="00860DAB">
            <w:pPr>
              <w:pStyle w:val="1"/>
            </w:pPr>
            <w:r>
              <w:t xml:space="preserve">- </w:t>
            </w:r>
          </w:p>
        </w:tc>
      </w:tr>
      <w:tr w:rsidR="00E67E12" w:rsidRPr="005B4876" w:rsidTr="00860DAB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54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н114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jc w:val="center"/>
            </w:pPr>
            <w:r>
              <w:t xml:space="preserve">5384725.02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5243434.36 </w:t>
            </w:r>
          </w:p>
        </w:tc>
        <w:tc>
          <w:tcPr>
            <w:tcW w:w="3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</w:pPr>
            <w:r>
              <w:t xml:space="preserve">Картометрический метод. </w:t>
            </w:r>
            <w:proofErr w:type="spellStart"/>
            <w:r>
              <w:t>Mt</w:t>
            </w:r>
            <w:proofErr w:type="spellEnd"/>
            <w:r>
              <w:t>= 1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7E12" w:rsidRPr="001B3FAC" w:rsidRDefault="00E67E12" w:rsidP="00860DAB">
            <w:pPr>
              <w:pStyle w:val="1"/>
            </w:pPr>
            <w:r>
              <w:t xml:space="preserve">- </w:t>
            </w:r>
          </w:p>
        </w:tc>
      </w:tr>
      <w:tr w:rsidR="00E67E12" w:rsidRPr="005B4876" w:rsidTr="00860DAB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54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н115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jc w:val="center"/>
            </w:pPr>
            <w:r>
              <w:t xml:space="preserve">5384768.16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5243460.26 </w:t>
            </w:r>
          </w:p>
        </w:tc>
        <w:tc>
          <w:tcPr>
            <w:tcW w:w="3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</w:pPr>
            <w:r>
              <w:t xml:space="preserve">Картометрический метод. </w:t>
            </w:r>
            <w:proofErr w:type="spellStart"/>
            <w:r>
              <w:t>Mt</w:t>
            </w:r>
            <w:proofErr w:type="spellEnd"/>
            <w:r>
              <w:t>= 1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7E12" w:rsidRPr="001B3FAC" w:rsidRDefault="00E67E12" w:rsidP="00860DAB">
            <w:pPr>
              <w:pStyle w:val="1"/>
            </w:pPr>
            <w:r>
              <w:t xml:space="preserve">- </w:t>
            </w:r>
          </w:p>
        </w:tc>
      </w:tr>
      <w:tr w:rsidR="00E67E12" w:rsidRPr="005B4876" w:rsidTr="00860DAB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54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н116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jc w:val="center"/>
            </w:pPr>
            <w:r>
              <w:t xml:space="preserve">5384791.50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5243467.65 </w:t>
            </w:r>
          </w:p>
        </w:tc>
        <w:tc>
          <w:tcPr>
            <w:tcW w:w="3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</w:pPr>
            <w:r>
              <w:t xml:space="preserve">Картометрический метод. </w:t>
            </w:r>
            <w:proofErr w:type="spellStart"/>
            <w:r>
              <w:t>Mt</w:t>
            </w:r>
            <w:proofErr w:type="spellEnd"/>
            <w:r>
              <w:t>= 1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7E12" w:rsidRPr="001B3FAC" w:rsidRDefault="00E67E12" w:rsidP="00860DAB">
            <w:pPr>
              <w:pStyle w:val="1"/>
            </w:pPr>
            <w:r>
              <w:t xml:space="preserve">- </w:t>
            </w:r>
          </w:p>
        </w:tc>
      </w:tr>
      <w:tr w:rsidR="00E67E12" w:rsidRPr="005B4876" w:rsidTr="00860DAB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54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н117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jc w:val="center"/>
            </w:pPr>
            <w:r>
              <w:t xml:space="preserve">5384826.71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5243471.40 </w:t>
            </w:r>
          </w:p>
        </w:tc>
        <w:tc>
          <w:tcPr>
            <w:tcW w:w="3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</w:pPr>
            <w:r>
              <w:t xml:space="preserve">Картометрический метод. </w:t>
            </w:r>
            <w:proofErr w:type="spellStart"/>
            <w:r>
              <w:t>Mt</w:t>
            </w:r>
            <w:proofErr w:type="spellEnd"/>
            <w:r>
              <w:t>= 1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7E12" w:rsidRPr="001B3FAC" w:rsidRDefault="00E67E12" w:rsidP="00860DAB">
            <w:pPr>
              <w:pStyle w:val="1"/>
            </w:pPr>
            <w:r>
              <w:t xml:space="preserve">- </w:t>
            </w:r>
          </w:p>
        </w:tc>
      </w:tr>
      <w:tr w:rsidR="00E67E12" w:rsidRPr="005B4876" w:rsidTr="00860DAB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54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н118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jc w:val="center"/>
            </w:pPr>
            <w:r>
              <w:t xml:space="preserve">5384854.59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5243471.22 </w:t>
            </w:r>
          </w:p>
        </w:tc>
        <w:tc>
          <w:tcPr>
            <w:tcW w:w="3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</w:pPr>
            <w:r>
              <w:t xml:space="preserve">Картометрический метод. </w:t>
            </w:r>
            <w:proofErr w:type="spellStart"/>
            <w:r>
              <w:t>Mt</w:t>
            </w:r>
            <w:proofErr w:type="spellEnd"/>
            <w:r>
              <w:t>= 1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7E12" w:rsidRPr="001B3FAC" w:rsidRDefault="00E67E12" w:rsidP="00860DAB">
            <w:pPr>
              <w:pStyle w:val="1"/>
            </w:pPr>
            <w:r>
              <w:t xml:space="preserve">- </w:t>
            </w:r>
          </w:p>
        </w:tc>
      </w:tr>
      <w:tr w:rsidR="00E67E12" w:rsidRPr="005B4876" w:rsidTr="00860DAB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54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н119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jc w:val="center"/>
            </w:pPr>
            <w:r>
              <w:t xml:space="preserve">5384885.98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5243462.60 </w:t>
            </w:r>
          </w:p>
        </w:tc>
        <w:tc>
          <w:tcPr>
            <w:tcW w:w="3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</w:pPr>
            <w:r>
              <w:t xml:space="preserve">Картометрический метод. </w:t>
            </w:r>
            <w:proofErr w:type="spellStart"/>
            <w:r>
              <w:t>Mt</w:t>
            </w:r>
            <w:proofErr w:type="spellEnd"/>
            <w:r>
              <w:t>= 1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7E12" w:rsidRPr="001B3FAC" w:rsidRDefault="00E67E12" w:rsidP="00860DAB">
            <w:pPr>
              <w:pStyle w:val="1"/>
            </w:pPr>
            <w:r>
              <w:t xml:space="preserve">- </w:t>
            </w:r>
          </w:p>
        </w:tc>
      </w:tr>
      <w:tr w:rsidR="00E67E12" w:rsidRPr="005B4876" w:rsidTr="00860DAB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54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lastRenderedPageBreak/>
              <w:t xml:space="preserve">н120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jc w:val="center"/>
            </w:pPr>
            <w:r>
              <w:t xml:space="preserve">5384916.97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5243441.91 </w:t>
            </w:r>
          </w:p>
        </w:tc>
        <w:tc>
          <w:tcPr>
            <w:tcW w:w="3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</w:pPr>
            <w:r>
              <w:t xml:space="preserve">Картометрический метод. </w:t>
            </w:r>
            <w:proofErr w:type="spellStart"/>
            <w:r>
              <w:t>Mt</w:t>
            </w:r>
            <w:proofErr w:type="spellEnd"/>
            <w:r>
              <w:t>= 1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7E12" w:rsidRPr="001B3FAC" w:rsidRDefault="00E67E12" w:rsidP="00860DAB">
            <w:pPr>
              <w:pStyle w:val="1"/>
            </w:pPr>
            <w:r>
              <w:t xml:space="preserve">- </w:t>
            </w:r>
          </w:p>
        </w:tc>
      </w:tr>
      <w:tr w:rsidR="00E67E12" w:rsidRPr="005B4876" w:rsidTr="00860DAB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54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н121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jc w:val="center"/>
            </w:pPr>
            <w:r>
              <w:t xml:space="preserve">5384932.70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5243429.22 </w:t>
            </w:r>
          </w:p>
        </w:tc>
        <w:tc>
          <w:tcPr>
            <w:tcW w:w="3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</w:pPr>
            <w:r>
              <w:t xml:space="preserve">Картометрический метод. </w:t>
            </w:r>
            <w:proofErr w:type="spellStart"/>
            <w:r>
              <w:t>Mt</w:t>
            </w:r>
            <w:proofErr w:type="spellEnd"/>
            <w:r>
              <w:t>= 1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7E12" w:rsidRPr="001B3FAC" w:rsidRDefault="00E67E12" w:rsidP="00860DAB">
            <w:pPr>
              <w:pStyle w:val="1"/>
            </w:pPr>
            <w:r>
              <w:t xml:space="preserve">- </w:t>
            </w:r>
          </w:p>
        </w:tc>
      </w:tr>
      <w:tr w:rsidR="00E67E12" w:rsidRPr="005B4876" w:rsidTr="00860DAB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54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н122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jc w:val="center"/>
            </w:pPr>
            <w:r>
              <w:t xml:space="preserve">5384944.14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5243418.67 </w:t>
            </w:r>
          </w:p>
        </w:tc>
        <w:tc>
          <w:tcPr>
            <w:tcW w:w="3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</w:pPr>
            <w:r>
              <w:t xml:space="preserve">Картометрический метод. </w:t>
            </w:r>
            <w:proofErr w:type="spellStart"/>
            <w:r>
              <w:t>Mt</w:t>
            </w:r>
            <w:proofErr w:type="spellEnd"/>
            <w:r>
              <w:t>= 1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7E12" w:rsidRPr="001B3FAC" w:rsidRDefault="00E67E12" w:rsidP="00860DAB">
            <w:pPr>
              <w:pStyle w:val="1"/>
            </w:pPr>
            <w:r>
              <w:t xml:space="preserve">- </w:t>
            </w:r>
          </w:p>
        </w:tc>
      </w:tr>
      <w:tr w:rsidR="00E67E12" w:rsidRPr="005B4876" w:rsidTr="00860DAB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54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н123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jc w:val="center"/>
            </w:pPr>
            <w:r>
              <w:t xml:space="preserve">5384963.98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5243397.76 </w:t>
            </w:r>
          </w:p>
        </w:tc>
        <w:tc>
          <w:tcPr>
            <w:tcW w:w="3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</w:pPr>
            <w:r>
              <w:t xml:space="preserve">Картометрический метод. </w:t>
            </w:r>
            <w:proofErr w:type="spellStart"/>
            <w:r>
              <w:t>Mt</w:t>
            </w:r>
            <w:proofErr w:type="spellEnd"/>
            <w:r>
              <w:t>= 1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7E12" w:rsidRPr="001B3FAC" w:rsidRDefault="00E67E12" w:rsidP="00860DAB">
            <w:pPr>
              <w:pStyle w:val="1"/>
            </w:pPr>
            <w:r>
              <w:t xml:space="preserve">- </w:t>
            </w:r>
          </w:p>
        </w:tc>
      </w:tr>
      <w:tr w:rsidR="00E67E12" w:rsidRPr="005B4876" w:rsidTr="00860DAB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54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н124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jc w:val="center"/>
            </w:pPr>
            <w:r>
              <w:t xml:space="preserve">5384978.99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5243388.11 </w:t>
            </w:r>
          </w:p>
        </w:tc>
        <w:tc>
          <w:tcPr>
            <w:tcW w:w="3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</w:pPr>
            <w:r>
              <w:t xml:space="preserve">Картометрический метод. </w:t>
            </w:r>
            <w:proofErr w:type="spellStart"/>
            <w:r>
              <w:t>Mt</w:t>
            </w:r>
            <w:proofErr w:type="spellEnd"/>
            <w:r>
              <w:t>= 1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7E12" w:rsidRPr="001B3FAC" w:rsidRDefault="00E67E12" w:rsidP="00860DAB">
            <w:pPr>
              <w:pStyle w:val="1"/>
            </w:pPr>
            <w:r>
              <w:t xml:space="preserve">- </w:t>
            </w:r>
          </w:p>
        </w:tc>
      </w:tr>
      <w:tr w:rsidR="00E67E12" w:rsidRPr="005B4876" w:rsidTr="00860DAB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54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н125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jc w:val="center"/>
            </w:pPr>
            <w:r>
              <w:t xml:space="preserve">5384997.94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5243372.02 </w:t>
            </w:r>
          </w:p>
        </w:tc>
        <w:tc>
          <w:tcPr>
            <w:tcW w:w="3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</w:pPr>
            <w:r>
              <w:t xml:space="preserve">Картометрический метод. </w:t>
            </w:r>
            <w:proofErr w:type="spellStart"/>
            <w:r>
              <w:t>Mt</w:t>
            </w:r>
            <w:proofErr w:type="spellEnd"/>
            <w:r>
              <w:t>= 1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7E12" w:rsidRPr="001B3FAC" w:rsidRDefault="00E67E12" w:rsidP="00860DAB">
            <w:pPr>
              <w:pStyle w:val="1"/>
            </w:pPr>
            <w:r>
              <w:t xml:space="preserve">- </w:t>
            </w:r>
          </w:p>
        </w:tc>
      </w:tr>
      <w:tr w:rsidR="00E67E12" w:rsidRPr="005B4876" w:rsidTr="00860DAB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54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н126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jc w:val="center"/>
            </w:pPr>
            <w:r>
              <w:t xml:space="preserve">5385010.48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5243363.34 </w:t>
            </w:r>
          </w:p>
        </w:tc>
        <w:tc>
          <w:tcPr>
            <w:tcW w:w="3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</w:pPr>
            <w:r>
              <w:t xml:space="preserve">Картометрический метод. </w:t>
            </w:r>
            <w:proofErr w:type="spellStart"/>
            <w:r>
              <w:t>Mt</w:t>
            </w:r>
            <w:proofErr w:type="spellEnd"/>
            <w:r>
              <w:t>= 1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7E12" w:rsidRPr="001B3FAC" w:rsidRDefault="00E67E12" w:rsidP="00860DAB">
            <w:pPr>
              <w:pStyle w:val="1"/>
            </w:pPr>
            <w:r>
              <w:t xml:space="preserve">- </w:t>
            </w:r>
          </w:p>
        </w:tc>
      </w:tr>
      <w:tr w:rsidR="00E67E12" w:rsidRPr="005B4876" w:rsidTr="00860DAB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54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н127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jc w:val="center"/>
            </w:pPr>
            <w:r>
              <w:t xml:space="preserve">5385018.00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5243358.02 </w:t>
            </w:r>
          </w:p>
        </w:tc>
        <w:tc>
          <w:tcPr>
            <w:tcW w:w="3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</w:pPr>
            <w:r>
              <w:t xml:space="preserve">Картометрический метод. </w:t>
            </w:r>
            <w:proofErr w:type="spellStart"/>
            <w:r>
              <w:t>Mt</w:t>
            </w:r>
            <w:proofErr w:type="spellEnd"/>
            <w:r>
              <w:t>= 1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7E12" w:rsidRPr="001B3FAC" w:rsidRDefault="00E67E12" w:rsidP="00860DAB">
            <w:pPr>
              <w:pStyle w:val="1"/>
            </w:pPr>
            <w:r>
              <w:t xml:space="preserve">- </w:t>
            </w:r>
          </w:p>
        </w:tc>
      </w:tr>
      <w:tr w:rsidR="00E67E12" w:rsidRPr="005B4876" w:rsidTr="00860DAB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54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н128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jc w:val="center"/>
            </w:pPr>
            <w:r>
              <w:t xml:space="preserve">5385026.79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5243352.12 </w:t>
            </w:r>
          </w:p>
        </w:tc>
        <w:tc>
          <w:tcPr>
            <w:tcW w:w="3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</w:pPr>
            <w:r>
              <w:t xml:space="preserve">Картометрический метод. </w:t>
            </w:r>
            <w:proofErr w:type="spellStart"/>
            <w:r>
              <w:t>Mt</w:t>
            </w:r>
            <w:proofErr w:type="spellEnd"/>
            <w:r>
              <w:t>= 1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7E12" w:rsidRPr="001B3FAC" w:rsidRDefault="00E67E12" w:rsidP="00860DAB">
            <w:pPr>
              <w:pStyle w:val="1"/>
            </w:pPr>
            <w:r>
              <w:t xml:space="preserve">- </w:t>
            </w:r>
          </w:p>
        </w:tc>
      </w:tr>
      <w:tr w:rsidR="00E67E12" w:rsidRPr="005B4876" w:rsidTr="00860DAB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54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н129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jc w:val="center"/>
            </w:pPr>
            <w:r>
              <w:t xml:space="preserve">5385038.97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5243345.55 </w:t>
            </w:r>
          </w:p>
        </w:tc>
        <w:tc>
          <w:tcPr>
            <w:tcW w:w="3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</w:pPr>
            <w:r>
              <w:t xml:space="preserve">Картометрический метод. </w:t>
            </w:r>
            <w:proofErr w:type="spellStart"/>
            <w:r>
              <w:t>Mt</w:t>
            </w:r>
            <w:proofErr w:type="spellEnd"/>
            <w:r>
              <w:t>= 1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7E12" w:rsidRPr="001B3FAC" w:rsidRDefault="00E67E12" w:rsidP="00860DAB">
            <w:pPr>
              <w:pStyle w:val="1"/>
            </w:pPr>
            <w:r>
              <w:t xml:space="preserve">- </w:t>
            </w:r>
          </w:p>
        </w:tc>
      </w:tr>
      <w:tr w:rsidR="00E67E12" w:rsidRPr="005B4876" w:rsidTr="00860DAB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54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н130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jc w:val="center"/>
            </w:pPr>
            <w:r>
              <w:t xml:space="preserve">5385048.81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5243342.05 </w:t>
            </w:r>
          </w:p>
        </w:tc>
        <w:tc>
          <w:tcPr>
            <w:tcW w:w="3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</w:pPr>
            <w:r>
              <w:t xml:space="preserve">Картометрический метод. </w:t>
            </w:r>
            <w:proofErr w:type="spellStart"/>
            <w:r>
              <w:t>Mt</w:t>
            </w:r>
            <w:proofErr w:type="spellEnd"/>
            <w:r>
              <w:t>= 1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7E12" w:rsidRPr="001B3FAC" w:rsidRDefault="00E67E12" w:rsidP="00860DAB">
            <w:pPr>
              <w:pStyle w:val="1"/>
            </w:pPr>
            <w:r>
              <w:t xml:space="preserve">- </w:t>
            </w:r>
          </w:p>
        </w:tc>
      </w:tr>
      <w:tr w:rsidR="00E67E12" w:rsidRPr="005B4876" w:rsidTr="00860DAB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54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н131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jc w:val="center"/>
            </w:pPr>
            <w:r>
              <w:t xml:space="preserve">5385055.89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5243338.54 </w:t>
            </w:r>
          </w:p>
        </w:tc>
        <w:tc>
          <w:tcPr>
            <w:tcW w:w="3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</w:pPr>
            <w:r>
              <w:t xml:space="preserve">Картометрический метод. </w:t>
            </w:r>
            <w:proofErr w:type="spellStart"/>
            <w:r>
              <w:t>Mt</w:t>
            </w:r>
            <w:proofErr w:type="spellEnd"/>
            <w:r>
              <w:t>= 1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7E12" w:rsidRPr="001B3FAC" w:rsidRDefault="00E67E12" w:rsidP="00860DAB">
            <w:pPr>
              <w:pStyle w:val="1"/>
            </w:pPr>
            <w:r>
              <w:t xml:space="preserve">- </w:t>
            </w:r>
          </w:p>
        </w:tc>
      </w:tr>
      <w:tr w:rsidR="00E67E12" w:rsidRPr="005B4876" w:rsidTr="00860DAB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54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н132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jc w:val="center"/>
            </w:pPr>
            <w:r>
              <w:t xml:space="preserve">5385060.72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5243333.31 </w:t>
            </w:r>
          </w:p>
        </w:tc>
        <w:tc>
          <w:tcPr>
            <w:tcW w:w="3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</w:pPr>
            <w:r>
              <w:t xml:space="preserve">Картометрический метод. </w:t>
            </w:r>
            <w:proofErr w:type="spellStart"/>
            <w:r>
              <w:t>Mt</w:t>
            </w:r>
            <w:proofErr w:type="spellEnd"/>
            <w:r>
              <w:t>= 1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7E12" w:rsidRPr="001B3FAC" w:rsidRDefault="00E67E12" w:rsidP="00860DAB">
            <w:pPr>
              <w:pStyle w:val="1"/>
            </w:pPr>
            <w:r>
              <w:t xml:space="preserve">- </w:t>
            </w:r>
          </w:p>
        </w:tc>
      </w:tr>
      <w:tr w:rsidR="00E67E12" w:rsidRPr="005B4876" w:rsidTr="00860DAB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54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н133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jc w:val="center"/>
            </w:pPr>
            <w:r>
              <w:t xml:space="preserve">5385066.88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5243323.07 </w:t>
            </w:r>
          </w:p>
        </w:tc>
        <w:tc>
          <w:tcPr>
            <w:tcW w:w="3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</w:pPr>
            <w:r>
              <w:t xml:space="preserve">Картометрический метод. </w:t>
            </w:r>
            <w:proofErr w:type="spellStart"/>
            <w:r>
              <w:t>Mt</w:t>
            </w:r>
            <w:proofErr w:type="spellEnd"/>
            <w:r>
              <w:t>= 1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7E12" w:rsidRPr="001B3FAC" w:rsidRDefault="00E67E12" w:rsidP="00860DAB">
            <w:pPr>
              <w:pStyle w:val="1"/>
            </w:pPr>
            <w:r>
              <w:t xml:space="preserve">- </w:t>
            </w:r>
          </w:p>
        </w:tc>
      </w:tr>
      <w:tr w:rsidR="00E67E12" w:rsidRPr="005B4876" w:rsidTr="00860DAB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54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н134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jc w:val="center"/>
            </w:pPr>
            <w:r>
              <w:t xml:space="preserve">5385071.51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5243313.81 </w:t>
            </w:r>
          </w:p>
        </w:tc>
        <w:tc>
          <w:tcPr>
            <w:tcW w:w="3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</w:pPr>
            <w:r>
              <w:t xml:space="preserve">Картометрический метод. </w:t>
            </w:r>
            <w:proofErr w:type="spellStart"/>
            <w:r>
              <w:t>Mt</w:t>
            </w:r>
            <w:proofErr w:type="spellEnd"/>
            <w:r>
              <w:t>= 1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7E12" w:rsidRPr="001B3FAC" w:rsidRDefault="00E67E12" w:rsidP="00860DAB">
            <w:pPr>
              <w:pStyle w:val="1"/>
            </w:pPr>
            <w:r>
              <w:t xml:space="preserve">- </w:t>
            </w:r>
          </w:p>
        </w:tc>
      </w:tr>
      <w:tr w:rsidR="00E67E12" w:rsidRPr="005B4876" w:rsidTr="00860DAB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54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н135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jc w:val="center"/>
            </w:pPr>
            <w:r>
              <w:t xml:space="preserve">5385077.99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5243304.49 </w:t>
            </w:r>
          </w:p>
        </w:tc>
        <w:tc>
          <w:tcPr>
            <w:tcW w:w="3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</w:pPr>
            <w:r>
              <w:t xml:space="preserve">Картометрический метод. </w:t>
            </w:r>
            <w:proofErr w:type="spellStart"/>
            <w:r>
              <w:t>Mt</w:t>
            </w:r>
            <w:proofErr w:type="spellEnd"/>
            <w:r>
              <w:t>= 1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7E12" w:rsidRPr="001B3FAC" w:rsidRDefault="00E67E12" w:rsidP="00860DAB">
            <w:pPr>
              <w:pStyle w:val="1"/>
            </w:pPr>
            <w:r>
              <w:t xml:space="preserve">- </w:t>
            </w:r>
          </w:p>
        </w:tc>
      </w:tr>
      <w:tr w:rsidR="00E67E12" w:rsidRPr="005B4876" w:rsidTr="00860DAB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54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н136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jc w:val="center"/>
            </w:pPr>
            <w:r>
              <w:t xml:space="preserve">5385084.35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5243298.94 </w:t>
            </w:r>
          </w:p>
        </w:tc>
        <w:tc>
          <w:tcPr>
            <w:tcW w:w="3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</w:pPr>
            <w:r>
              <w:t xml:space="preserve">Картометрический метод. </w:t>
            </w:r>
            <w:proofErr w:type="spellStart"/>
            <w:r>
              <w:t>Mt</w:t>
            </w:r>
            <w:proofErr w:type="spellEnd"/>
            <w:r>
              <w:t>= 1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7E12" w:rsidRPr="001B3FAC" w:rsidRDefault="00E67E12" w:rsidP="00860DAB">
            <w:pPr>
              <w:pStyle w:val="1"/>
            </w:pPr>
            <w:r>
              <w:t xml:space="preserve">- </w:t>
            </w:r>
          </w:p>
        </w:tc>
      </w:tr>
      <w:tr w:rsidR="00E67E12" w:rsidRPr="005B4876" w:rsidTr="00860DAB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54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н137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jc w:val="center"/>
            </w:pPr>
            <w:r>
              <w:t xml:space="preserve">5385089.68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5243295.87 </w:t>
            </w:r>
          </w:p>
        </w:tc>
        <w:tc>
          <w:tcPr>
            <w:tcW w:w="3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</w:pPr>
            <w:r>
              <w:t xml:space="preserve">Картометрический метод. </w:t>
            </w:r>
            <w:proofErr w:type="spellStart"/>
            <w:r>
              <w:t>Mt</w:t>
            </w:r>
            <w:proofErr w:type="spellEnd"/>
            <w:r>
              <w:t>= 1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7E12" w:rsidRPr="001B3FAC" w:rsidRDefault="00E67E12" w:rsidP="00860DAB">
            <w:pPr>
              <w:pStyle w:val="1"/>
            </w:pPr>
            <w:r>
              <w:t xml:space="preserve">- </w:t>
            </w:r>
          </w:p>
        </w:tc>
      </w:tr>
      <w:tr w:rsidR="00E67E12" w:rsidRPr="005B4876" w:rsidTr="00860DAB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54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н138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jc w:val="center"/>
            </w:pPr>
            <w:r>
              <w:t xml:space="preserve">5385108.37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5243284.97 </w:t>
            </w:r>
          </w:p>
        </w:tc>
        <w:tc>
          <w:tcPr>
            <w:tcW w:w="3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</w:pPr>
            <w:r>
              <w:t xml:space="preserve">Картометрический метод. </w:t>
            </w:r>
            <w:proofErr w:type="spellStart"/>
            <w:r>
              <w:t>Mt</w:t>
            </w:r>
            <w:proofErr w:type="spellEnd"/>
            <w:r>
              <w:t>= 1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7E12" w:rsidRPr="001B3FAC" w:rsidRDefault="00E67E12" w:rsidP="00860DAB">
            <w:pPr>
              <w:pStyle w:val="1"/>
            </w:pPr>
            <w:r>
              <w:t xml:space="preserve">- </w:t>
            </w:r>
          </w:p>
        </w:tc>
      </w:tr>
      <w:tr w:rsidR="00E67E12" w:rsidRPr="005B4876" w:rsidTr="00860DAB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54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н139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jc w:val="center"/>
            </w:pPr>
            <w:r>
              <w:t xml:space="preserve">5385120.47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5243268.00 </w:t>
            </w:r>
          </w:p>
        </w:tc>
        <w:tc>
          <w:tcPr>
            <w:tcW w:w="3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</w:pPr>
            <w:r>
              <w:t xml:space="preserve">Картометрический метод. </w:t>
            </w:r>
            <w:proofErr w:type="spellStart"/>
            <w:r>
              <w:t>Mt</w:t>
            </w:r>
            <w:proofErr w:type="spellEnd"/>
            <w:r>
              <w:t>= 1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7E12" w:rsidRPr="001B3FAC" w:rsidRDefault="00E67E12" w:rsidP="00860DAB">
            <w:pPr>
              <w:pStyle w:val="1"/>
            </w:pPr>
            <w:r>
              <w:t xml:space="preserve">- </w:t>
            </w:r>
          </w:p>
        </w:tc>
      </w:tr>
      <w:tr w:rsidR="00E67E12" w:rsidRPr="005B4876" w:rsidTr="00860DAB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54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н140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jc w:val="center"/>
            </w:pPr>
            <w:r>
              <w:t xml:space="preserve">5385128.66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5243259.61 </w:t>
            </w:r>
          </w:p>
        </w:tc>
        <w:tc>
          <w:tcPr>
            <w:tcW w:w="3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</w:pPr>
            <w:r>
              <w:t xml:space="preserve">Картометрический метод. </w:t>
            </w:r>
            <w:proofErr w:type="spellStart"/>
            <w:r>
              <w:t>Mt</w:t>
            </w:r>
            <w:proofErr w:type="spellEnd"/>
            <w:r>
              <w:t>= 1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7E12" w:rsidRPr="001B3FAC" w:rsidRDefault="00E67E12" w:rsidP="00860DAB">
            <w:pPr>
              <w:pStyle w:val="1"/>
            </w:pPr>
            <w:r>
              <w:t xml:space="preserve">- </w:t>
            </w:r>
          </w:p>
        </w:tc>
      </w:tr>
      <w:tr w:rsidR="00E67E12" w:rsidRPr="005B4876" w:rsidTr="00860DAB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54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н141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jc w:val="center"/>
            </w:pPr>
            <w:r>
              <w:t xml:space="preserve">5385132.28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5243256.11 </w:t>
            </w:r>
          </w:p>
        </w:tc>
        <w:tc>
          <w:tcPr>
            <w:tcW w:w="3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</w:pPr>
            <w:r>
              <w:t xml:space="preserve">Картометрический метод. </w:t>
            </w:r>
            <w:proofErr w:type="spellStart"/>
            <w:r>
              <w:t>Mt</w:t>
            </w:r>
            <w:proofErr w:type="spellEnd"/>
            <w:r>
              <w:t>= 1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7E12" w:rsidRPr="001B3FAC" w:rsidRDefault="00E67E12" w:rsidP="00860DAB">
            <w:pPr>
              <w:pStyle w:val="1"/>
            </w:pPr>
            <w:r>
              <w:t xml:space="preserve">- </w:t>
            </w:r>
          </w:p>
        </w:tc>
      </w:tr>
      <w:tr w:rsidR="00E67E12" w:rsidRPr="005B4876" w:rsidTr="00860DAB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54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н142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jc w:val="center"/>
            </w:pPr>
            <w:r>
              <w:t xml:space="preserve">5385144.38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5243238.09 </w:t>
            </w:r>
          </w:p>
        </w:tc>
        <w:tc>
          <w:tcPr>
            <w:tcW w:w="3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</w:pPr>
            <w:r>
              <w:t xml:space="preserve">Картометрический метод. </w:t>
            </w:r>
            <w:proofErr w:type="spellStart"/>
            <w:r>
              <w:t>Mt</w:t>
            </w:r>
            <w:proofErr w:type="spellEnd"/>
            <w:r>
              <w:t>= 1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7E12" w:rsidRPr="001B3FAC" w:rsidRDefault="00E67E12" w:rsidP="00860DAB">
            <w:pPr>
              <w:pStyle w:val="1"/>
            </w:pPr>
            <w:r>
              <w:t xml:space="preserve">- </w:t>
            </w:r>
          </w:p>
        </w:tc>
      </w:tr>
      <w:tr w:rsidR="00E67E12" w:rsidRPr="005B4876" w:rsidTr="00860DAB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54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н143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jc w:val="center"/>
            </w:pPr>
            <w:r>
              <w:t xml:space="preserve">5385157.61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5243224.63 </w:t>
            </w:r>
          </w:p>
        </w:tc>
        <w:tc>
          <w:tcPr>
            <w:tcW w:w="3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</w:pPr>
            <w:r>
              <w:t xml:space="preserve">Картометрический метод. </w:t>
            </w:r>
            <w:proofErr w:type="spellStart"/>
            <w:r>
              <w:t>Mt</w:t>
            </w:r>
            <w:proofErr w:type="spellEnd"/>
            <w:r>
              <w:t>= 1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7E12" w:rsidRPr="001B3FAC" w:rsidRDefault="00E67E12" w:rsidP="00860DAB">
            <w:pPr>
              <w:pStyle w:val="1"/>
            </w:pPr>
            <w:r>
              <w:t xml:space="preserve">- </w:t>
            </w:r>
          </w:p>
        </w:tc>
      </w:tr>
      <w:tr w:rsidR="00E67E12" w:rsidRPr="005B4876" w:rsidTr="00860DAB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54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н144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jc w:val="center"/>
            </w:pPr>
            <w:r>
              <w:t xml:space="preserve">5385175.90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5243210.94 </w:t>
            </w:r>
          </w:p>
        </w:tc>
        <w:tc>
          <w:tcPr>
            <w:tcW w:w="3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</w:pPr>
            <w:r>
              <w:t xml:space="preserve">Картометрический метод. </w:t>
            </w:r>
            <w:proofErr w:type="spellStart"/>
            <w:r>
              <w:t>Mt</w:t>
            </w:r>
            <w:proofErr w:type="spellEnd"/>
            <w:r>
              <w:t>= 1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7E12" w:rsidRPr="001B3FAC" w:rsidRDefault="00E67E12" w:rsidP="00860DAB">
            <w:pPr>
              <w:pStyle w:val="1"/>
            </w:pPr>
            <w:r>
              <w:t xml:space="preserve">- </w:t>
            </w:r>
          </w:p>
        </w:tc>
      </w:tr>
      <w:tr w:rsidR="00E67E12" w:rsidRPr="005B4876" w:rsidTr="00860DAB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54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н145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jc w:val="center"/>
            </w:pPr>
            <w:r>
              <w:t xml:space="preserve">5385180.41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5243208.88 </w:t>
            </w:r>
          </w:p>
        </w:tc>
        <w:tc>
          <w:tcPr>
            <w:tcW w:w="3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</w:pPr>
            <w:r>
              <w:t xml:space="preserve">Картометрический метод. </w:t>
            </w:r>
            <w:proofErr w:type="spellStart"/>
            <w:r>
              <w:t>Mt</w:t>
            </w:r>
            <w:proofErr w:type="spellEnd"/>
            <w:r>
              <w:t>= 1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7E12" w:rsidRPr="001B3FAC" w:rsidRDefault="00E67E12" w:rsidP="00860DAB">
            <w:pPr>
              <w:pStyle w:val="1"/>
            </w:pPr>
            <w:r>
              <w:t xml:space="preserve">- </w:t>
            </w:r>
          </w:p>
        </w:tc>
      </w:tr>
      <w:tr w:rsidR="00E67E12" w:rsidRPr="005B4876" w:rsidTr="00860DAB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54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н146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jc w:val="center"/>
            </w:pPr>
            <w:r>
              <w:t xml:space="preserve">5385199.18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5243200.62 </w:t>
            </w:r>
          </w:p>
        </w:tc>
        <w:tc>
          <w:tcPr>
            <w:tcW w:w="3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</w:pPr>
            <w:r>
              <w:t xml:space="preserve">Картометрический метод. </w:t>
            </w:r>
            <w:proofErr w:type="spellStart"/>
            <w:r>
              <w:t>Mt</w:t>
            </w:r>
            <w:proofErr w:type="spellEnd"/>
            <w:r>
              <w:t>= 1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7E12" w:rsidRPr="001B3FAC" w:rsidRDefault="00E67E12" w:rsidP="00860DAB">
            <w:pPr>
              <w:pStyle w:val="1"/>
            </w:pPr>
            <w:r>
              <w:t xml:space="preserve">- </w:t>
            </w:r>
          </w:p>
        </w:tc>
      </w:tr>
      <w:tr w:rsidR="00E67E12" w:rsidRPr="005B4876" w:rsidTr="00860DAB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54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н147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jc w:val="center"/>
            </w:pPr>
            <w:r>
              <w:t xml:space="preserve">5385285.35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5243158.61 </w:t>
            </w:r>
          </w:p>
        </w:tc>
        <w:tc>
          <w:tcPr>
            <w:tcW w:w="3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</w:pPr>
            <w:r>
              <w:t xml:space="preserve">Картометрический метод. </w:t>
            </w:r>
            <w:proofErr w:type="spellStart"/>
            <w:r>
              <w:t>Mt</w:t>
            </w:r>
            <w:proofErr w:type="spellEnd"/>
            <w:r>
              <w:t>= 1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7E12" w:rsidRPr="001B3FAC" w:rsidRDefault="00E67E12" w:rsidP="00860DAB">
            <w:pPr>
              <w:pStyle w:val="1"/>
            </w:pPr>
            <w:r>
              <w:t xml:space="preserve">- </w:t>
            </w:r>
          </w:p>
        </w:tc>
      </w:tr>
      <w:tr w:rsidR="00E67E12" w:rsidRPr="005B4876" w:rsidTr="00860DAB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54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н148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jc w:val="center"/>
            </w:pPr>
            <w:r>
              <w:t xml:space="preserve">5385301.97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5243160.22 </w:t>
            </w:r>
          </w:p>
        </w:tc>
        <w:tc>
          <w:tcPr>
            <w:tcW w:w="3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</w:pPr>
            <w:r>
              <w:t xml:space="preserve">Картометрический метод. </w:t>
            </w:r>
            <w:proofErr w:type="spellStart"/>
            <w:r>
              <w:t>Mt</w:t>
            </w:r>
            <w:proofErr w:type="spellEnd"/>
            <w:r>
              <w:t>= 1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7E12" w:rsidRPr="001B3FAC" w:rsidRDefault="00E67E12" w:rsidP="00860DAB">
            <w:pPr>
              <w:pStyle w:val="1"/>
            </w:pPr>
            <w:r>
              <w:t xml:space="preserve">- </w:t>
            </w:r>
          </w:p>
        </w:tc>
      </w:tr>
      <w:tr w:rsidR="00E67E12" w:rsidRPr="005B4876" w:rsidTr="00860DAB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54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н149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jc w:val="center"/>
            </w:pPr>
            <w:r>
              <w:t xml:space="preserve">5385316.99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5243160.22 </w:t>
            </w:r>
          </w:p>
        </w:tc>
        <w:tc>
          <w:tcPr>
            <w:tcW w:w="3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</w:pPr>
            <w:r>
              <w:t xml:space="preserve">Картометрический метод. </w:t>
            </w:r>
            <w:proofErr w:type="spellStart"/>
            <w:r>
              <w:t>Mt</w:t>
            </w:r>
            <w:proofErr w:type="spellEnd"/>
            <w:r>
              <w:t>= 1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7E12" w:rsidRPr="001B3FAC" w:rsidRDefault="00E67E12" w:rsidP="00860DAB">
            <w:pPr>
              <w:pStyle w:val="1"/>
            </w:pPr>
            <w:r>
              <w:t xml:space="preserve">- </w:t>
            </w:r>
          </w:p>
        </w:tc>
      </w:tr>
      <w:tr w:rsidR="00E67E12" w:rsidRPr="005B4876" w:rsidTr="00860DAB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54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н150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jc w:val="center"/>
            </w:pPr>
            <w:r>
              <w:t xml:space="preserve">5385328.96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5243155.39 </w:t>
            </w:r>
          </w:p>
        </w:tc>
        <w:tc>
          <w:tcPr>
            <w:tcW w:w="3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</w:pPr>
            <w:r>
              <w:t xml:space="preserve">Картометрический метод. </w:t>
            </w:r>
            <w:proofErr w:type="spellStart"/>
            <w:r>
              <w:t>Mt</w:t>
            </w:r>
            <w:proofErr w:type="spellEnd"/>
            <w:r>
              <w:t>= 1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7E12" w:rsidRPr="001B3FAC" w:rsidRDefault="00E67E12" w:rsidP="00860DAB">
            <w:pPr>
              <w:pStyle w:val="1"/>
            </w:pPr>
            <w:r>
              <w:t xml:space="preserve">- </w:t>
            </w:r>
          </w:p>
        </w:tc>
      </w:tr>
      <w:tr w:rsidR="00E67E12" w:rsidRPr="005B4876" w:rsidTr="00860DAB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54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н151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jc w:val="center"/>
            </w:pPr>
            <w:r>
              <w:t xml:space="preserve">5385334.50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5243150.03 </w:t>
            </w:r>
          </w:p>
        </w:tc>
        <w:tc>
          <w:tcPr>
            <w:tcW w:w="3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</w:pPr>
            <w:r>
              <w:t xml:space="preserve">Картометрический метод. </w:t>
            </w:r>
            <w:proofErr w:type="spellStart"/>
            <w:r>
              <w:t>Mt</w:t>
            </w:r>
            <w:proofErr w:type="spellEnd"/>
            <w:r>
              <w:t>= 1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7E12" w:rsidRPr="001B3FAC" w:rsidRDefault="00E67E12" w:rsidP="00860DAB">
            <w:pPr>
              <w:pStyle w:val="1"/>
            </w:pPr>
            <w:r>
              <w:t xml:space="preserve">- </w:t>
            </w:r>
          </w:p>
        </w:tc>
      </w:tr>
      <w:tr w:rsidR="00E67E12" w:rsidRPr="005B4876" w:rsidTr="00860DAB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54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н152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jc w:val="center"/>
            </w:pPr>
            <w:r>
              <w:t xml:space="preserve">5385340.22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5243145.57 </w:t>
            </w:r>
          </w:p>
        </w:tc>
        <w:tc>
          <w:tcPr>
            <w:tcW w:w="3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</w:pPr>
            <w:r>
              <w:t xml:space="preserve">Картометрический метод. </w:t>
            </w:r>
            <w:proofErr w:type="spellStart"/>
            <w:r>
              <w:t>Mt</w:t>
            </w:r>
            <w:proofErr w:type="spellEnd"/>
            <w:r>
              <w:t>= 1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7E12" w:rsidRPr="001B3FAC" w:rsidRDefault="00E67E12" w:rsidP="00860DAB">
            <w:pPr>
              <w:pStyle w:val="1"/>
            </w:pPr>
            <w:r>
              <w:t xml:space="preserve">- </w:t>
            </w:r>
          </w:p>
        </w:tc>
      </w:tr>
      <w:tr w:rsidR="00E67E12" w:rsidRPr="005B4876" w:rsidTr="00860DAB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54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н153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jc w:val="center"/>
            </w:pPr>
            <w:r>
              <w:t xml:space="preserve">5385349.87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5243145.74 </w:t>
            </w:r>
          </w:p>
        </w:tc>
        <w:tc>
          <w:tcPr>
            <w:tcW w:w="3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</w:pPr>
            <w:r>
              <w:t xml:space="preserve">Картометрический метод. </w:t>
            </w:r>
            <w:proofErr w:type="spellStart"/>
            <w:r>
              <w:t>Mt</w:t>
            </w:r>
            <w:proofErr w:type="spellEnd"/>
            <w:r>
              <w:t>= 1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7E12" w:rsidRPr="001B3FAC" w:rsidRDefault="00E67E12" w:rsidP="00860DAB">
            <w:pPr>
              <w:pStyle w:val="1"/>
            </w:pPr>
            <w:r>
              <w:t xml:space="preserve">- </w:t>
            </w:r>
          </w:p>
        </w:tc>
      </w:tr>
      <w:tr w:rsidR="00E67E12" w:rsidRPr="005B4876" w:rsidTr="00860DAB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54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н154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jc w:val="center"/>
            </w:pPr>
            <w:r>
              <w:t xml:space="preserve">5385358.99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5243150.93 </w:t>
            </w:r>
          </w:p>
        </w:tc>
        <w:tc>
          <w:tcPr>
            <w:tcW w:w="3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</w:pPr>
            <w:r>
              <w:t xml:space="preserve">Картометрический метод. </w:t>
            </w:r>
            <w:proofErr w:type="spellStart"/>
            <w:r>
              <w:t>Mt</w:t>
            </w:r>
            <w:proofErr w:type="spellEnd"/>
            <w:r>
              <w:t>= 1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7E12" w:rsidRPr="001B3FAC" w:rsidRDefault="00E67E12" w:rsidP="00860DAB">
            <w:pPr>
              <w:pStyle w:val="1"/>
            </w:pPr>
            <w:r>
              <w:t xml:space="preserve">- </w:t>
            </w:r>
          </w:p>
        </w:tc>
      </w:tr>
      <w:tr w:rsidR="00E67E12" w:rsidRPr="005B4876" w:rsidTr="00860DAB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54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н155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jc w:val="center"/>
            </w:pPr>
            <w:r>
              <w:t xml:space="preserve">5385377.39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5243162.01 </w:t>
            </w:r>
          </w:p>
        </w:tc>
        <w:tc>
          <w:tcPr>
            <w:tcW w:w="3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</w:pPr>
            <w:r>
              <w:t xml:space="preserve">Картометрический метод. </w:t>
            </w:r>
            <w:proofErr w:type="spellStart"/>
            <w:r>
              <w:t>Mt</w:t>
            </w:r>
            <w:proofErr w:type="spellEnd"/>
            <w:r>
              <w:t>= 1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7E12" w:rsidRPr="001B3FAC" w:rsidRDefault="00E67E12" w:rsidP="00860DAB">
            <w:pPr>
              <w:pStyle w:val="1"/>
            </w:pPr>
            <w:r>
              <w:t xml:space="preserve">- </w:t>
            </w:r>
          </w:p>
        </w:tc>
      </w:tr>
      <w:tr w:rsidR="00E67E12" w:rsidRPr="005B4876" w:rsidTr="00860DAB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54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н156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jc w:val="center"/>
            </w:pPr>
            <w:r>
              <w:t xml:space="preserve">5385397.24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5243170.95 </w:t>
            </w:r>
          </w:p>
        </w:tc>
        <w:tc>
          <w:tcPr>
            <w:tcW w:w="3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</w:pPr>
            <w:r>
              <w:t xml:space="preserve">Картометрический метод. </w:t>
            </w:r>
            <w:proofErr w:type="spellStart"/>
            <w:r>
              <w:t>Mt</w:t>
            </w:r>
            <w:proofErr w:type="spellEnd"/>
            <w:r>
              <w:t>= 1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7E12" w:rsidRPr="001B3FAC" w:rsidRDefault="00E67E12" w:rsidP="00860DAB">
            <w:pPr>
              <w:pStyle w:val="1"/>
            </w:pPr>
            <w:r>
              <w:t xml:space="preserve">- </w:t>
            </w:r>
          </w:p>
        </w:tc>
      </w:tr>
      <w:tr w:rsidR="00E67E12" w:rsidRPr="005B4876" w:rsidTr="00860DAB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54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н157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jc w:val="center"/>
            </w:pPr>
            <w:r>
              <w:t xml:space="preserve">5385411.89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5243177.02 </w:t>
            </w:r>
          </w:p>
        </w:tc>
        <w:tc>
          <w:tcPr>
            <w:tcW w:w="3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</w:pPr>
            <w:r>
              <w:t xml:space="preserve">Картометрический метод. </w:t>
            </w:r>
            <w:proofErr w:type="spellStart"/>
            <w:r>
              <w:t>Mt</w:t>
            </w:r>
            <w:proofErr w:type="spellEnd"/>
            <w:r>
              <w:t>= 1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7E12" w:rsidRPr="001B3FAC" w:rsidRDefault="00E67E12" w:rsidP="00860DAB">
            <w:pPr>
              <w:pStyle w:val="1"/>
            </w:pPr>
            <w:r>
              <w:t xml:space="preserve">- </w:t>
            </w:r>
          </w:p>
        </w:tc>
      </w:tr>
      <w:tr w:rsidR="00E67E12" w:rsidRPr="005B4876" w:rsidTr="00860DAB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54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н158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jc w:val="center"/>
            </w:pPr>
            <w:r>
              <w:t xml:space="preserve">5385434.41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5243113.03 </w:t>
            </w:r>
          </w:p>
        </w:tc>
        <w:tc>
          <w:tcPr>
            <w:tcW w:w="3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</w:pPr>
            <w:r>
              <w:t xml:space="preserve">Картометрический метод. </w:t>
            </w:r>
            <w:proofErr w:type="spellStart"/>
            <w:r>
              <w:t>Mt</w:t>
            </w:r>
            <w:proofErr w:type="spellEnd"/>
            <w:r>
              <w:t>= 1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7E12" w:rsidRPr="001B3FAC" w:rsidRDefault="00E67E12" w:rsidP="00860DAB">
            <w:pPr>
              <w:pStyle w:val="1"/>
            </w:pPr>
            <w:r>
              <w:t xml:space="preserve">- </w:t>
            </w:r>
          </w:p>
        </w:tc>
      </w:tr>
      <w:tr w:rsidR="00E67E12" w:rsidRPr="005B4876" w:rsidTr="00860DAB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54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н159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jc w:val="center"/>
            </w:pPr>
            <w:r>
              <w:t xml:space="preserve">5385531.29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5243145.38 </w:t>
            </w:r>
          </w:p>
        </w:tc>
        <w:tc>
          <w:tcPr>
            <w:tcW w:w="3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</w:pPr>
            <w:r>
              <w:t xml:space="preserve">Картометрический метод. </w:t>
            </w:r>
            <w:proofErr w:type="spellStart"/>
            <w:r>
              <w:t>Mt</w:t>
            </w:r>
            <w:proofErr w:type="spellEnd"/>
            <w:r>
              <w:t>= 1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7E12" w:rsidRPr="001B3FAC" w:rsidRDefault="00E67E12" w:rsidP="00860DAB">
            <w:pPr>
              <w:pStyle w:val="1"/>
            </w:pPr>
            <w:r>
              <w:t xml:space="preserve">- </w:t>
            </w:r>
          </w:p>
        </w:tc>
      </w:tr>
      <w:tr w:rsidR="00E67E12" w:rsidRPr="005B4876" w:rsidTr="00860DAB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54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н160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jc w:val="center"/>
            </w:pPr>
            <w:r>
              <w:t xml:space="preserve">5385548.09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5243120.90 </w:t>
            </w:r>
          </w:p>
        </w:tc>
        <w:tc>
          <w:tcPr>
            <w:tcW w:w="3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</w:pPr>
            <w:r>
              <w:t xml:space="preserve">Картометрический метод. </w:t>
            </w:r>
            <w:proofErr w:type="spellStart"/>
            <w:r>
              <w:t>Mt</w:t>
            </w:r>
            <w:proofErr w:type="spellEnd"/>
            <w:r>
              <w:t>= 1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7E12" w:rsidRPr="001B3FAC" w:rsidRDefault="00E67E12" w:rsidP="00860DAB">
            <w:pPr>
              <w:pStyle w:val="1"/>
            </w:pPr>
            <w:r>
              <w:t xml:space="preserve">- </w:t>
            </w:r>
          </w:p>
        </w:tc>
      </w:tr>
      <w:tr w:rsidR="00E67E12" w:rsidRPr="005B4876" w:rsidTr="00860DAB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54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н161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jc w:val="center"/>
            </w:pPr>
            <w:r>
              <w:t xml:space="preserve">5385594.56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5243132.34 </w:t>
            </w:r>
          </w:p>
        </w:tc>
        <w:tc>
          <w:tcPr>
            <w:tcW w:w="3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</w:pPr>
            <w:r>
              <w:t xml:space="preserve">Картометрический метод. </w:t>
            </w:r>
            <w:proofErr w:type="spellStart"/>
            <w:r>
              <w:t>Mt</w:t>
            </w:r>
            <w:proofErr w:type="spellEnd"/>
            <w:r>
              <w:t>= 1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7E12" w:rsidRPr="001B3FAC" w:rsidRDefault="00E67E12" w:rsidP="00860DAB">
            <w:pPr>
              <w:pStyle w:val="1"/>
            </w:pPr>
            <w:r>
              <w:t xml:space="preserve">- </w:t>
            </w:r>
          </w:p>
        </w:tc>
      </w:tr>
      <w:tr w:rsidR="00E67E12" w:rsidRPr="005B4876" w:rsidTr="00860DAB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54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н162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jc w:val="center"/>
            </w:pPr>
            <w:r>
              <w:t xml:space="preserve">5385604.13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5243120.75 </w:t>
            </w:r>
          </w:p>
        </w:tc>
        <w:tc>
          <w:tcPr>
            <w:tcW w:w="3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</w:pPr>
            <w:r>
              <w:t xml:space="preserve">Картометрический метод. </w:t>
            </w:r>
            <w:proofErr w:type="spellStart"/>
            <w:r>
              <w:t>Mt</w:t>
            </w:r>
            <w:proofErr w:type="spellEnd"/>
            <w:r>
              <w:t>= 1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7E12" w:rsidRPr="001B3FAC" w:rsidRDefault="00E67E12" w:rsidP="00860DAB">
            <w:pPr>
              <w:pStyle w:val="1"/>
            </w:pPr>
            <w:r>
              <w:t xml:space="preserve">- </w:t>
            </w:r>
          </w:p>
        </w:tc>
      </w:tr>
      <w:tr w:rsidR="00E67E12" w:rsidRPr="005B4876" w:rsidTr="00860DAB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54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lastRenderedPageBreak/>
              <w:t xml:space="preserve">н163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jc w:val="center"/>
            </w:pPr>
            <w:r>
              <w:t xml:space="preserve">5385591.48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5243106.21 </w:t>
            </w:r>
          </w:p>
        </w:tc>
        <w:tc>
          <w:tcPr>
            <w:tcW w:w="3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</w:pPr>
            <w:r>
              <w:t xml:space="preserve">Картометрический метод. </w:t>
            </w:r>
            <w:proofErr w:type="spellStart"/>
            <w:r>
              <w:t>Mt</w:t>
            </w:r>
            <w:proofErr w:type="spellEnd"/>
            <w:r>
              <w:t>= 1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7E12" w:rsidRPr="001B3FAC" w:rsidRDefault="00E67E12" w:rsidP="00860DAB">
            <w:pPr>
              <w:pStyle w:val="1"/>
            </w:pPr>
            <w:r>
              <w:t xml:space="preserve">- </w:t>
            </w:r>
          </w:p>
        </w:tc>
      </w:tr>
      <w:tr w:rsidR="00E67E12" w:rsidRPr="005B4876" w:rsidTr="00860DAB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54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н164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jc w:val="center"/>
            </w:pPr>
            <w:r>
              <w:t xml:space="preserve">5385582.06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5243084.20 </w:t>
            </w:r>
          </w:p>
        </w:tc>
        <w:tc>
          <w:tcPr>
            <w:tcW w:w="3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</w:pPr>
            <w:r>
              <w:t xml:space="preserve">Картометрический метод. </w:t>
            </w:r>
            <w:proofErr w:type="spellStart"/>
            <w:r>
              <w:t>Mt</w:t>
            </w:r>
            <w:proofErr w:type="spellEnd"/>
            <w:r>
              <w:t>= 1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7E12" w:rsidRPr="001B3FAC" w:rsidRDefault="00E67E12" w:rsidP="00860DAB">
            <w:pPr>
              <w:pStyle w:val="1"/>
            </w:pPr>
            <w:r>
              <w:t xml:space="preserve">- </w:t>
            </w:r>
          </w:p>
        </w:tc>
      </w:tr>
      <w:tr w:rsidR="00E67E12" w:rsidRPr="005B4876" w:rsidTr="00860DAB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54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н165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jc w:val="center"/>
            </w:pPr>
            <w:r>
              <w:t xml:space="preserve">5385568.78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5243033.42 </w:t>
            </w:r>
          </w:p>
        </w:tc>
        <w:tc>
          <w:tcPr>
            <w:tcW w:w="3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</w:pPr>
            <w:r>
              <w:t xml:space="preserve">Картометрический метод. </w:t>
            </w:r>
            <w:proofErr w:type="spellStart"/>
            <w:r>
              <w:t>Mt</w:t>
            </w:r>
            <w:proofErr w:type="spellEnd"/>
            <w:r>
              <w:t>= 1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7E12" w:rsidRPr="001B3FAC" w:rsidRDefault="00E67E12" w:rsidP="00860DAB">
            <w:pPr>
              <w:pStyle w:val="1"/>
            </w:pPr>
            <w:r>
              <w:t xml:space="preserve">- </w:t>
            </w:r>
          </w:p>
        </w:tc>
      </w:tr>
      <w:tr w:rsidR="00E67E12" w:rsidRPr="005B4876" w:rsidTr="00860DAB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54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н166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jc w:val="center"/>
            </w:pPr>
            <w:r>
              <w:t xml:space="preserve">5385552.90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5243018.10 </w:t>
            </w:r>
          </w:p>
        </w:tc>
        <w:tc>
          <w:tcPr>
            <w:tcW w:w="3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</w:pPr>
            <w:r>
              <w:t xml:space="preserve">Картометрический метод. </w:t>
            </w:r>
            <w:proofErr w:type="spellStart"/>
            <w:r>
              <w:t>Mt</w:t>
            </w:r>
            <w:proofErr w:type="spellEnd"/>
            <w:r>
              <w:t>= 1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7E12" w:rsidRPr="001B3FAC" w:rsidRDefault="00E67E12" w:rsidP="00860DAB">
            <w:pPr>
              <w:pStyle w:val="1"/>
            </w:pPr>
            <w:r>
              <w:t xml:space="preserve">- </w:t>
            </w:r>
          </w:p>
        </w:tc>
      </w:tr>
      <w:tr w:rsidR="00E67E12" w:rsidRPr="005B4876" w:rsidTr="00860DAB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54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н167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jc w:val="center"/>
            </w:pPr>
            <w:r>
              <w:t xml:space="preserve">5385537.04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5243002.24 </w:t>
            </w:r>
          </w:p>
        </w:tc>
        <w:tc>
          <w:tcPr>
            <w:tcW w:w="3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</w:pPr>
            <w:r>
              <w:t xml:space="preserve">Картометрический метод. </w:t>
            </w:r>
            <w:proofErr w:type="spellStart"/>
            <w:r>
              <w:t>Mt</w:t>
            </w:r>
            <w:proofErr w:type="spellEnd"/>
            <w:r>
              <w:t>= 1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7E12" w:rsidRPr="001B3FAC" w:rsidRDefault="00E67E12" w:rsidP="00860DAB">
            <w:pPr>
              <w:pStyle w:val="1"/>
            </w:pPr>
            <w:r>
              <w:t xml:space="preserve">- </w:t>
            </w:r>
          </w:p>
        </w:tc>
      </w:tr>
      <w:tr w:rsidR="00E67E12" w:rsidRPr="005B4876" w:rsidTr="00860DAB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54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н168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jc w:val="center"/>
            </w:pPr>
            <w:r>
              <w:t xml:space="preserve">5385505.12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5242971.06 </w:t>
            </w:r>
          </w:p>
        </w:tc>
        <w:tc>
          <w:tcPr>
            <w:tcW w:w="3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</w:pPr>
            <w:r>
              <w:t xml:space="preserve">Картометрический метод. </w:t>
            </w:r>
            <w:proofErr w:type="spellStart"/>
            <w:r>
              <w:t>Mt</w:t>
            </w:r>
            <w:proofErr w:type="spellEnd"/>
            <w:r>
              <w:t>= 1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7E12" w:rsidRPr="001B3FAC" w:rsidRDefault="00E67E12" w:rsidP="00860DAB">
            <w:pPr>
              <w:pStyle w:val="1"/>
            </w:pPr>
            <w:r>
              <w:t xml:space="preserve">- </w:t>
            </w:r>
          </w:p>
        </w:tc>
      </w:tr>
      <w:tr w:rsidR="00E67E12" w:rsidRPr="005B4876" w:rsidTr="00860DAB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54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н169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jc w:val="center"/>
            </w:pPr>
            <w:r>
              <w:t xml:space="preserve">5385485.52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5242945.20 </w:t>
            </w:r>
          </w:p>
        </w:tc>
        <w:tc>
          <w:tcPr>
            <w:tcW w:w="3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</w:pPr>
            <w:r>
              <w:t xml:space="preserve">Картометрический метод. </w:t>
            </w:r>
            <w:proofErr w:type="spellStart"/>
            <w:r>
              <w:t>Mt</w:t>
            </w:r>
            <w:proofErr w:type="spellEnd"/>
            <w:r>
              <w:t>= 1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7E12" w:rsidRPr="001B3FAC" w:rsidRDefault="00E67E12" w:rsidP="00860DAB">
            <w:pPr>
              <w:pStyle w:val="1"/>
            </w:pPr>
            <w:r>
              <w:t xml:space="preserve">- </w:t>
            </w:r>
          </w:p>
        </w:tc>
      </w:tr>
      <w:tr w:rsidR="00E67E12" w:rsidRPr="005B4876" w:rsidTr="00860DAB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54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н170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jc w:val="center"/>
            </w:pPr>
            <w:r>
              <w:t xml:space="preserve">5385480.88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5242934.64 </w:t>
            </w:r>
          </w:p>
        </w:tc>
        <w:tc>
          <w:tcPr>
            <w:tcW w:w="3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</w:pPr>
            <w:r>
              <w:t xml:space="preserve">Картометрический метод. </w:t>
            </w:r>
            <w:proofErr w:type="spellStart"/>
            <w:r>
              <w:t>Mt</w:t>
            </w:r>
            <w:proofErr w:type="spellEnd"/>
            <w:r>
              <w:t>= 1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7E12" w:rsidRPr="001B3FAC" w:rsidRDefault="00E67E12" w:rsidP="00860DAB">
            <w:pPr>
              <w:pStyle w:val="1"/>
            </w:pPr>
            <w:r>
              <w:t xml:space="preserve">- </w:t>
            </w:r>
          </w:p>
        </w:tc>
      </w:tr>
      <w:tr w:rsidR="00E67E12" w:rsidRPr="005B4876" w:rsidTr="00860DAB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54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н171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jc w:val="center"/>
            </w:pPr>
            <w:r>
              <w:t xml:space="preserve">5385480.69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5242919.13 </w:t>
            </w:r>
          </w:p>
        </w:tc>
        <w:tc>
          <w:tcPr>
            <w:tcW w:w="3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</w:pPr>
            <w:r>
              <w:t xml:space="preserve">Картометрический метод. </w:t>
            </w:r>
            <w:proofErr w:type="spellStart"/>
            <w:r>
              <w:t>Mt</w:t>
            </w:r>
            <w:proofErr w:type="spellEnd"/>
            <w:r>
              <w:t>= 1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7E12" w:rsidRPr="001B3FAC" w:rsidRDefault="00E67E12" w:rsidP="00860DAB">
            <w:pPr>
              <w:pStyle w:val="1"/>
            </w:pPr>
            <w:r>
              <w:t xml:space="preserve">- </w:t>
            </w:r>
          </w:p>
        </w:tc>
      </w:tr>
      <w:tr w:rsidR="00E67E12" w:rsidRPr="005B4876" w:rsidTr="00860DAB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54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н172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jc w:val="center"/>
            </w:pPr>
            <w:r>
              <w:t xml:space="preserve">5385486.39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5242906.28 </w:t>
            </w:r>
          </w:p>
        </w:tc>
        <w:tc>
          <w:tcPr>
            <w:tcW w:w="3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</w:pPr>
            <w:r>
              <w:t xml:space="preserve">Картометрический метод. </w:t>
            </w:r>
            <w:proofErr w:type="spellStart"/>
            <w:r>
              <w:t>Mt</w:t>
            </w:r>
            <w:proofErr w:type="spellEnd"/>
            <w:r>
              <w:t>= 1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7E12" w:rsidRPr="001B3FAC" w:rsidRDefault="00E67E12" w:rsidP="00860DAB">
            <w:pPr>
              <w:pStyle w:val="1"/>
            </w:pPr>
            <w:r>
              <w:t xml:space="preserve">- </w:t>
            </w:r>
          </w:p>
        </w:tc>
      </w:tr>
      <w:tr w:rsidR="00E67E12" w:rsidRPr="005B4876" w:rsidTr="00860DAB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54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н173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jc w:val="center"/>
            </w:pPr>
            <w:r>
              <w:t xml:space="preserve">5385499.88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5242899.38 </w:t>
            </w:r>
          </w:p>
        </w:tc>
        <w:tc>
          <w:tcPr>
            <w:tcW w:w="3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</w:pPr>
            <w:r>
              <w:t xml:space="preserve">Картометрический метод. </w:t>
            </w:r>
            <w:proofErr w:type="spellStart"/>
            <w:r>
              <w:t>Mt</w:t>
            </w:r>
            <w:proofErr w:type="spellEnd"/>
            <w:r>
              <w:t>= 1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7E12" w:rsidRPr="001B3FAC" w:rsidRDefault="00E67E12" w:rsidP="00860DAB">
            <w:pPr>
              <w:pStyle w:val="1"/>
            </w:pPr>
            <w:r>
              <w:t xml:space="preserve">- </w:t>
            </w:r>
          </w:p>
        </w:tc>
      </w:tr>
      <w:tr w:rsidR="00E67E12" w:rsidRPr="005B4876" w:rsidTr="00860DAB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54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н174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jc w:val="center"/>
            </w:pPr>
            <w:r>
              <w:t xml:space="preserve">5385522.79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5242890.83 </w:t>
            </w:r>
          </w:p>
        </w:tc>
        <w:tc>
          <w:tcPr>
            <w:tcW w:w="3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</w:pPr>
            <w:r>
              <w:t xml:space="preserve">Картометрический метод. </w:t>
            </w:r>
            <w:proofErr w:type="spellStart"/>
            <w:r>
              <w:t>Mt</w:t>
            </w:r>
            <w:proofErr w:type="spellEnd"/>
            <w:r>
              <w:t>= 1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7E12" w:rsidRPr="001B3FAC" w:rsidRDefault="00E67E12" w:rsidP="00860DAB">
            <w:pPr>
              <w:pStyle w:val="1"/>
            </w:pPr>
            <w:r>
              <w:t xml:space="preserve">- </w:t>
            </w:r>
          </w:p>
        </w:tc>
      </w:tr>
      <w:tr w:rsidR="00E67E12" w:rsidRPr="005B4876" w:rsidTr="00860DAB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54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н175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jc w:val="center"/>
            </w:pPr>
            <w:r>
              <w:t xml:space="preserve">5385819.90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5242874.02 </w:t>
            </w:r>
          </w:p>
        </w:tc>
        <w:tc>
          <w:tcPr>
            <w:tcW w:w="3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</w:pPr>
            <w:r>
              <w:t xml:space="preserve">Картометрический метод. </w:t>
            </w:r>
            <w:proofErr w:type="spellStart"/>
            <w:r>
              <w:t>Mt</w:t>
            </w:r>
            <w:proofErr w:type="spellEnd"/>
            <w:r>
              <w:t>= 1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7E12" w:rsidRPr="001B3FAC" w:rsidRDefault="00E67E12" w:rsidP="00860DAB">
            <w:pPr>
              <w:pStyle w:val="1"/>
            </w:pPr>
            <w:r>
              <w:t xml:space="preserve">- </w:t>
            </w:r>
          </w:p>
        </w:tc>
      </w:tr>
      <w:tr w:rsidR="00E67E12" w:rsidRPr="005B4876" w:rsidTr="00860DAB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54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н176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jc w:val="center"/>
            </w:pPr>
            <w:r>
              <w:t xml:space="preserve">5385792.35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5242811.40 </w:t>
            </w:r>
          </w:p>
        </w:tc>
        <w:tc>
          <w:tcPr>
            <w:tcW w:w="3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</w:pPr>
            <w:r>
              <w:t xml:space="preserve">Картометрический метод. </w:t>
            </w:r>
            <w:proofErr w:type="spellStart"/>
            <w:r>
              <w:t>Mt</w:t>
            </w:r>
            <w:proofErr w:type="spellEnd"/>
            <w:r>
              <w:t>= 1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7E12" w:rsidRPr="001B3FAC" w:rsidRDefault="00E67E12" w:rsidP="00860DAB">
            <w:pPr>
              <w:pStyle w:val="1"/>
            </w:pPr>
            <w:r>
              <w:t xml:space="preserve">- </w:t>
            </w:r>
          </w:p>
        </w:tc>
      </w:tr>
      <w:tr w:rsidR="00E67E12" w:rsidRPr="005B4876" w:rsidTr="00860DAB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54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н177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jc w:val="center"/>
            </w:pPr>
            <w:r>
              <w:t xml:space="preserve">5385703.30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5242608.66 </w:t>
            </w:r>
          </w:p>
        </w:tc>
        <w:tc>
          <w:tcPr>
            <w:tcW w:w="3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</w:pPr>
            <w:r>
              <w:t xml:space="preserve">Картометрический метод. </w:t>
            </w:r>
            <w:proofErr w:type="spellStart"/>
            <w:r>
              <w:t>Mt</w:t>
            </w:r>
            <w:proofErr w:type="spellEnd"/>
            <w:r>
              <w:t>= 1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7E12" w:rsidRPr="001B3FAC" w:rsidRDefault="00E67E12" w:rsidP="00860DAB">
            <w:pPr>
              <w:pStyle w:val="1"/>
            </w:pPr>
            <w:r>
              <w:t xml:space="preserve">- </w:t>
            </w:r>
          </w:p>
        </w:tc>
      </w:tr>
      <w:tr w:rsidR="00E67E12" w:rsidRPr="005B4876" w:rsidTr="00860DAB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54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н178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jc w:val="center"/>
            </w:pPr>
            <w:r>
              <w:t xml:space="preserve">5385695.38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5242588.39 </w:t>
            </w:r>
          </w:p>
        </w:tc>
        <w:tc>
          <w:tcPr>
            <w:tcW w:w="3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</w:pPr>
            <w:r>
              <w:t xml:space="preserve">Картометрический метод. </w:t>
            </w:r>
            <w:proofErr w:type="spellStart"/>
            <w:r>
              <w:t>Mt</w:t>
            </w:r>
            <w:proofErr w:type="spellEnd"/>
            <w:r>
              <w:t>= 1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7E12" w:rsidRPr="001B3FAC" w:rsidRDefault="00E67E12" w:rsidP="00860DAB">
            <w:pPr>
              <w:pStyle w:val="1"/>
            </w:pPr>
            <w:r>
              <w:t xml:space="preserve">- </w:t>
            </w:r>
          </w:p>
        </w:tc>
      </w:tr>
      <w:tr w:rsidR="00E67E12" w:rsidRPr="005B4876" w:rsidTr="00860DAB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54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н179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jc w:val="center"/>
            </w:pPr>
            <w:r>
              <w:t xml:space="preserve">5385745.55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5242532.60 </w:t>
            </w:r>
          </w:p>
        </w:tc>
        <w:tc>
          <w:tcPr>
            <w:tcW w:w="3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</w:pPr>
            <w:r>
              <w:t xml:space="preserve">Картометрический метод. </w:t>
            </w:r>
            <w:proofErr w:type="spellStart"/>
            <w:r>
              <w:t>Mt</w:t>
            </w:r>
            <w:proofErr w:type="spellEnd"/>
            <w:r>
              <w:t>= 1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7E12" w:rsidRPr="001B3FAC" w:rsidRDefault="00E67E12" w:rsidP="00860DAB">
            <w:pPr>
              <w:pStyle w:val="1"/>
            </w:pPr>
            <w:r>
              <w:t xml:space="preserve">- </w:t>
            </w:r>
          </w:p>
        </w:tc>
      </w:tr>
      <w:tr w:rsidR="00E67E12" w:rsidRPr="005B4876" w:rsidTr="00860DAB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54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н180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jc w:val="center"/>
            </w:pPr>
            <w:r>
              <w:t xml:space="preserve">5385747.59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5242447.04 </w:t>
            </w:r>
          </w:p>
        </w:tc>
        <w:tc>
          <w:tcPr>
            <w:tcW w:w="3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</w:pPr>
            <w:r>
              <w:t xml:space="preserve">Картометрический метод. </w:t>
            </w:r>
            <w:proofErr w:type="spellStart"/>
            <w:r>
              <w:t>Mt</w:t>
            </w:r>
            <w:proofErr w:type="spellEnd"/>
            <w:r>
              <w:t>= 1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7E12" w:rsidRPr="001B3FAC" w:rsidRDefault="00E67E12" w:rsidP="00860DAB">
            <w:pPr>
              <w:pStyle w:val="1"/>
            </w:pPr>
            <w:r>
              <w:t xml:space="preserve">- </w:t>
            </w:r>
          </w:p>
        </w:tc>
      </w:tr>
      <w:tr w:rsidR="00E67E12" w:rsidRPr="005B4876" w:rsidTr="00860DAB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54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н181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jc w:val="center"/>
            </w:pPr>
            <w:r>
              <w:t xml:space="preserve">5385744.74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5242380.16 </w:t>
            </w:r>
          </w:p>
        </w:tc>
        <w:tc>
          <w:tcPr>
            <w:tcW w:w="3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</w:pPr>
            <w:r>
              <w:t xml:space="preserve">Картометрический метод. </w:t>
            </w:r>
            <w:proofErr w:type="spellStart"/>
            <w:r>
              <w:t>Mt</w:t>
            </w:r>
            <w:proofErr w:type="spellEnd"/>
            <w:r>
              <w:t>= 1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7E12" w:rsidRPr="001B3FAC" w:rsidRDefault="00E67E12" w:rsidP="00860DAB">
            <w:pPr>
              <w:pStyle w:val="1"/>
            </w:pPr>
            <w:r>
              <w:t xml:space="preserve">- </w:t>
            </w:r>
          </w:p>
        </w:tc>
      </w:tr>
      <w:tr w:rsidR="00E67E12" w:rsidRPr="005B4876" w:rsidTr="00860DAB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54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н182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jc w:val="center"/>
            </w:pPr>
            <w:r>
              <w:t xml:space="preserve">5385775.94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5242379.46 </w:t>
            </w:r>
          </w:p>
        </w:tc>
        <w:tc>
          <w:tcPr>
            <w:tcW w:w="3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</w:pPr>
            <w:r>
              <w:t xml:space="preserve">Картометрический метод. </w:t>
            </w:r>
            <w:proofErr w:type="spellStart"/>
            <w:r>
              <w:t>Mt</w:t>
            </w:r>
            <w:proofErr w:type="spellEnd"/>
            <w:r>
              <w:t>= 1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7E12" w:rsidRPr="001B3FAC" w:rsidRDefault="00E67E12" w:rsidP="00860DAB">
            <w:pPr>
              <w:pStyle w:val="1"/>
            </w:pPr>
            <w:r>
              <w:t xml:space="preserve">- </w:t>
            </w:r>
          </w:p>
        </w:tc>
      </w:tr>
      <w:tr w:rsidR="00E67E12" w:rsidRPr="005B4876" w:rsidTr="00860DAB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54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н183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jc w:val="center"/>
            </w:pPr>
            <w:r>
              <w:t xml:space="preserve">5385833.75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5242366.92 </w:t>
            </w:r>
          </w:p>
        </w:tc>
        <w:tc>
          <w:tcPr>
            <w:tcW w:w="3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</w:pPr>
            <w:r>
              <w:t xml:space="preserve">Картометрический метод. </w:t>
            </w:r>
            <w:proofErr w:type="spellStart"/>
            <w:r>
              <w:t>Mt</w:t>
            </w:r>
            <w:proofErr w:type="spellEnd"/>
            <w:r>
              <w:t>= 1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7E12" w:rsidRPr="001B3FAC" w:rsidRDefault="00E67E12" w:rsidP="00860DAB">
            <w:pPr>
              <w:pStyle w:val="1"/>
            </w:pPr>
            <w:r>
              <w:t xml:space="preserve">- </w:t>
            </w:r>
          </w:p>
        </w:tc>
      </w:tr>
      <w:tr w:rsidR="00E67E12" w:rsidRPr="005B4876" w:rsidTr="00860DAB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54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н184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jc w:val="center"/>
            </w:pPr>
            <w:r>
              <w:t xml:space="preserve">5386013.94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5242464.39 </w:t>
            </w:r>
          </w:p>
        </w:tc>
        <w:tc>
          <w:tcPr>
            <w:tcW w:w="3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</w:pPr>
            <w:r>
              <w:t xml:space="preserve">Картометрический метод. </w:t>
            </w:r>
            <w:proofErr w:type="spellStart"/>
            <w:r>
              <w:t>Mt</w:t>
            </w:r>
            <w:proofErr w:type="spellEnd"/>
            <w:r>
              <w:t>= 1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7E12" w:rsidRPr="001B3FAC" w:rsidRDefault="00E67E12" w:rsidP="00860DAB">
            <w:pPr>
              <w:pStyle w:val="1"/>
            </w:pPr>
            <w:r>
              <w:t xml:space="preserve">- </w:t>
            </w:r>
          </w:p>
        </w:tc>
      </w:tr>
      <w:tr w:rsidR="00E67E12" w:rsidRPr="005B4876" w:rsidTr="00860DAB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54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н185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jc w:val="center"/>
            </w:pPr>
            <w:r>
              <w:t xml:space="preserve">5386112.21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5242490.82 </w:t>
            </w:r>
          </w:p>
        </w:tc>
        <w:tc>
          <w:tcPr>
            <w:tcW w:w="3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</w:pPr>
            <w:r>
              <w:t xml:space="preserve">Картометрический метод. </w:t>
            </w:r>
            <w:proofErr w:type="spellStart"/>
            <w:r>
              <w:t>Mt</w:t>
            </w:r>
            <w:proofErr w:type="spellEnd"/>
            <w:r>
              <w:t>= 1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7E12" w:rsidRPr="001B3FAC" w:rsidRDefault="00E67E12" w:rsidP="00860DAB">
            <w:pPr>
              <w:pStyle w:val="1"/>
            </w:pPr>
            <w:r>
              <w:t xml:space="preserve">- </w:t>
            </w:r>
          </w:p>
        </w:tc>
      </w:tr>
      <w:tr w:rsidR="00E67E12" w:rsidRPr="005B4876" w:rsidTr="00860DAB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54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н186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jc w:val="center"/>
            </w:pPr>
            <w:r>
              <w:t xml:space="preserve">5386231.07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5242515.81 </w:t>
            </w:r>
          </w:p>
        </w:tc>
        <w:tc>
          <w:tcPr>
            <w:tcW w:w="3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</w:pPr>
            <w:r>
              <w:t xml:space="preserve">Картометрический метод. </w:t>
            </w:r>
            <w:proofErr w:type="spellStart"/>
            <w:r>
              <w:t>Mt</w:t>
            </w:r>
            <w:proofErr w:type="spellEnd"/>
            <w:r>
              <w:t>= 1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7E12" w:rsidRPr="001B3FAC" w:rsidRDefault="00E67E12" w:rsidP="00860DAB">
            <w:pPr>
              <w:pStyle w:val="1"/>
            </w:pPr>
            <w:r>
              <w:t xml:space="preserve">- </w:t>
            </w:r>
          </w:p>
        </w:tc>
      </w:tr>
      <w:tr w:rsidR="00E67E12" w:rsidRPr="005B4876" w:rsidTr="00860DAB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54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н187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jc w:val="center"/>
            </w:pPr>
            <w:r>
              <w:t xml:space="preserve">5386311.77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5242526.85 </w:t>
            </w:r>
          </w:p>
        </w:tc>
        <w:tc>
          <w:tcPr>
            <w:tcW w:w="3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</w:pPr>
            <w:r>
              <w:t xml:space="preserve">Картометрический метод. </w:t>
            </w:r>
            <w:proofErr w:type="spellStart"/>
            <w:r>
              <w:t>Mt</w:t>
            </w:r>
            <w:proofErr w:type="spellEnd"/>
            <w:r>
              <w:t>= 1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7E12" w:rsidRPr="001B3FAC" w:rsidRDefault="00E67E12" w:rsidP="00860DAB">
            <w:pPr>
              <w:pStyle w:val="1"/>
            </w:pPr>
            <w:r>
              <w:t xml:space="preserve">- </w:t>
            </w:r>
          </w:p>
        </w:tc>
      </w:tr>
      <w:tr w:rsidR="00E67E12" w:rsidRPr="005B4876" w:rsidTr="00860DAB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54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н188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jc w:val="center"/>
            </w:pPr>
            <w:r>
              <w:t xml:space="preserve">5386332.42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5242524.12 </w:t>
            </w:r>
          </w:p>
        </w:tc>
        <w:tc>
          <w:tcPr>
            <w:tcW w:w="3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</w:pPr>
            <w:r>
              <w:t xml:space="preserve">Картометрический метод. </w:t>
            </w:r>
            <w:proofErr w:type="spellStart"/>
            <w:r>
              <w:t>Mt</w:t>
            </w:r>
            <w:proofErr w:type="spellEnd"/>
            <w:r>
              <w:t>= 1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7E12" w:rsidRPr="001B3FAC" w:rsidRDefault="00E67E12" w:rsidP="00860DAB">
            <w:pPr>
              <w:pStyle w:val="1"/>
            </w:pPr>
            <w:r>
              <w:t xml:space="preserve">- </w:t>
            </w:r>
          </w:p>
        </w:tc>
      </w:tr>
      <w:tr w:rsidR="00E67E12" w:rsidRPr="005B4876" w:rsidTr="00860DAB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54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н189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jc w:val="center"/>
            </w:pPr>
            <w:r>
              <w:t xml:space="preserve">5386390.94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5242501.38 </w:t>
            </w:r>
          </w:p>
        </w:tc>
        <w:tc>
          <w:tcPr>
            <w:tcW w:w="3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</w:pPr>
            <w:r>
              <w:t xml:space="preserve">Картометрический метод. </w:t>
            </w:r>
            <w:proofErr w:type="spellStart"/>
            <w:r>
              <w:t>Mt</w:t>
            </w:r>
            <w:proofErr w:type="spellEnd"/>
            <w:r>
              <w:t>= 1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7E12" w:rsidRPr="001B3FAC" w:rsidRDefault="00E67E12" w:rsidP="00860DAB">
            <w:pPr>
              <w:pStyle w:val="1"/>
            </w:pPr>
            <w:r>
              <w:t xml:space="preserve">- </w:t>
            </w:r>
          </w:p>
        </w:tc>
      </w:tr>
      <w:tr w:rsidR="00E67E12" w:rsidRPr="005B4876" w:rsidTr="00860DAB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54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н190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jc w:val="center"/>
            </w:pPr>
            <w:r>
              <w:t xml:space="preserve">5386456.13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5242496.19 </w:t>
            </w:r>
          </w:p>
        </w:tc>
        <w:tc>
          <w:tcPr>
            <w:tcW w:w="3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</w:pPr>
            <w:r>
              <w:t xml:space="preserve">Картометрический метод. </w:t>
            </w:r>
            <w:proofErr w:type="spellStart"/>
            <w:r>
              <w:t>Mt</w:t>
            </w:r>
            <w:proofErr w:type="spellEnd"/>
            <w:r>
              <w:t>= 1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7E12" w:rsidRPr="001B3FAC" w:rsidRDefault="00E67E12" w:rsidP="00860DAB">
            <w:pPr>
              <w:pStyle w:val="1"/>
            </w:pPr>
            <w:r>
              <w:t xml:space="preserve">- </w:t>
            </w:r>
          </w:p>
        </w:tc>
      </w:tr>
      <w:tr w:rsidR="00E67E12" w:rsidRPr="005B4876" w:rsidTr="00860DAB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54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н191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jc w:val="center"/>
            </w:pPr>
            <w:r>
              <w:t xml:space="preserve">5386505.68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5242485.29 </w:t>
            </w:r>
          </w:p>
        </w:tc>
        <w:tc>
          <w:tcPr>
            <w:tcW w:w="3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</w:pPr>
            <w:r>
              <w:t xml:space="preserve">Картометрический метод. </w:t>
            </w:r>
            <w:proofErr w:type="spellStart"/>
            <w:r>
              <w:t>Mt</w:t>
            </w:r>
            <w:proofErr w:type="spellEnd"/>
            <w:r>
              <w:t>= 1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7E12" w:rsidRPr="001B3FAC" w:rsidRDefault="00E67E12" w:rsidP="00860DAB">
            <w:pPr>
              <w:pStyle w:val="1"/>
            </w:pPr>
            <w:r>
              <w:t xml:space="preserve">- </w:t>
            </w:r>
          </w:p>
        </w:tc>
      </w:tr>
      <w:tr w:rsidR="00E67E12" w:rsidRPr="005B4876" w:rsidTr="00860DAB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54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н192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jc w:val="center"/>
            </w:pPr>
            <w:r>
              <w:t xml:space="preserve">5386518.33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5242534.71 </w:t>
            </w:r>
          </w:p>
        </w:tc>
        <w:tc>
          <w:tcPr>
            <w:tcW w:w="3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</w:pPr>
            <w:r>
              <w:t xml:space="preserve">Картометрический метод. </w:t>
            </w:r>
            <w:proofErr w:type="spellStart"/>
            <w:r>
              <w:t>Mt</w:t>
            </w:r>
            <w:proofErr w:type="spellEnd"/>
            <w:r>
              <w:t>= 1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7E12" w:rsidRPr="001B3FAC" w:rsidRDefault="00E67E12" w:rsidP="00860DAB">
            <w:pPr>
              <w:pStyle w:val="1"/>
            </w:pPr>
            <w:r>
              <w:t xml:space="preserve">- </w:t>
            </w:r>
          </w:p>
        </w:tc>
      </w:tr>
      <w:tr w:rsidR="00E67E12" w:rsidRPr="005B4876" w:rsidTr="00860DAB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54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н193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jc w:val="center"/>
            </w:pPr>
            <w:r>
              <w:t xml:space="preserve">5386527.92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5242572.30 </w:t>
            </w:r>
          </w:p>
        </w:tc>
        <w:tc>
          <w:tcPr>
            <w:tcW w:w="3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</w:pPr>
            <w:r>
              <w:t xml:space="preserve">Картометрический метод. </w:t>
            </w:r>
            <w:proofErr w:type="spellStart"/>
            <w:r>
              <w:t>Mt</w:t>
            </w:r>
            <w:proofErr w:type="spellEnd"/>
            <w:r>
              <w:t>= 1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7E12" w:rsidRPr="001B3FAC" w:rsidRDefault="00E67E12" w:rsidP="00860DAB">
            <w:pPr>
              <w:pStyle w:val="1"/>
            </w:pPr>
            <w:r>
              <w:t xml:space="preserve">- </w:t>
            </w:r>
          </w:p>
        </w:tc>
      </w:tr>
      <w:tr w:rsidR="00E67E12" w:rsidRPr="005B4876" w:rsidTr="00860DAB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54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н194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jc w:val="center"/>
            </w:pPr>
            <w:r>
              <w:t xml:space="preserve">5386532.75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5242591.44 </w:t>
            </w:r>
          </w:p>
        </w:tc>
        <w:tc>
          <w:tcPr>
            <w:tcW w:w="3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</w:pPr>
            <w:r>
              <w:t xml:space="preserve">Картометрический метод. </w:t>
            </w:r>
            <w:proofErr w:type="spellStart"/>
            <w:r>
              <w:t>Mt</w:t>
            </w:r>
            <w:proofErr w:type="spellEnd"/>
            <w:r>
              <w:t>= 1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7E12" w:rsidRPr="001B3FAC" w:rsidRDefault="00E67E12" w:rsidP="00860DAB">
            <w:pPr>
              <w:pStyle w:val="1"/>
            </w:pPr>
            <w:r>
              <w:t xml:space="preserve">- </w:t>
            </w:r>
          </w:p>
        </w:tc>
      </w:tr>
      <w:tr w:rsidR="00E67E12" w:rsidRPr="005B4876" w:rsidTr="00860DAB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54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н195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jc w:val="center"/>
            </w:pPr>
            <w:r>
              <w:t xml:space="preserve">5386534.61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5242598.82 </w:t>
            </w:r>
          </w:p>
        </w:tc>
        <w:tc>
          <w:tcPr>
            <w:tcW w:w="3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</w:pPr>
            <w:r>
              <w:t xml:space="preserve">Картометрический метод. </w:t>
            </w:r>
            <w:proofErr w:type="spellStart"/>
            <w:r>
              <w:t>Mt</w:t>
            </w:r>
            <w:proofErr w:type="spellEnd"/>
            <w:r>
              <w:t>= 1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7E12" w:rsidRPr="001B3FAC" w:rsidRDefault="00E67E12" w:rsidP="00860DAB">
            <w:pPr>
              <w:pStyle w:val="1"/>
            </w:pPr>
            <w:r>
              <w:t xml:space="preserve">- </w:t>
            </w:r>
          </w:p>
        </w:tc>
      </w:tr>
      <w:tr w:rsidR="00E67E12" w:rsidRPr="005B4876" w:rsidTr="00860DAB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54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н196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jc w:val="center"/>
            </w:pPr>
            <w:r>
              <w:t xml:space="preserve">5386537.11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5242608.75 </w:t>
            </w:r>
          </w:p>
        </w:tc>
        <w:tc>
          <w:tcPr>
            <w:tcW w:w="3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</w:pPr>
            <w:r>
              <w:t xml:space="preserve">Картометрический метод. </w:t>
            </w:r>
            <w:proofErr w:type="spellStart"/>
            <w:r>
              <w:t>Mt</w:t>
            </w:r>
            <w:proofErr w:type="spellEnd"/>
            <w:r>
              <w:t>= 1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7E12" w:rsidRPr="001B3FAC" w:rsidRDefault="00E67E12" w:rsidP="00860DAB">
            <w:pPr>
              <w:pStyle w:val="1"/>
            </w:pPr>
            <w:r>
              <w:t xml:space="preserve">- </w:t>
            </w:r>
          </w:p>
        </w:tc>
      </w:tr>
      <w:tr w:rsidR="00E67E12" w:rsidRPr="005B4876" w:rsidTr="00860DAB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54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н197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jc w:val="center"/>
            </w:pPr>
            <w:r>
              <w:t xml:space="preserve">5386556.28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5242658.10 </w:t>
            </w:r>
          </w:p>
        </w:tc>
        <w:tc>
          <w:tcPr>
            <w:tcW w:w="3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</w:pPr>
            <w:r>
              <w:t xml:space="preserve">Картометрический метод. </w:t>
            </w:r>
            <w:proofErr w:type="spellStart"/>
            <w:r>
              <w:t>Mt</w:t>
            </w:r>
            <w:proofErr w:type="spellEnd"/>
            <w:r>
              <w:t>= 1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7E12" w:rsidRPr="001B3FAC" w:rsidRDefault="00E67E12" w:rsidP="00860DAB">
            <w:pPr>
              <w:pStyle w:val="1"/>
            </w:pPr>
            <w:r>
              <w:t xml:space="preserve">- </w:t>
            </w:r>
          </w:p>
        </w:tc>
      </w:tr>
      <w:tr w:rsidR="00E67E12" w:rsidRPr="005B4876" w:rsidTr="00860DAB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54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н198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jc w:val="center"/>
            </w:pPr>
            <w:r>
              <w:t xml:space="preserve">5386556.43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5242658.49 </w:t>
            </w:r>
          </w:p>
        </w:tc>
        <w:tc>
          <w:tcPr>
            <w:tcW w:w="3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</w:pPr>
            <w:r>
              <w:t xml:space="preserve">Картометрический метод. </w:t>
            </w:r>
            <w:proofErr w:type="spellStart"/>
            <w:r>
              <w:t>Mt</w:t>
            </w:r>
            <w:proofErr w:type="spellEnd"/>
            <w:r>
              <w:t>= 1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7E12" w:rsidRPr="001B3FAC" w:rsidRDefault="00E67E12" w:rsidP="00860DAB">
            <w:pPr>
              <w:pStyle w:val="1"/>
            </w:pPr>
            <w:r>
              <w:t xml:space="preserve">- </w:t>
            </w:r>
          </w:p>
        </w:tc>
      </w:tr>
      <w:tr w:rsidR="00E67E12" w:rsidRPr="005B4876" w:rsidTr="00860DAB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54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н199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jc w:val="center"/>
            </w:pPr>
            <w:r>
              <w:t xml:space="preserve">5386575.89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5242699.44 </w:t>
            </w:r>
          </w:p>
        </w:tc>
        <w:tc>
          <w:tcPr>
            <w:tcW w:w="3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</w:pPr>
            <w:r>
              <w:t xml:space="preserve">Картометрический метод. </w:t>
            </w:r>
            <w:proofErr w:type="spellStart"/>
            <w:r>
              <w:t>Mt</w:t>
            </w:r>
            <w:proofErr w:type="spellEnd"/>
            <w:r>
              <w:t>= 1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7E12" w:rsidRPr="001B3FAC" w:rsidRDefault="00E67E12" w:rsidP="00860DAB">
            <w:pPr>
              <w:pStyle w:val="1"/>
            </w:pPr>
            <w:r>
              <w:t xml:space="preserve">- </w:t>
            </w:r>
          </w:p>
        </w:tc>
      </w:tr>
      <w:tr w:rsidR="00E67E12" w:rsidRPr="005B4876" w:rsidTr="00860DAB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54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н200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jc w:val="center"/>
            </w:pPr>
            <w:r>
              <w:t xml:space="preserve">5386582.70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5242714.08 </w:t>
            </w:r>
          </w:p>
        </w:tc>
        <w:tc>
          <w:tcPr>
            <w:tcW w:w="3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</w:pPr>
            <w:r>
              <w:t xml:space="preserve">Картометрический метод. </w:t>
            </w:r>
            <w:proofErr w:type="spellStart"/>
            <w:r>
              <w:t>Mt</w:t>
            </w:r>
            <w:proofErr w:type="spellEnd"/>
            <w:r>
              <w:t>= 1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7E12" w:rsidRPr="001B3FAC" w:rsidRDefault="00E67E12" w:rsidP="00860DAB">
            <w:pPr>
              <w:pStyle w:val="1"/>
            </w:pPr>
            <w:r>
              <w:t xml:space="preserve">- </w:t>
            </w:r>
          </w:p>
        </w:tc>
      </w:tr>
      <w:tr w:rsidR="00E67E12" w:rsidRPr="005B4876" w:rsidTr="00860DAB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54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н201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jc w:val="center"/>
            </w:pPr>
            <w:r>
              <w:t xml:space="preserve">5386586.90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5242725.00 </w:t>
            </w:r>
          </w:p>
        </w:tc>
        <w:tc>
          <w:tcPr>
            <w:tcW w:w="3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</w:pPr>
            <w:r>
              <w:t xml:space="preserve">Картометрический метод. </w:t>
            </w:r>
            <w:proofErr w:type="spellStart"/>
            <w:r>
              <w:t>Mt</w:t>
            </w:r>
            <w:proofErr w:type="spellEnd"/>
            <w:r>
              <w:t>= 1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7E12" w:rsidRPr="001B3FAC" w:rsidRDefault="00E67E12" w:rsidP="00860DAB">
            <w:pPr>
              <w:pStyle w:val="1"/>
            </w:pPr>
            <w:r>
              <w:t xml:space="preserve">- </w:t>
            </w:r>
          </w:p>
        </w:tc>
      </w:tr>
      <w:tr w:rsidR="00E67E12" w:rsidRPr="005B4876" w:rsidTr="00860DAB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54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н202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jc w:val="center"/>
            </w:pPr>
            <w:r>
              <w:t xml:space="preserve">5386622.48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5242816.53 </w:t>
            </w:r>
          </w:p>
        </w:tc>
        <w:tc>
          <w:tcPr>
            <w:tcW w:w="3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</w:pPr>
            <w:r>
              <w:t xml:space="preserve">Картометрический метод. </w:t>
            </w:r>
            <w:proofErr w:type="spellStart"/>
            <w:r>
              <w:t>Mt</w:t>
            </w:r>
            <w:proofErr w:type="spellEnd"/>
            <w:r>
              <w:t>= 1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7E12" w:rsidRPr="001B3FAC" w:rsidRDefault="00E67E12" w:rsidP="00860DAB">
            <w:pPr>
              <w:pStyle w:val="1"/>
            </w:pPr>
            <w:r>
              <w:t xml:space="preserve">- </w:t>
            </w:r>
          </w:p>
        </w:tc>
      </w:tr>
      <w:tr w:rsidR="00E67E12" w:rsidRPr="005B4876" w:rsidTr="00860DAB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54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н203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jc w:val="center"/>
            </w:pPr>
            <w:r>
              <w:t xml:space="preserve">5386712.66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5242816.59 </w:t>
            </w:r>
          </w:p>
        </w:tc>
        <w:tc>
          <w:tcPr>
            <w:tcW w:w="3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</w:pPr>
            <w:r>
              <w:t xml:space="preserve">Картометрический метод. </w:t>
            </w:r>
            <w:proofErr w:type="spellStart"/>
            <w:r>
              <w:t>Mt</w:t>
            </w:r>
            <w:proofErr w:type="spellEnd"/>
            <w:r>
              <w:t>= 1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7E12" w:rsidRPr="001B3FAC" w:rsidRDefault="00E67E12" w:rsidP="00860DAB">
            <w:pPr>
              <w:pStyle w:val="1"/>
            </w:pPr>
            <w:r>
              <w:t xml:space="preserve">- </w:t>
            </w:r>
          </w:p>
        </w:tc>
      </w:tr>
      <w:tr w:rsidR="00E67E12" w:rsidRPr="005B4876" w:rsidTr="00860DAB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54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н204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jc w:val="center"/>
            </w:pPr>
            <w:r>
              <w:t xml:space="preserve">5386720.43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5242821.54 </w:t>
            </w:r>
          </w:p>
        </w:tc>
        <w:tc>
          <w:tcPr>
            <w:tcW w:w="3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</w:pPr>
            <w:r>
              <w:t xml:space="preserve">Картометрический метод. </w:t>
            </w:r>
            <w:proofErr w:type="spellStart"/>
            <w:r>
              <w:t>Mt</w:t>
            </w:r>
            <w:proofErr w:type="spellEnd"/>
            <w:r>
              <w:t>= 1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7E12" w:rsidRPr="001B3FAC" w:rsidRDefault="00E67E12" w:rsidP="00860DAB">
            <w:pPr>
              <w:pStyle w:val="1"/>
            </w:pPr>
            <w:r>
              <w:t xml:space="preserve">- </w:t>
            </w:r>
          </w:p>
        </w:tc>
      </w:tr>
      <w:tr w:rsidR="00E67E12" w:rsidRPr="005B4876" w:rsidTr="00860DAB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54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н205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jc w:val="center"/>
            </w:pPr>
            <w:r>
              <w:t xml:space="preserve">5386725.44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5242831.65 </w:t>
            </w:r>
          </w:p>
        </w:tc>
        <w:tc>
          <w:tcPr>
            <w:tcW w:w="3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</w:pPr>
            <w:r>
              <w:t xml:space="preserve">Картометрический метод. </w:t>
            </w:r>
            <w:proofErr w:type="spellStart"/>
            <w:r>
              <w:t>Mt</w:t>
            </w:r>
            <w:proofErr w:type="spellEnd"/>
            <w:r>
              <w:t>= 1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7E12" w:rsidRPr="001B3FAC" w:rsidRDefault="00E67E12" w:rsidP="00860DAB">
            <w:pPr>
              <w:pStyle w:val="1"/>
            </w:pPr>
            <w:r>
              <w:t xml:space="preserve">- </w:t>
            </w:r>
          </w:p>
        </w:tc>
      </w:tr>
      <w:tr w:rsidR="00E67E12" w:rsidRPr="005B4876" w:rsidTr="00860DAB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54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lastRenderedPageBreak/>
              <w:t xml:space="preserve">н206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jc w:val="center"/>
            </w:pPr>
            <w:r>
              <w:t xml:space="preserve">5386731.32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5242855.71 </w:t>
            </w:r>
          </w:p>
        </w:tc>
        <w:tc>
          <w:tcPr>
            <w:tcW w:w="3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</w:pPr>
            <w:r>
              <w:t xml:space="preserve">Картометрический метод. </w:t>
            </w:r>
            <w:proofErr w:type="spellStart"/>
            <w:r>
              <w:t>Mt</w:t>
            </w:r>
            <w:proofErr w:type="spellEnd"/>
            <w:r>
              <w:t>= 1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7E12" w:rsidRPr="001B3FAC" w:rsidRDefault="00E67E12" w:rsidP="00860DAB">
            <w:pPr>
              <w:pStyle w:val="1"/>
            </w:pPr>
            <w:r>
              <w:t xml:space="preserve">- </w:t>
            </w:r>
          </w:p>
        </w:tc>
      </w:tr>
      <w:tr w:rsidR="00E67E12" w:rsidRPr="005B4876" w:rsidTr="00860DAB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54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н207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jc w:val="center"/>
            </w:pPr>
            <w:r>
              <w:t xml:space="preserve">5386758.14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5242922.49 </w:t>
            </w:r>
          </w:p>
        </w:tc>
        <w:tc>
          <w:tcPr>
            <w:tcW w:w="3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</w:pPr>
            <w:r>
              <w:t xml:space="preserve">Картометрический метод. </w:t>
            </w:r>
            <w:proofErr w:type="spellStart"/>
            <w:r>
              <w:t>Mt</w:t>
            </w:r>
            <w:proofErr w:type="spellEnd"/>
            <w:r>
              <w:t>= 1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7E12" w:rsidRPr="001B3FAC" w:rsidRDefault="00E67E12" w:rsidP="00860DAB">
            <w:pPr>
              <w:pStyle w:val="1"/>
            </w:pPr>
            <w:r>
              <w:t xml:space="preserve">- </w:t>
            </w:r>
          </w:p>
        </w:tc>
      </w:tr>
      <w:tr w:rsidR="00E67E12" w:rsidRPr="005B4876" w:rsidTr="00860DAB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54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н208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jc w:val="center"/>
            </w:pPr>
            <w:r>
              <w:t xml:space="preserve">5386778.27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5242958.67 </w:t>
            </w:r>
          </w:p>
        </w:tc>
        <w:tc>
          <w:tcPr>
            <w:tcW w:w="3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</w:pPr>
            <w:r>
              <w:t xml:space="preserve">Картометрический метод. </w:t>
            </w:r>
            <w:proofErr w:type="spellStart"/>
            <w:r>
              <w:t>Mt</w:t>
            </w:r>
            <w:proofErr w:type="spellEnd"/>
            <w:r>
              <w:t>= 1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7E12" w:rsidRPr="001B3FAC" w:rsidRDefault="00E67E12" w:rsidP="00860DAB">
            <w:pPr>
              <w:pStyle w:val="1"/>
            </w:pPr>
            <w:r>
              <w:t xml:space="preserve">- </w:t>
            </w:r>
          </w:p>
        </w:tc>
      </w:tr>
      <w:tr w:rsidR="00E67E12" w:rsidRPr="005B4876" w:rsidTr="00860DAB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54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н209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jc w:val="center"/>
            </w:pPr>
            <w:r>
              <w:t xml:space="preserve">5386815.32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5243015.22 </w:t>
            </w:r>
          </w:p>
        </w:tc>
        <w:tc>
          <w:tcPr>
            <w:tcW w:w="3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</w:pPr>
            <w:r>
              <w:t xml:space="preserve">Картометрический метод. </w:t>
            </w:r>
            <w:proofErr w:type="spellStart"/>
            <w:r>
              <w:t>Mt</w:t>
            </w:r>
            <w:proofErr w:type="spellEnd"/>
            <w:r>
              <w:t>= 1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7E12" w:rsidRPr="001B3FAC" w:rsidRDefault="00E67E12" w:rsidP="00860DAB">
            <w:pPr>
              <w:pStyle w:val="1"/>
            </w:pPr>
            <w:r>
              <w:t xml:space="preserve">- </w:t>
            </w:r>
          </w:p>
        </w:tc>
      </w:tr>
      <w:tr w:rsidR="00E67E12" w:rsidRPr="005B4876" w:rsidTr="00860DAB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54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н210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jc w:val="center"/>
            </w:pPr>
            <w:r>
              <w:t xml:space="preserve">5386884.44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5243105.82 </w:t>
            </w:r>
          </w:p>
        </w:tc>
        <w:tc>
          <w:tcPr>
            <w:tcW w:w="3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</w:pPr>
            <w:r>
              <w:t xml:space="preserve">Картометрический метод. </w:t>
            </w:r>
            <w:proofErr w:type="spellStart"/>
            <w:r>
              <w:t>Mt</w:t>
            </w:r>
            <w:proofErr w:type="spellEnd"/>
            <w:r>
              <w:t>= 1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7E12" w:rsidRPr="001B3FAC" w:rsidRDefault="00E67E12" w:rsidP="00860DAB">
            <w:pPr>
              <w:pStyle w:val="1"/>
            </w:pPr>
            <w:r>
              <w:t xml:space="preserve">- </w:t>
            </w:r>
          </w:p>
        </w:tc>
      </w:tr>
      <w:tr w:rsidR="00E67E12" w:rsidRPr="005B4876" w:rsidTr="00860DAB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54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н211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jc w:val="center"/>
            </w:pPr>
            <w:r>
              <w:t xml:space="preserve">5386920.53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5243152.14 </w:t>
            </w:r>
          </w:p>
        </w:tc>
        <w:tc>
          <w:tcPr>
            <w:tcW w:w="3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</w:pPr>
            <w:r>
              <w:t xml:space="preserve">Картометрический метод. </w:t>
            </w:r>
            <w:proofErr w:type="spellStart"/>
            <w:r>
              <w:t>Mt</w:t>
            </w:r>
            <w:proofErr w:type="spellEnd"/>
            <w:r>
              <w:t>= 1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7E12" w:rsidRPr="001B3FAC" w:rsidRDefault="00E67E12" w:rsidP="00860DAB">
            <w:pPr>
              <w:pStyle w:val="1"/>
            </w:pPr>
            <w:r>
              <w:t xml:space="preserve">- </w:t>
            </w:r>
          </w:p>
        </w:tc>
      </w:tr>
      <w:tr w:rsidR="00E67E12" w:rsidRPr="005B4876" w:rsidTr="00860DAB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54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н212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jc w:val="center"/>
            </w:pPr>
            <w:r>
              <w:t xml:space="preserve">5386933.71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5243169.09 </w:t>
            </w:r>
          </w:p>
        </w:tc>
        <w:tc>
          <w:tcPr>
            <w:tcW w:w="3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</w:pPr>
            <w:r>
              <w:t xml:space="preserve">Картометрический метод. </w:t>
            </w:r>
            <w:proofErr w:type="spellStart"/>
            <w:r>
              <w:t>Mt</w:t>
            </w:r>
            <w:proofErr w:type="spellEnd"/>
            <w:r>
              <w:t>= 1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7E12" w:rsidRPr="001B3FAC" w:rsidRDefault="00E67E12" w:rsidP="00860DAB">
            <w:pPr>
              <w:pStyle w:val="1"/>
            </w:pPr>
            <w:r>
              <w:t xml:space="preserve">- </w:t>
            </w:r>
          </w:p>
        </w:tc>
      </w:tr>
      <w:tr w:rsidR="00E67E12" w:rsidRPr="005B4876" w:rsidTr="00860DAB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54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н213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jc w:val="center"/>
            </w:pPr>
            <w:r>
              <w:t xml:space="preserve">5386960.79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5243193.51 </w:t>
            </w:r>
          </w:p>
        </w:tc>
        <w:tc>
          <w:tcPr>
            <w:tcW w:w="3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</w:pPr>
            <w:r>
              <w:t xml:space="preserve">Картометрический метод. </w:t>
            </w:r>
            <w:proofErr w:type="spellStart"/>
            <w:r>
              <w:t>Mt</w:t>
            </w:r>
            <w:proofErr w:type="spellEnd"/>
            <w:r>
              <w:t>= 1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7E12" w:rsidRPr="001B3FAC" w:rsidRDefault="00E67E12" w:rsidP="00860DAB">
            <w:pPr>
              <w:pStyle w:val="1"/>
            </w:pPr>
            <w:r>
              <w:t xml:space="preserve">- </w:t>
            </w:r>
          </w:p>
        </w:tc>
      </w:tr>
      <w:tr w:rsidR="00E67E12" w:rsidRPr="005B4876" w:rsidTr="00860DAB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54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н214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jc w:val="center"/>
            </w:pPr>
            <w:r>
              <w:t xml:space="preserve">5387001.25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5243214.42 </w:t>
            </w:r>
          </w:p>
        </w:tc>
        <w:tc>
          <w:tcPr>
            <w:tcW w:w="3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</w:pPr>
            <w:r>
              <w:t xml:space="preserve">Картометрический метод. </w:t>
            </w:r>
            <w:proofErr w:type="spellStart"/>
            <w:r>
              <w:t>Mt</w:t>
            </w:r>
            <w:proofErr w:type="spellEnd"/>
            <w:r>
              <w:t>= 1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7E12" w:rsidRPr="001B3FAC" w:rsidRDefault="00E67E12" w:rsidP="00860DAB">
            <w:pPr>
              <w:pStyle w:val="1"/>
            </w:pPr>
            <w:r>
              <w:t xml:space="preserve">- </w:t>
            </w:r>
          </w:p>
        </w:tc>
      </w:tr>
      <w:tr w:rsidR="00E67E12" w:rsidRPr="005B4876" w:rsidTr="00860DAB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54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н215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jc w:val="center"/>
            </w:pPr>
            <w:r>
              <w:t xml:space="preserve">5387112.89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5243267.64 </w:t>
            </w:r>
          </w:p>
        </w:tc>
        <w:tc>
          <w:tcPr>
            <w:tcW w:w="3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</w:pPr>
            <w:r>
              <w:t xml:space="preserve">Картометрический метод. </w:t>
            </w:r>
            <w:proofErr w:type="spellStart"/>
            <w:r>
              <w:t>Mt</w:t>
            </w:r>
            <w:proofErr w:type="spellEnd"/>
            <w:r>
              <w:t>= 1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7E12" w:rsidRPr="001B3FAC" w:rsidRDefault="00E67E12" w:rsidP="00860DAB">
            <w:pPr>
              <w:pStyle w:val="1"/>
            </w:pPr>
            <w:r>
              <w:t xml:space="preserve">- </w:t>
            </w:r>
          </w:p>
        </w:tc>
      </w:tr>
      <w:tr w:rsidR="00E67E12" w:rsidRPr="005B4876" w:rsidTr="00860DAB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54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н216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jc w:val="center"/>
            </w:pPr>
            <w:r>
              <w:t xml:space="preserve">5387161.49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5243287.32 </w:t>
            </w:r>
          </w:p>
        </w:tc>
        <w:tc>
          <w:tcPr>
            <w:tcW w:w="3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</w:pPr>
            <w:r>
              <w:t xml:space="preserve">Картометрический метод. </w:t>
            </w:r>
            <w:proofErr w:type="spellStart"/>
            <w:r>
              <w:t>Mt</w:t>
            </w:r>
            <w:proofErr w:type="spellEnd"/>
            <w:r>
              <w:t>= 1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7E12" w:rsidRPr="001B3FAC" w:rsidRDefault="00E67E12" w:rsidP="00860DAB">
            <w:pPr>
              <w:pStyle w:val="1"/>
            </w:pPr>
            <w:r>
              <w:t xml:space="preserve">- </w:t>
            </w:r>
          </w:p>
        </w:tc>
      </w:tr>
      <w:tr w:rsidR="00E67E12" w:rsidRPr="005B4876" w:rsidTr="00860DAB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54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н217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jc w:val="center"/>
            </w:pPr>
            <w:r>
              <w:t xml:space="preserve">5387202.17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5243299.17 </w:t>
            </w:r>
          </w:p>
        </w:tc>
        <w:tc>
          <w:tcPr>
            <w:tcW w:w="3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</w:pPr>
            <w:r>
              <w:t xml:space="preserve">Картометрический метод. </w:t>
            </w:r>
            <w:proofErr w:type="spellStart"/>
            <w:r>
              <w:t>Mt</w:t>
            </w:r>
            <w:proofErr w:type="spellEnd"/>
            <w:r>
              <w:t>= 1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7E12" w:rsidRPr="001B3FAC" w:rsidRDefault="00E67E12" w:rsidP="00860DAB">
            <w:pPr>
              <w:pStyle w:val="1"/>
            </w:pPr>
            <w:r>
              <w:t xml:space="preserve">- </w:t>
            </w:r>
          </w:p>
        </w:tc>
      </w:tr>
      <w:tr w:rsidR="00E67E12" w:rsidRPr="005B4876" w:rsidTr="00860DAB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54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н218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jc w:val="center"/>
            </w:pPr>
            <w:r>
              <w:t xml:space="preserve">5387255.57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5243306.58 </w:t>
            </w:r>
          </w:p>
        </w:tc>
        <w:tc>
          <w:tcPr>
            <w:tcW w:w="3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</w:pPr>
            <w:r>
              <w:t xml:space="preserve">Картометрический метод. </w:t>
            </w:r>
            <w:proofErr w:type="spellStart"/>
            <w:r>
              <w:t>Mt</w:t>
            </w:r>
            <w:proofErr w:type="spellEnd"/>
            <w:r>
              <w:t>= 1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7E12" w:rsidRPr="001B3FAC" w:rsidRDefault="00E67E12" w:rsidP="00860DAB">
            <w:pPr>
              <w:pStyle w:val="1"/>
            </w:pPr>
            <w:r>
              <w:t xml:space="preserve">- </w:t>
            </w:r>
          </w:p>
        </w:tc>
      </w:tr>
      <w:tr w:rsidR="00E67E12" w:rsidRPr="005B4876" w:rsidTr="00860DAB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54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н1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jc w:val="center"/>
            </w:pPr>
            <w:r>
              <w:t xml:space="preserve">5387103.59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5243372.10 </w:t>
            </w:r>
          </w:p>
        </w:tc>
        <w:tc>
          <w:tcPr>
            <w:tcW w:w="3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</w:pPr>
            <w:r>
              <w:t xml:space="preserve">Картометрический метод. </w:t>
            </w:r>
            <w:proofErr w:type="spellStart"/>
            <w:r>
              <w:t>Mt</w:t>
            </w:r>
            <w:proofErr w:type="spellEnd"/>
            <w:r>
              <w:t>= 1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7E12" w:rsidRPr="001B3FAC" w:rsidRDefault="00E67E12" w:rsidP="00860DAB">
            <w:pPr>
              <w:pStyle w:val="1"/>
            </w:pPr>
            <w:r>
              <w:t xml:space="preserve">- </w:t>
            </w:r>
          </w:p>
        </w:tc>
      </w:tr>
      <w:tr w:rsidR="00E67E12" w:rsidRPr="005B4876" w:rsidTr="00860DAB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54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-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jc w:val="center"/>
            </w:pPr>
            <w:r>
              <w:t xml:space="preserve">-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- </w:t>
            </w:r>
          </w:p>
        </w:tc>
        <w:tc>
          <w:tcPr>
            <w:tcW w:w="3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</w:pPr>
            <w:r>
              <w:t xml:space="preserve">Картометрический метод. </w:t>
            </w:r>
            <w:proofErr w:type="spellStart"/>
            <w:r>
              <w:t>Mt</w:t>
            </w:r>
            <w:proofErr w:type="spellEnd"/>
            <w:r>
              <w:t>= 1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7E12" w:rsidRPr="001B3FAC" w:rsidRDefault="00E67E12" w:rsidP="00860DAB">
            <w:pPr>
              <w:pStyle w:val="1"/>
            </w:pPr>
            <w:r>
              <w:t xml:space="preserve">- </w:t>
            </w:r>
          </w:p>
        </w:tc>
      </w:tr>
      <w:tr w:rsidR="00E67E12" w:rsidRPr="005B4876" w:rsidTr="00860DAB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54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(2)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jc w:val="center"/>
            </w:pPr>
            <w:r>
              <w:t xml:space="preserve">-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- </w:t>
            </w:r>
          </w:p>
        </w:tc>
        <w:tc>
          <w:tcPr>
            <w:tcW w:w="3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</w:pPr>
            <w:r>
              <w:t xml:space="preserve">Картометрический метод. </w:t>
            </w:r>
            <w:proofErr w:type="spellStart"/>
            <w:r>
              <w:t>Mt</w:t>
            </w:r>
            <w:proofErr w:type="spellEnd"/>
            <w:r>
              <w:t>= 1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7E12" w:rsidRPr="001B3FAC" w:rsidRDefault="00E67E12" w:rsidP="00860DAB">
            <w:pPr>
              <w:pStyle w:val="1"/>
            </w:pPr>
            <w:r>
              <w:t xml:space="preserve">- </w:t>
            </w:r>
          </w:p>
        </w:tc>
      </w:tr>
      <w:tr w:rsidR="00E67E12" w:rsidRPr="005B4876" w:rsidTr="00860DAB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54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н219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jc w:val="center"/>
            </w:pPr>
            <w:r>
              <w:t xml:space="preserve">5383789.03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5244115.47 </w:t>
            </w:r>
          </w:p>
        </w:tc>
        <w:tc>
          <w:tcPr>
            <w:tcW w:w="3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</w:pPr>
            <w:r>
              <w:t xml:space="preserve">Картометрический метод. </w:t>
            </w:r>
            <w:proofErr w:type="spellStart"/>
            <w:r>
              <w:t>Mt</w:t>
            </w:r>
            <w:proofErr w:type="spellEnd"/>
            <w:r>
              <w:t>= 1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7E12" w:rsidRPr="001B3FAC" w:rsidRDefault="00E67E12" w:rsidP="00860DAB">
            <w:pPr>
              <w:pStyle w:val="1"/>
            </w:pPr>
            <w:r>
              <w:t xml:space="preserve">- </w:t>
            </w:r>
          </w:p>
        </w:tc>
      </w:tr>
      <w:tr w:rsidR="00E67E12" w:rsidRPr="005B4876" w:rsidTr="00860DAB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54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н220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jc w:val="center"/>
            </w:pPr>
            <w:r>
              <w:t xml:space="preserve">5383796.20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5244094.88 </w:t>
            </w:r>
          </w:p>
        </w:tc>
        <w:tc>
          <w:tcPr>
            <w:tcW w:w="3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</w:pPr>
            <w:r>
              <w:t xml:space="preserve">Картометрический метод. </w:t>
            </w:r>
            <w:proofErr w:type="spellStart"/>
            <w:r>
              <w:t>Mt</w:t>
            </w:r>
            <w:proofErr w:type="spellEnd"/>
            <w:r>
              <w:t>= 1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7E12" w:rsidRPr="001B3FAC" w:rsidRDefault="00E67E12" w:rsidP="00860DAB">
            <w:pPr>
              <w:pStyle w:val="1"/>
            </w:pPr>
            <w:r>
              <w:t xml:space="preserve">- </w:t>
            </w:r>
          </w:p>
        </w:tc>
      </w:tr>
      <w:tr w:rsidR="00E67E12" w:rsidRPr="005B4876" w:rsidTr="00860DAB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54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н221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jc w:val="center"/>
            </w:pPr>
            <w:r>
              <w:t xml:space="preserve">5383795.06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5244088.91 </w:t>
            </w:r>
          </w:p>
        </w:tc>
        <w:tc>
          <w:tcPr>
            <w:tcW w:w="3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</w:pPr>
            <w:r>
              <w:t xml:space="preserve">Картометрический метод. </w:t>
            </w:r>
            <w:proofErr w:type="spellStart"/>
            <w:r>
              <w:t>Mt</w:t>
            </w:r>
            <w:proofErr w:type="spellEnd"/>
            <w:r>
              <w:t>= 1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7E12" w:rsidRPr="001B3FAC" w:rsidRDefault="00E67E12" w:rsidP="00860DAB">
            <w:pPr>
              <w:pStyle w:val="1"/>
            </w:pPr>
            <w:r>
              <w:t xml:space="preserve">- </w:t>
            </w:r>
          </w:p>
        </w:tc>
      </w:tr>
      <w:tr w:rsidR="00E67E12" w:rsidRPr="005B4876" w:rsidTr="00860DAB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54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н222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jc w:val="center"/>
            </w:pPr>
            <w:r>
              <w:t xml:space="preserve">5383792.62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5244083.76 </w:t>
            </w:r>
          </w:p>
        </w:tc>
        <w:tc>
          <w:tcPr>
            <w:tcW w:w="3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</w:pPr>
            <w:r>
              <w:t xml:space="preserve">Картометрический метод. </w:t>
            </w:r>
            <w:proofErr w:type="spellStart"/>
            <w:r>
              <w:t>Mt</w:t>
            </w:r>
            <w:proofErr w:type="spellEnd"/>
            <w:r>
              <w:t>= 1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7E12" w:rsidRPr="001B3FAC" w:rsidRDefault="00E67E12" w:rsidP="00860DAB">
            <w:pPr>
              <w:pStyle w:val="1"/>
            </w:pPr>
            <w:r>
              <w:t xml:space="preserve">- </w:t>
            </w:r>
          </w:p>
        </w:tc>
      </w:tr>
      <w:tr w:rsidR="00E67E12" w:rsidRPr="005B4876" w:rsidTr="00860DAB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54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н223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jc w:val="center"/>
            </w:pPr>
            <w:r>
              <w:t xml:space="preserve">5383778.81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5244074.75 </w:t>
            </w:r>
          </w:p>
        </w:tc>
        <w:tc>
          <w:tcPr>
            <w:tcW w:w="3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</w:pPr>
            <w:r>
              <w:t xml:space="preserve">Картометрический метод. </w:t>
            </w:r>
            <w:proofErr w:type="spellStart"/>
            <w:r>
              <w:t>Mt</w:t>
            </w:r>
            <w:proofErr w:type="spellEnd"/>
            <w:r>
              <w:t>= 1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7E12" w:rsidRPr="001B3FAC" w:rsidRDefault="00E67E12" w:rsidP="00860DAB">
            <w:pPr>
              <w:pStyle w:val="1"/>
            </w:pPr>
            <w:r>
              <w:t xml:space="preserve">- </w:t>
            </w:r>
          </w:p>
        </w:tc>
      </w:tr>
      <w:tr w:rsidR="00E67E12" w:rsidRPr="005B4876" w:rsidTr="00860DAB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54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н224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jc w:val="center"/>
            </w:pPr>
            <w:r>
              <w:t xml:space="preserve">5383739.83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5244058.27 </w:t>
            </w:r>
          </w:p>
        </w:tc>
        <w:tc>
          <w:tcPr>
            <w:tcW w:w="3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</w:pPr>
            <w:r>
              <w:t xml:space="preserve">Картометрический метод. </w:t>
            </w:r>
            <w:proofErr w:type="spellStart"/>
            <w:r>
              <w:t>Mt</w:t>
            </w:r>
            <w:proofErr w:type="spellEnd"/>
            <w:r>
              <w:t>= 1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7E12" w:rsidRPr="001B3FAC" w:rsidRDefault="00E67E12" w:rsidP="00860DAB">
            <w:pPr>
              <w:pStyle w:val="1"/>
            </w:pPr>
            <w:r>
              <w:t xml:space="preserve">- </w:t>
            </w:r>
          </w:p>
        </w:tc>
      </w:tr>
      <w:tr w:rsidR="00E67E12" w:rsidRPr="005B4876" w:rsidTr="00860DAB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54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н225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jc w:val="center"/>
            </w:pPr>
            <w:r>
              <w:t xml:space="preserve">5383706.04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5244041.72 </w:t>
            </w:r>
          </w:p>
        </w:tc>
        <w:tc>
          <w:tcPr>
            <w:tcW w:w="3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</w:pPr>
            <w:r>
              <w:t xml:space="preserve">Картометрический метод. </w:t>
            </w:r>
            <w:proofErr w:type="spellStart"/>
            <w:r>
              <w:t>Mt</w:t>
            </w:r>
            <w:proofErr w:type="spellEnd"/>
            <w:r>
              <w:t>= 1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7E12" w:rsidRPr="001B3FAC" w:rsidRDefault="00E67E12" w:rsidP="00860DAB">
            <w:pPr>
              <w:pStyle w:val="1"/>
            </w:pPr>
            <w:r>
              <w:t xml:space="preserve">- </w:t>
            </w:r>
          </w:p>
        </w:tc>
      </w:tr>
      <w:tr w:rsidR="00E67E12" w:rsidRPr="005B4876" w:rsidTr="00860DAB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54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н226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jc w:val="center"/>
            </w:pPr>
            <w:r>
              <w:t xml:space="preserve">5383681.80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5244034.86 </w:t>
            </w:r>
          </w:p>
        </w:tc>
        <w:tc>
          <w:tcPr>
            <w:tcW w:w="3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</w:pPr>
            <w:r>
              <w:t xml:space="preserve">Картометрический метод. </w:t>
            </w:r>
            <w:proofErr w:type="spellStart"/>
            <w:r>
              <w:t>Mt</w:t>
            </w:r>
            <w:proofErr w:type="spellEnd"/>
            <w:r>
              <w:t>= 1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7E12" w:rsidRPr="001B3FAC" w:rsidRDefault="00E67E12" w:rsidP="00860DAB">
            <w:pPr>
              <w:pStyle w:val="1"/>
            </w:pPr>
            <w:r>
              <w:t xml:space="preserve">- </w:t>
            </w:r>
          </w:p>
        </w:tc>
      </w:tr>
      <w:tr w:rsidR="00E67E12" w:rsidRPr="005B4876" w:rsidTr="00860DAB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54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н227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jc w:val="center"/>
            </w:pPr>
            <w:r>
              <w:t xml:space="preserve">5383618.15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5244024.97 </w:t>
            </w:r>
          </w:p>
        </w:tc>
        <w:tc>
          <w:tcPr>
            <w:tcW w:w="3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</w:pPr>
            <w:r>
              <w:t xml:space="preserve">Картометрический метод. </w:t>
            </w:r>
            <w:proofErr w:type="spellStart"/>
            <w:r>
              <w:t>Mt</w:t>
            </w:r>
            <w:proofErr w:type="spellEnd"/>
            <w:r>
              <w:t>= 1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7E12" w:rsidRPr="001B3FAC" w:rsidRDefault="00E67E12" w:rsidP="00860DAB">
            <w:pPr>
              <w:pStyle w:val="1"/>
            </w:pPr>
            <w:r>
              <w:t xml:space="preserve">- </w:t>
            </w:r>
          </w:p>
        </w:tc>
      </w:tr>
      <w:tr w:rsidR="00E67E12" w:rsidRPr="005B4876" w:rsidTr="00860DAB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54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н228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jc w:val="center"/>
            </w:pPr>
            <w:r>
              <w:t xml:space="preserve">5383594.82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5244022.15 </w:t>
            </w:r>
          </w:p>
        </w:tc>
        <w:tc>
          <w:tcPr>
            <w:tcW w:w="3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</w:pPr>
            <w:r>
              <w:t xml:space="preserve">Картометрический метод. </w:t>
            </w:r>
            <w:proofErr w:type="spellStart"/>
            <w:r>
              <w:t>Mt</w:t>
            </w:r>
            <w:proofErr w:type="spellEnd"/>
            <w:r>
              <w:t>= 1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7E12" w:rsidRPr="001B3FAC" w:rsidRDefault="00E67E12" w:rsidP="00860DAB">
            <w:pPr>
              <w:pStyle w:val="1"/>
            </w:pPr>
            <w:r>
              <w:t xml:space="preserve">- </w:t>
            </w:r>
          </w:p>
        </w:tc>
      </w:tr>
      <w:tr w:rsidR="00E67E12" w:rsidRPr="005B4876" w:rsidTr="00860DAB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54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н229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jc w:val="center"/>
            </w:pPr>
            <w:r>
              <w:t xml:space="preserve">5383582.81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5244019.87 </w:t>
            </w:r>
          </w:p>
        </w:tc>
        <w:tc>
          <w:tcPr>
            <w:tcW w:w="3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</w:pPr>
            <w:r>
              <w:t xml:space="preserve">Картометрический метод. </w:t>
            </w:r>
            <w:proofErr w:type="spellStart"/>
            <w:r>
              <w:t>Mt</w:t>
            </w:r>
            <w:proofErr w:type="spellEnd"/>
            <w:r>
              <w:t>= 1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7E12" w:rsidRPr="001B3FAC" w:rsidRDefault="00E67E12" w:rsidP="00860DAB">
            <w:pPr>
              <w:pStyle w:val="1"/>
            </w:pPr>
            <w:r>
              <w:t xml:space="preserve">- </w:t>
            </w:r>
          </w:p>
        </w:tc>
      </w:tr>
      <w:tr w:rsidR="00E67E12" w:rsidRPr="005B4876" w:rsidTr="00860DAB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54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н230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jc w:val="center"/>
            </w:pPr>
            <w:r>
              <w:t xml:space="preserve">5383563.43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5244013.69 </w:t>
            </w:r>
          </w:p>
        </w:tc>
        <w:tc>
          <w:tcPr>
            <w:tcW w:w="3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</w:pPr>
            <w:r>
              <w:t xml:space="preserve">Картометрический метод. </w:t>
            </w:r>
            <w:proofErr w:type="spellStart"/>
            <w:r>
              <w:t>Mt</w:t>
            </w:r>
            <w:proofErr w:type="spellEnd"/>
            <w:r>
              <w:t>= 1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7E12" w:rsidRPr="001B3FAC" w:rsidRDefault="00E67E12" w:rsidP="00860DAB">
            <w:pPr>
              <w:pStyle w:val="1"/>
            </w:pPr>
            <w:r>
              <w:t xml:space="preserve">- </w:t>
            </w:r>
          </w:p>
        </w:tc>
      </w:tr>
      <w:tr w:rsidR="00E67E12" w:rsidRPr="005B4876" w:rsidTr="00860DAB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54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н231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jc w:val="center"/>
            </w:pPr>
            <w:r>
              <w:t xml:space="preserve">5383548.86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5244017.24 </w:t>
            </w:r>
          </w:p>
        </w:tc>
        <w:tc>
          <w:tcPr>
            <w:tcW w:w="3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</w:pPr>
            <w:r>
              <w:t xml:space="preserve">Картометрический метод. </w:t>
            </w:r>
            <w:proofErr w:type="spellStart"/>
            <w:r>
              <w:t>Mt</w:t>
            </w:r>
            <w:proofErr w:type="spellEnd"/>
            <w:r>
              <w:t>= 1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7E12" w:rsidRPr="001B3FAC" w:rsidRDefault="00E67E12" w:rsidP="00860DAB">
            <w:pPr>
              <w:pStyle w:val="1"/>
            </w:pPr>
            <w:r>
              <w:t xml:space="preserve">- </w:t>
            </w:r>
          </w:p>
        </w:tc>
      </w:tr>
      <w:tr w:rsidR="00E67E12" w:rsidRPr="005B4876" w:rsidTr="00860DAB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54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н232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jc w:val="center"/>
            </w:pPr>
            <w:r>
              <w:t xml:space="preserve">5383532.50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5244017.01 </w:t>
            </w:r>
          </w:p>
        </w:tc>
        <w:tc>
          <w:tcPr>
            <w:tcW w:w="3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</w:pPr>
            <w:r>
              <w:t xml:space="preserve">Картометрический метод. </w:t>
            </w:r>
            <w:proofErr w:type="spellStart"/>
            <w:r>
              <w:t>Mt</w:t>
            </w:r>
            <w:proofErr w:type="spellEnd"/>
            <w:r>
              <w:t>= 1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7E12" w:rsidRPr="001B3FAC" w:rsidRDefault="00E67E12" w:rsidP="00860DAB">
            <w:pPr>
              <w:pStyle w:val="1"/>
            </w:pPr>
            <w:r>
              <w:t xml:space="preserve">- </w:t>
            </w:r>
          </w:p>
        </w:tc>
      </w:tr>
      <w:tr w:rsidR="00E67E12" w:rsidRPr="005B4876" w:rsidTr="00860DAB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54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н233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jc w:val="center"/>
            </w:pPr>
            <w:r>
              <w:t xml:space="preserve">5383520.93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5244017.76 </w:t>
            </w:r>
          </w:p>
        </w:tc>
        <w:tc>
          <w:tcPr>
            <w:tcW w:w="3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</w:pPr>
            <w:r>
              <w:t xml:space="preserve">Картометрический метод. </w:t>
            </w:r>
            <w:proofErr w:type="spellStart"/>
            <w:r>
              <w:t>Mt</w:t>
            </w:r>
            <w:proofErr w:type="spellEnd"/>
            <w:r>
              <w:t>= 1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7E12" w:rsidRPr="001B3FAC" w:rsidRDefault="00E67E12" w:rsidP="00860DAB">
            <w:pPr>
              <w:pStyle w:val="1"/>
            </w:pPr>
            <w:r>
              <w:t xml:space="preserve">- </w:t>
            </w:r>
          </w:p>
        </w:tc>
      </w:tr>
      <w:tr w:rsidR="00E67E12" w:rsidRPr="005B4876" w:rsidTr="00860DAB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54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н234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jc w:val="center"/>
            </w:pPr>
            <w:r>
              <w:t xml:space="preserve">5383503.60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5244022.25 </w:t>
            </w:r>
          </w:p>
        </w:tc>
        <w:tc>
          <w:tcPr>
            <w:tcW w:w="3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</w:pPr>
            <w:r>
              <w:t xml:space="preserve">Картометрический метод. </w:t>
            </w:r>
            <w:proofErr w:type="spellStart"/>
            <w:r>
              <w:t>Mt</w:t>
            </w:r>
            <w:proofErr w:type="spellEnd"/>
            <w:r>
              <w:t>= 1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7E12" w:rsidRPr="001B3FAC" w:rsidRDefault="00E67E12" w:rsidP="00860DAB">
            <w:pPr>
              <w:pStyle w:val="1"/>
            </w:pPr>
            <w:r>
              <w:t xml:space="preserve">- </w:t>
            </w:r>
          </w:p>
        </w:tc>
      </w:tr>
      <w:tr w:rsidR="00E67E12" w:rsidRPr="005B4876" w:rsidTr="00860DAB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54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н235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jc w:val="center"/>
            </w:pPr>
            <w:r>
              <w:t xml:space="preserve">5383482.09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5244034.40 </w:t>
            </w:r>
          </w:p>
        </w:tc>
        <w:tc>
          <w:tcPr>
            <w:tcW w:w="3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</w:pPr>
            <w:r>
              <w:t xml:space="preserve">Картометрический метод. </w:t>
            </w:r>
            <w:proofErr w:type="spellStart"/>
            <w:r>
              <w:t>Mt</w:t>
            </w:r>
            <w:proofErr w:type="spellEnd"/>
            <w:r>
              <w:t>= 1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7E12" w:rsidRPr="001B3FAC" w:rsidRDefault="00E67E12" w:rsidP="00860DAB">
            <w:pPr>
              <w:pStyle w:val="1"/>
            </w:pPr>
            <w:r>
              <w:t xml:space="preserve">- </w:t>
            </w:r>
          </w:p>
        </w:tc>
      </w:tr>
      <w:tr w:rsidR="00E67E12" w:rsidRPr="005B4876" w:rsidTr="00860DAB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54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н236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jc w:val="center"/>
            </w:pPr>
            <w:r>
              <w:t xml:space="preserve">5383447.37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5244059.59 </w:t>
            </w:r>
          </w:p>
        </w:tc>
        <w:tc>
          <w:tcPr>
            <w:tcW w:w="3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</w:pPr>
            <w:r>
              <w:t xml:space="preserve">Картометрический метод. </w:t>
            </w:r>
            <w:proofErr w:type="spellStart"/>
            <w:r>
              <w:t>Mt</w:t>
            </w:r>
            <w:proofErr w:type="spellEnd"/>
            <w:r>
              <w:t>= 1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7E12" w:rsidRPr="001B3FAC" w:rsidRDefault="00E67E12" w:rsidP="00860DAB">
            <w:pPr>
              <w:pStyle w:val="1"/>
            </w:pPr>
            <w:r>
              <w:t xml:space="preserve">- </w:t>
            </w:r>
          </w:p>
        </w:tc>
      </w:tr>
      <w:tr w:rsidR="00E67E12" w:rsidRPr="005B4876" w:rsidTr="00860DAB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54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н237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jc w:val="center"/>
            </w:pPr>
            <w:r>
              <w:t xml:space="preserve">5383405.93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5244089.80 </w:t>
            </w:r>
          </w:p>
        </w:tc>
        <w:tc>
          <w:tcPr>
            <w:tcW w:w="3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</w:pPr>
            <w:r>
              <w:t xml:space="preserve">Картометрический метод. </w:t>
            </w:r>
            <w:proofErr w:type="spellStart"/>
            <w:r>
              <w:t>Mt</w:t>
            </w:r>
            <w:proofErr w:type="spellEnd"/>
            <w:r>
              <w:t>= 1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7E12" w:rsidRPr="001B3FAC" w:rsidRDefault="00E67E12" w:rsidP="00860DAB">
            <w:pPr>
              <w:pStyle w:val="1"/>
            </w:pPr>
            <w:r>
              <w:t xml:space="preserve">- </w:t>
            </w:r>
          </w:p>
        </w:tc>
      </w:tr>
      <w:tr w:rsidR="00E67E12" w:rsidRPr="005B4876" w:rsidTr="00860DAB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54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н238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jc w:val="center"/>
            </w:pPr>
            <w:r>
              <w:t xml:space="preserve">5383348.17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5244130.99 </w:t>
            </w:r>
          </w:p>
        </w:tc>
        <w:tc>
          <w:tcPr>
            <w:tcW w:w="3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</w:pPr>
            <w:r>
              <w:t xml:space="preserve">Картометрический метод. </w:t>
            </w:r>
            <w:proofErr w:type="spellStart"/>
            <w:r>
              <w:t>Mt</w:t>
            </w:r>
            <w:proofErr w:type="spellEnd"/>
            <w:r>
              <w:t>= 1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7E12" w:rsidRPr="001B3FAC" w:rsidRDefault="00E67E12" w:rsidP="00860DAB">
            <w:pPr>
              <w:pStyle w:val="1"/>
            </w:pPr>
            <w:r>
              <w:t xml:space="preserve">- </w:t>
            </w:r>
          </w:p>
        </w:tc>
      </w:tr>
      <w:tr w:rsidR="00E67E12" w:rsidRPr="005B4876" w:rsidTr="00860DAB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54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н239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jc w:val="center"/>
            </w:pPr>
            <w:r>
              <w:t xml:space="preserve">5383318.89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5244150.28 </w:t>
            </w:r>
          </w:p>
        </w:tc>
        <w:tc>
          <w:tcPr>
            <w:tcW w:w="3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</w:pPr>
            <w:r>
              <w:t xml:space="preserve">Картометрический метод. </w:t>
            </w:r>
            <w:proofErr w:type="spellStart"/>
            <w:r>
              <w:t>Mt</w:t>
            </w:r>
            <w:proofErr w:type="spellEnd"/>
            <w:r>
              <w:t>= 1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7E12" w:rsidRPr="001B3FAC" w:rsidRDefault="00E67E12" w:rsidP="00860DAB">
            <w:pPr>
              <w:pStyle w:val="1"/>
            </w:pPr>
            <w:r>
              <w:t xml:space="preserve">- </w:t>
            </w:r>
          </w:p>
        </w:tc>
      </w:tr>
      <w:tr w:rsidR="00E67E12" w:rsidRPr="005B4876" w:rsidTr="00860DAB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54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н240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jc w:val="center"/>
            </w:pPr>
            <w:r>
              <w:t xml:space="preserve">5383272.22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5244177.07 </w:t>
            </w:r>
          </w:p>
        </w:tc>
        <w:tc>
          <w:tcPr>
            <w:tcW w:w="3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</w:pPr>
            <w:r>
              <w:t xml:space="preserve">Картометрический метод. </w:t>
            </w:r>
            <w:proofErr w:type="spellStart"/>
            <w:r>
              <w:t>Mt</w:t>
            </w:r>
            <w:proofErr w:type="spellEnd"/>
            <w:r>
              <w:t>= 1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7E12" w:rsidRPr="001B3FAC" w:rsidRDefault="00E67E12" w:rsidP="00860DAB">
            <w:pPr>
              <w:pStyle w:val="1"/>
            </w:pPr>
            <w:r>
              <w:t xml:space="preserve">- </w:t>
            </w:r>
          </w:p>
        </w:tc>
      </w:tr>
      <w:tr w:rsidR="00E67E12" w:rsidRPr="005B4876" w:rsidTr="00860DAB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54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н241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jc w:val="center"/>
            </w:pPr>
            <w:r>
              <w:t xml:space="preserve">5383268.40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5244192.58 </w:t>
            </w:r>
          </w:p>
        </w:tc>
        <w:tc>
          <w:tcPr>
            <w:tcW w:w="3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</w:pPr>
            <w:r>
              <w:t xml:space="preserve">Картометрический метод. </w:t>
            </w:r>
            <w:proofErr w:type="spellStart"/>
            <w:r>
              <w:t>Mt</w:t>
            </w:r>
            <w:proofErr w:type="spellEnd"/>
            <w:r>
              <w:t>= 1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7E12" w:rsidRPr="001B3FAC" w:rsidRDefault="00E67E12" w:rsidP="00860DAB">
            <w:pPr>
              <w:pStyle w:val="1"/>
            </w:pPr>
            <w:r>
              <w:t xml:space="preserve">- </w:t>
            </w:r>
          </w:p>
        </w:tc>
      </w:tr>
      <w:tr w:rsidR="00E67E12" w:rsidRPr="005B4876" w:rsidTr="00860DAB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54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н242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jc w:val="center"/>
            </w:pPr>
            <w:r>
              <w:t xml:space="preserve">5383233.27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5244234.89 </w:t>
            </w:r>
          </w:p>
        </w:tc>
        <w:tc>
          <w:tcPr>
            <w:tcW w:w="3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</w:pPr>
            <w:r>
              <w:t xml:space="preserve">Картометрический метод. </w:t>
            </w:r>
            <w:proofErr w:type="spellStart"/>
            <w:r>
              <w:t>Mt</w:t>
            </w:r>
            <w:proofErr w:type="spellEnd"/>
            <w:r>
              <w:t>= 1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7E12" w:rsidRPr="001B3FAC" w:rsidRDefault="00E67E12" w:rsidP="00860DAB">
            <w:pPr>
              <w:pStyle w:val="1"/>
            </w:pPr>
            <w:r>
              <w:t xml:space="preserve">- </w:t>
            </w:r>
          </w:p>
        </w:tc>
      </w:tr>
      <w:tr w:rsidR="00E67E12" w:rsidRPr="005B4876" w:rsidTr="00860DAB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54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н243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jc w:val="center"/>
            </w:pPr>
            <w:r>
              <w:t xml:space="preserve">5383555.16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5244166.31 </w:t>
            </w:r>
          </w:p>
        </w:tc>
        <w:tc>
          <w:tcPr>
            <w:tcW w:w="3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</w:pPr>
            <w:r>
              <w:t xml:space="preserve">Картометрический метод. </w:t>
            </w:r>
            <w:proofErr w:type="spellStart"/>
            <w:r>
              <w:t>Mt</w:t>
            </w:r>
            <w:proofErr w:type="spellEnd"/>
            <w:r>
              <w:t>= 1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7E12" w:rsidRPr="001B3FAC" w:rsidRDefault="00E67E12" w:rsidP="00860DAB">
            <w:pPr>
              <w:pStyle w:val="1"/>
            </w:pPr>
            <w:r>
              <w:t xml:space="preserve">- </w:t>
            </w:r>
          </w:p>
        </w:tc>
      </w:tr>
      <w:tr w:rsidR="00E67E12" w:rsidRPr="005B4876" w:rsidTr="00860DAB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54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н244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jc w:val="center"/>
            </w:pPr>
            <w:r>
              <w:t xml:space="preserve">5383761.53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5244123.96 </w:t>
            </w:r>
          </w:p>
        </w:tc>
        <w:tc>
          <w:tcPr>
            <w:tcW w:w="3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</w:pPr>
            <w:r>
              <w:t xml:space="preserve">Картометрический метод. </w:t>
            </w:r>
            <w:proofErr w:type="spellStart"/>
            <w:r>
              <w:t>Mt</w:t>
            </w:r>
            <w:proofErr w:type="spellEnd"/>
            <w:r>
              <w:t>= 1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7E12" w:rsidRPr="001B3FAC" w:rsidRDefault="00E67E12" w:rsidP="00860DAB">
            <w:pPr>
              <w:pStyle w:val="1"/>
            </w:pPr>
            <w:r>
              <w:t xml:space="preserve">- </w:t>
            </w:r>
          </w:p>
        </w:tc>
      </w:tr>
      <w:tr w:rsidR="00E67E12" w:rsidRPr="005B4876" w:rsidTr="00860DAB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54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н219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jc w:val="center"/>
            </w:pPr>
            <w:r>
              <w:t xml:space="preserve">5383789.03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5244115.47 </w:t>
            </w:r>
          </w:p>
        </w:tc>
        <w:tc>
          <w:tcPr>
            <w:tcW w:w="3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</w:pPr>
            <w:r>
              <w:t xml:space="preserve">Картометрический метод. </w:t>
            </w:r>
            <w:proofErr w:type="spellStart"/>
            <w:r>
              <w:t>Mt</w:t>
            </w:r>
            <w:proofErr w:type="spellEnd"/>
            <w:r>
              <w:t>= 1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7E12" w:rsidRPr="001B3FAC" w:rsidRDefault="00E67E12" w:rsidP="00860DAB">
            <w:pPr>
              <w:pStyle w:val="1"/>
            </w:pPr>
            <w:r>
              <w:t xml:space="preserve">- </w:t>
            </w:r>
          </w:p>
        </w:tc>
      </w:tr>
      <w:tr w:rsidR="00E67E12" w:rsidRPr="005B4876" w:rsidTr="00860DAB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54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lastRenderedPageBreak/>
              <w:t xml:space="preserve">-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jc w:val="center"/>
            </w:pPr>
            <w:r>
              <w:t xml:space="preserve">-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- </w:t>
            </w:r>
          </w:p>
        </w:tc>
        <w:tc>
          <w:tcPr>
            <w:tcW w:w="3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</w:pPr>
            <w:r>
              <w:t xml:space="preserve">Картометрический метод. </w:t>
            </w:r>
            <w:proofErr w:type="spellStart"/>
            <w:r>
              <w:t>Mt</w:t>
            </w:r>
            <w:proofErr w:type="spellEnd"/>
            <w:r>
              <w:t>= 1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7E12" w:rsidRPr="001B3FAC" w:rsidRDefault="00E67E12" w:rsidP="00860DAB">
            <w:pPr>
              <w:pStyle w:val="1"/>
            </w:pPr>
            <w:r>
              <w:t xml:space="preserve">- </w:t>
            </w:r>
          </w:p>
        </w:tc>
      </w:tr>
      <w:tr w:rsidR="00E67E12" w:rsidRPr="005B4876" w:rsidTr="00860DAB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54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(3)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jc w:val="center"/>
            </w:pPr>
            <w:r>
              <w:t xml:space="preserve">-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- </w:t>
            </w:r>
          </w:p>
        </w:tc>
        <w:tc>
          <w:tcPr>
            <w:tcW w:w="3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</w:pPr>
            <w:r>
              <w:t xml:space="preserve">Картометрический метод. </w:t>
            </w:r>
            <w:proofErr w:type="spellStart"/>
            <w:r>
              <w:t>Mt</w:t>
            </w:r>
            <w:proofErr w:type="spellEnd"/>
            <w:r>
              <w:t>= 1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7E12" w:rsidRPr="001B3FAC" w:rsidRDefault="00E67E12" w:rsidP="00860DAB">
            <w:pPr>
              <w:pStyle w:val="1"/>
            </w:pPr>
            <w:r>
              <w:t xml:space="preserve">- </w:t>
            </w:r>
          </w:p>
        </w:tc>
      </w:tr>
      <w:tr w:rsidR="00E67E12" w:rsidRPr="005B4876" w:rsidTr="00860DAB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54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н245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jc w:val="center"/>
            </w:pPr>
            <w:r>
              <w:t xml:space="preserve">5382774.91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5243897.36 </w:t>
            </w:r>
          </w:p>
        </w:tc>
        <w:tc>
          <w:tcPr>
            <w:tcW w:w="3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</w:pPr>
            <w:r>
              <w:t xml:space="preserve">Картометрический метод. </w:t>
            </w:r>
            <w:proofErr w:type="spellStart"/>
            <w:r>
              <w:t>Mt</w:t>
            </w:r>
            <w:proofErr w:type="spellEnd"/>
            <w:r>
              <w:t>= 1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7E12" w:rsidRPr="001B3FAC" w:rsidRDefault="00E67E12" w:rsidP="00860DAB">
            <w:pPr>
              <w:pStyle w:val="1"/>
            </w:pPr>
            <w:r>
              <w:t xml:space="preserve">- </w:t>
            </w:r>
          </w:p>
        </w:tc>
      </w:tr>
      <w:tr w:rsidR="00E67E12" w:rsidRPr="005B4876" w:rsidTr="00860DAB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54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н246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jc w:val="center"/>
            </w:pPr>
            <w:r>
              <w:t xml:space="preserve">5382753.86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5243896.44 </w:t>
            </w:r>
          </w:p>
        </w:tc>
        <w:tc>
          <w:tcPr>
            <w:tcW w:w="3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</w:pPr>
            <w:r>
              <w:t xml:space="preserve">Картометрический метод. </w:t>
            </w:r>
            <w:proofErr w:type="spellStart"/>
            <w:r>
              <w:t>Mt</w:t>
            </w:r>
            <w:proofErr w:type="spellEnd"/>
            <w:r>
              <w:t>= 1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7E12" w:rsidRPr="001B3FAC" w:rsidRDefault="00E67E12" w:rsidP="00860DAB">
            <w:pPr>
              <w:pStyle w:val="1"/>
            </w:pPr>
            <w:r>
              <w:t xml:space="preserve">- </w:t>
            </w:r>
          </w:p>
        </w:tc>
      </w:tr>
      <w:tr w:rsidR="00E67E12" w:rsidRPr="005B4876" w:rsidTr="00860DAB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54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н247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jc w:val="center"/>
            </w:pPr>
            <w:r>
              <w:t xml:space="preserve">5382710.00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5243920.00 </w:t>
            </w:r>
          </w:p>
        </w:tc>
        <w:tc>
          <w:tcPr>
            <w:tcW w:w="3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</w:pPr>
            <w:r>
              <w:t xml:space="preserve">Картометрический метод. </w:t>
            </w:r>
            <w:proofErr w:type="spellStart"/>
            <w:r>
              <w:t>Mt</w:t>
            </w:r>
            <w:proofErr w:type="spellEnd"/>
            <w:r>
              <w:t>= 1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7E12" w:rsidRPr="001B3FAC" w:rsidRDefault="00E67E12" w:rsidP="00860DAB">
            <w:pPr>
              <w:pStyle w:val="1"/>
            </w:pPr>
            <w:r>
              <w:t xml:space="preserve">- </w:t>
            </w:r>
          </w:p>
        </w:tc>
      </w:tr>
      <w:tr w:rsidR="00E67E12" w:rsidRPr="005B4876" w:rsidTr="00860DAB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54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н248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jc w:val="center"/>
            </w:pPr>
            <w:r>
              <w:t xml:space="preserve">5382686.01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5243984.48 </w:t>
            </w:r>
          </w:p>
        </w:tc>
        <w:tc>
          <w:tcPr>
            <w:tcW w:w="3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</w:pPr>
            <w:r>
              <w:t xml:space="preserve">Картометрический метод. </w:t>
            </w:r>
            <w:proofErr w:type="spellStart"/>
            <w:r>
              <w:t>Mt</w:t>
            </w:r>
            <w:proofErr w:type="spellEnd"/>
            <w:r>
              <w:t>= 1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7E12" w:rsidRPr="001B3FAC" w:rsidRDefault="00E67E12" w:rsidP="00860DAB">
            <w:pPr>
              <w:pStyle w:val="1"/>
            </w:pPr>
            <w:r>
              <w:t xml:space="preserve">- </w:t>
            </w:r>
          </w:p>
        </w:tc>
      </w:tr>
      <w:tr w:rsidR="00E67E12" w:rsidRPr="005B4876" w:rsidTr="00860DAB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54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н249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jc w:val="center"/>
            </w:pPr>
            <w:r>
              <w:t xml:space="preserve">5382683.09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5244036.23 </w:t>
            </w:r>
          </w:p>
        </w:tc>
        <w:tc>
          <w:tcPr>
            <w:tcW w:w="3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</w:pPr>
            <w:r>
              <w:t xml:space="preserve">Картометрический метод. </w:t>
            </w:r>
            <w:proofErr w:type="spellStart"/>
            <w:r>
              <w:t>Mt</w:t>
            </w:r>
            <w:proofErr w:type="spellEnd"/>
            <w:r>
              <w:t>= 1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7E12" w:rsidRPr="001B3FAC" w:rsidRDefault="00E67E12" w:rsidP="00860DAB">
            <w:pPr>
              <w:pStyle w:val="1"/>
            </w:pPr>
            <w:r>
              <w:t xml:space="preserve">- </w:t>
            </w:r>
          </w:p>
        </w:tc>
      </w:tr>
      <w:tr w:rsidR="00E67E12" w:rsidRPr="005B4876" w:rsidTr="00860DAB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54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н250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jc w:val="center"/>
            </w:pPr>
            <w:r>
              <w:t xml:space="preserve">5382706.17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5244111.01 </w:t>
            </w:r>
          </w:p>
        </w:tc>
        <w:tc>
          <w:tcPr>
            <w:tcW w:w="3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</w:pPr>
            <w:r>
              <w:t xml:space="preserve">Картометрический метод. </w:t>
            </w:r>
            <w:proofErr w:type="spellStart"/>
            <w:r>
              <w:t>Mt</w:t>
            </w:r>
            <w:proofErr w:type="spellEnd"/>
            <w:r>
              <w:t>= 1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7E12" w:rsidRPr="001B3FAC" w:rsidRDefault="00E67E12" w:rsidP="00860DAB">
            <w:pPr>
              <w:pStyle w:val="1"/>
            </w:pPr>
            <w:r>
              <w:t xml:space="preserve">- </w:t>
            </w:r>
          </w:p>
        </w:tc>
      </w:tr>
      <w:tr w:rsidR="00E67E12" w:rsidRPr="005B4876" w:rsidTr="00860DAB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54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н251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jc w:val="center"/>
            </w:pPr>
            <w:r>
              <w:t xml:space="preserve">5382682.93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5244139.78 </w:t>
            </w:r>
          </w:p>
        </w:tc>
        <w:tc>
          <w:tcPr>
            <w:tcW w:w="3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</w:pPr>
            <w:r>
              <w:t xml:space="preserve">Картометрический метод. </w:t>
            </w:r>
            <w:proofErr w:type="spellStart"/>
            <w:r>
              <w:t>Mt</w:t>
            </w:r>
            <w:proofErr w:type="spellEnd"/>
            <w:r>
              <w:t>= 1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7E12" w:rsidRPr="001B3FAC" w:rsidRDefault="00E67E12" w:rsidP="00860DAB">
            <w:pPr>
              <w:pStyle w:val="1"/>
            </w:pPr>
            <w:r>
              <w:t xml:space="preserve">- </w:t>
            </w:r>
          </w:p>
        </w:tc>
      </w:tr>
      <w:tr w:rsidR="00E67E12" w:rsidRPr="005B4876" w:rsidTr="00860DAB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54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н252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jc w:val="center"/>
            </w:pPr>
            <w:r>
              <w:t xml:space="preserve">5382672.71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5244145.78 </w:t>
            </w:r>
          </w:p>
        </w:tc>
        <w:tc>
          <w:tcPr>
            <w:tcW w:w="3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</w:pPr>
            <w:r>
              <w:t xml:space="preserve">Картометрический метод. </w:t>
            </w:r>
            <w:proofErr w:type="spellStart"/>
            <w:r>
              <w:t>Mt</w:t>
            </w:r>
            <w:proofErr w:type="spellEnd"/>
            <w:r>
              <w:t>= 1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7E12" w:rsidRPr="001B3FAC" w:rsidRDefault="00E67E12" w:rsidP="00860DAB">
            <w:pPr>
              <w:pStyle w:val="1"/>
            </w:pPr>
            <w:r>
              <w:t xml:space="preserve">- </w:t>
            </w:r>
          </w:p>
        </w:tc>
      </w:tr>
      <w:tr w:rsidR="00E67E12" w:rsidRPr="005B4876" w:rsidTr="00860DAB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54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н253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jc w:val="center"/>
            </w:pPr>
            <w:r>
              <w:t xml:space="preserve">5382608.47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5244152.22 </w:t>
            </w:r>
          </w:p>
        </w:tc>
        <w:tc>
          <w:tcPr>
            <w:tcW w:w="3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</w:pPr>
            <w:r>
              <w:t xml:space="preserve">Картометрический метод. </w:t>
            </w:r>
            <w:proofErr w:type="spellStart"/>
            <w:r>
              <w:t>Mt</w:t>
            </w:r>
            <w:proofErr w:type="spellEnd"/>
            <w:r>
              <w:t>= 1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7E12" w:rsidRPr="001B3FAC" w:rsidRDefault="00E67E12" w:rsidP="00860DAB">
            <w:pPr>
              <w:pStyle w:val="1"/>
            </w:pPr>
            <w:r>
              <w:t xml:space="preserve">- </w:t>
            </w:r>
          </w:p>
        </w:tc>
      </w:tr>
      <w:tr w:rsidR="00E67E12" w:rsidRPr="005B4876" w:rsidTr="00860DAB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54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н254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jc w:val="center"/>
            </w:pPr>
            <w:r>
              <w:t xml:space="preserve">5382586.82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5244142.62 </w:t>
            </w:r>
          </w:p>
        </w:tc>
        <w:tc>
          <w:tcPr>
            <w:tcW w:w="3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</w:pPr>
            <w:r>
              <w:t xml:space="preserve">Картометрический метод. </w:t>
            </w:r>
            <w:proofErr w:type="spellStart"/>
            <w:r>
              <w:t>Mt</w:t>
            </w:r>
            <w:proofErr w:type="spellEnd"/>
            <w:r>
              <w:t>= 1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7E12" w:rsidRPr="001B3FAC" w:rsidRDefault="00E67E12" w:rsidP="00860DAB">
            <w:pPr>
              <w:pStyle w:val="1"/>
            </w:pPr>
            <w:r>
              <w:t xml:space="preserve">- </w:t>
            </w:r>
          </w:p>
        </w:tc>
      </w:tr>
      <w:tr w:rsidR="00E67E12" w:rsidRPr="005B4876" w:rsidTr="00860DAB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54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н255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jc w:val="center"/>
            </w:pPr>
            <w:r>
              <w:t xml:space="preserve">5382588.41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5244156.11 </w:t>
            </w:r>
          </w:p>
        </w:tc>
        <w:tc>
          <w:tcPr>
            <w:tcW w:w="3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</w:pPr>
            <w:r>
              <w:t xml:space="preserve">Картометрический метод. </w:t>
            </w:r>
            <w:proofErr w:type="spellStart"/>
            <w:r>
              <w:t>Mt</w:t>
            </w:r>
            <w:proofErr w:type="spellEnd"/>
            <w:r>
              <w:t>= 1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7E12" w:rsidRPr="001B3FAC" w:rsidRDefault="00E67E12" w:rsidP="00860DAB">
            <w:pPr>
              <w:pStyle w:val="1"/>
            </w:pPr>
            <w:r>
              <w:t xml:space="preserve">- </w:t>
            </w:r>
          </w:p>
        </w:tc>
      </w:tr>
      <w:tr w:rsidR="00E67E12" w:rsidRPr="005B4876" w:rsidTr="00860DAB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54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н256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jc w:val="center"/>
            </w:pPr>
            <w:r>
              <w:t xml:space="preserve">5382608.56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5244213.61 </w:t>
            </w:r>
          </w:p>
        </w:tc>
        <w:tc>
          <w:tcPr>
            <w:tcW w:w="3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</w:pPr>
            <w:r>
              <w:t xml:space="preserve">Картометрический метод. </w:t>
            </w:r>
            <w:proofErr w:type="spellStart"/>
            <w:r>
              <w:t>Mt</w:t>
            </w:r>
            <w:proofErr w:type="spellEnd"/>
            <w:r>
              <w:t>= 1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7E12" w:rsidRPr="001B3FAC" w:rsidRDefault="00E67E12" w:rsidP="00860DAB">
            <w:pPr>
              <w:pStyle w:val="1"/>
            </w:pPr>
            <w:r>
              <w:t xml:space="preserve">- </w:t>
            </w:r>
          </w:p>
        </w:tc>
      </w:tr>
      <w:tr w:rsidR="00E67E12" w:rsidRPr="005B4876" w:rsidTr="00860DAB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54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н257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jc w:val="center"/>
            </w:pPr>
            <w:r>
              <w:t xml:space="preserve">5382598.07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5244216.86 </w:t>
            </w:r>
          </w:p>
        </w:tc>
        <w:tc>
          <w:tcPr>
            <w:tcW w:w="3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</w:pPr>
            <w:r>
              <w:t xml:space="preserve">Картометрический метод. </w:t>
            </w:r>
            <w:proofErr w:type="spellStart"/>
            <w:r>
              <w:t>Mt</w:t>
            </w:r>
            <w:proofErr w:type="spellEnd"/>
            <w:r>
              <w:t>= 1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7E12" w:rsidRPr="001B3FAC" w:rsidRDefault="00E67E12" w:rsidP="00860DAB">
            <w:pPr>
              <w:pStyle w:val="1"/>
            </w:pPr>
            <w:r>
              <w:t xml:space="preserve">- </w:t>
            </w:r>
          </w:p>
        </w:tc>
      </w:tr>
      <w:tr w:rsidR="00E67E12" w:rsidRPr="005B4876" w:rsidTr="00860DAB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54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н258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jc w:val="center"/>
            </w:pPr>
            <w:r>
              <w:t xml:space="preserve">5382560.71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5244229.52 </w:t>
            </w:r>
          </w:p>
        </w:tc>
        <w:tc>
          <w:tcPr>
            <w:tcW w:w="3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</w:pPr>
            <w:r>
              <w:t xml:space="preserve">Картометрический метод. </w:t>
            </w:r>
            <w:proofErr w:type="spellStart"/>
            <w:r>
              <w:t>Mt</w:t>
            </w:r>
            <w:proofErr w:type="spellEnd"/>
            <w:r>
              <w:t>= 1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7E12" w:rsidRPr="001B3FAC" w:rsidRDefault="00E67E12" w:rsidP="00860DAB">
            <w:pPr>
              <w:pStyle w:val="1"/>
            </w:pPr>
            <w:r>
              <w:t xml:space="preserve">- </w:t>
            </w:r>
          </w:p>
        </w:tc>
      </w:tr>
      <w:tr w:rsidR="00E67E12" w:rsidRPr="005B4876" w:rsidTr="00860DAB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54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н259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jc w:val="center"/>
            </w:pPr>
            <w:r>
              <w:t xml:space="preserve">5382565.03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5244240.58 </w:t>
            </w:r>
          </w:p>
        </w:tc>
        <w:tc>
          <w:tcPr>
            <w:tcW w:w="3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</w:pPr>
            <w:r>
              <w:t xml:space="preserve">Картометрический метод. </w:t>
            </w:r>
            <w:proofErr w:type="spellStart"/>
            <w:r>
              <w:t>Mt</w:t>
            </w:r>
            <w:proofErr w:type="spellEnd"/>
            <w:r>
              <w:t>= 1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7E12" w:rsidRPr="001B3FAC" w:rsidRDefault="00E67E12" w:rsidP="00860DAB">
            <w:pPr>
              <w:pStyle w:val="1"/>
            </w:pPr>
            <w:r>
              <w:t xml:space="preserve">- </w:t>
            </w:r>
          </w:p>
        </w:tc>
      </w:tr>
      <w:tr w:rsidR="00E67E12" w:rsidRPr="005B4876" w:rsidTr="00860DAB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54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н260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jc w:val="center"/>
            </w:pPr>
            <w:r>
              <w:t xml:space="preserve">5382558.55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5244243.85 </w:t>
            </w:r>
          </w:p>
        </w:tc>
        <w:tc>
          <w:tcPr>
            <w:tcW w:w="3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</w:pPr>
            <w:r>
              <w:t xml:space="preserve">Картометрический метод. </w:t>
            </w:r>
            <w:proofErr w:type="spellStart"/>
            <w:r>
              <w:t>Mt</w:t>
            </w:r>
            <w:proofErr w:type="spellEnd"/>
            <w:r>
              <w:t>= 1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7E12" w:rsidRPr="001B3FAC" w:rsidRDefault="00E67E12" w:rsidP="00860DAB">
            <w:pPr>
              <w:pStyle w:val="1"/>
            </w:pPr>
            <w:r>
              <w:t xml:space="preserve">- </w:t>
            </w:r>
          </w:p>
        </w:tc>
      </w:tr>
      <w:tr w:rsidR="00E67E12" w:rsidRPr="005B4876" w:rsidTr="00860DAB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54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н261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jc w:val="center"/>
            </w:pPr>
            <w:r>
              <w:t xml:space="preserve">5382529.78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5244238.22 </w:t>
            </w:r>
          </w:p>
        </w:tc>
        <w:tc>
          <w:tcPr>
            <w:tcW w:w="3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</w:pPr>
            <w:r>
              <w:t xml:space="preserve">Картометрический метод. </w:t>
            </w:r>
            <w:proofErr w:type="spellStart"/>
            <w:r>
              <w:t>Mt</w:t>
            </w:r>
            <w:proofErr w:type="spellEnd"/>
            <w:r>
              <w:t>= 1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7E12" w:rsidRPr="001B3FAC" w:rsidRDefault="00E67E12" w:rsidP="00860DAB">
            <w:pPr>
              <w:pStyle w:val="1"/>
            </w:pPr>
            <w:r>
              <w:t xml:space="preserve">- </w:t>
            </w:r>
          </w:p>
        </w:tc>
      </w:tr>
      <w:tr w:rsidR="00E67E12" w:rsidRPr="005B4876" w:rsidTr="00860DAB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54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н262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jc w:val="center"/>
            </w:pPr>
            <w:r>
              <w:t xml:space="preserve">5382526.85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5244224.32 </w:t>
            </w:r>
          </w:p>
        </w:tc>
        <w:tc>
          <w:tcPr>
            <w:tcW w:w="3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</w:pPr>
            <w:r>
              <w:t xml:space="preserve">Картометрический метод. </w:t>
            </w:r>
            <w:proofErr w:type="spellStart"/>
            <w:r>
              <w:t>Mt</w:t>
            </w:r>
            <w:proofErr w:type="spellEnd"/>
            <w:r>
              <w:t>= 1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7E12" w:rsidRPr="001B3FAC" w:rsidRDefault="00E67E12" w:rsidP="00860DAB">
            <w:pPr>
              <w:pStyle w:val="1"/>
            </w:pPr>
            <w:r>
              <w:t xml:space="preserve">- </w:t>
            </w:r>
          </w:p>
        </w:tc>
      </w:tr>
      <w:tr w:rsidR="00E67E12" w:rsidRPr="005B4876" w:rsidTr="00860DAB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54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н263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jc w:val="center"/>
            </w:pPr>
            <w:r>
              <w:t xml:space="preserve">5382515.90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5244225.58 </w:t>
            </w:r>
          </w:p>
        </w:tc>
        <w:tc>
          <w:tcPr>
            <w:tcW w:w="3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</w:pPr>
            <w:r>
              <w:t xml:space="preserve">Картометрический метод. </w:t>
            </w:r>
            <w:proofErr w:type="spellStart"/>
            <w:r>
              <w:t>Mt</w:t>
            </w:r>
            <w:proofErr w:type="spellEnd"/>
            <w:r>
              <w:t>= 1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7E12" w:rsidRPr="001B3FAC" w:rsidRDefault="00E67E12" w:rsidP="00860DAB">
            <w:pPr>
              <w:pStyle w:val="1"/>
            </w:pPr>
            <w:r>
              <w:t xml:space="preserve">- </w:t>
            </w:r>
          </w:p>
        </w:tc>
      </w:tr>
      <w:tr w:rsidR="00E67E12" w:rsidRPr="005B4876" w:rsidTr="00860DAB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54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н264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jc w:val="center"/>
            </w:pPr>
            <w:r>
              <w:t xml:space="preserve">5382508.64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5244123.26 </w:t>
            </w:r>
          </w:p>
        </w:tc>
        <w:tc>
          <w:tcPr>
            <w:tcW w:w="3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</w:pPr>
            <w:r>
              <w:t xml:space="preserve">Картометрический метод. </w:t>
            </w:r>
            <w:proofErr w:type="spellStart"/>
            <w:r>
              <w:t>Mt</w:t>
            </w:r>
            <w:proofErr w:type="spellEnd"/>
            <w:r>
              <w:t>= 1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7E12" w:rsidRPr="001B3FAC" w:rsidRDefault="00E67E12" w:rsidP="00860DAB">
            <w:pPr>
              <w:pStyle w:val="1"/>
            </w:pPr>
            <w:r>
              <w:t xml:space="preserve">- </w:t>
            </w:r>
          </w:p>
        </w:tc>
      </w:tr>
      <w:tr w:rsidR="00E67E12" w:rsidRPr="005B4876" w:rsidTr="00860DAB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54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н265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jc w:val="center"/>
            </w:pPr>
            <w:r>
              <w:t xml:space="preserve">5382511.41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5244106.56 </w:t>
            </w:r>
          </w:p>
        </w:tc>
        <w:tc>
          <w:tcPr>
            <w:tcW w:w="3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</w:pPr>
            <w:r>
              <w:t xml:space="preserve">Картометрический метод. </w:t>
            </w:r>
            <w:proofErr w:type="spellStart"/>
            <w:r>
              <w:t>Mt</w:t>
            </w:r>
            <w:proofErr w:type="spellEnd"/>
            <w:r>
              <w:t>= 1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7E12" w:rsidRPr="001B3FAC" w:rsidRDefault="00E67E12" w:rsidP="00860DAB">
            <w:pPr>
              <w:pStyle w:val="1"/>
            </w:pPr>
            <w:r>
              <w:t xml:space="preserve">- </w:t>
            </w:r>
          </w:p>
        </w:tc>
      </w:tr>
      <w:tr w:rsidR="00E67E12" w:rsidRPr="005B4876" w:rsidTr="00860DAB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54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н266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jc w:val="center"/>
            </w:pPr>
            <w:r>
              <w:t xml:space="preserve">5382521.41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5244106.75 </w:t>
            </w:r>
          </w:p>
        </w:tc>
        <w:tc>
          <w:tcPr>
            <w:tcW w:w="3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</w:pPr>
            <w:r>
              <w:t xml:space="preserve">Картометрический метод. </w:t>
            </w:r>
            <w:proofErr w:type="spellStart"/>
            <w:r>
              <w:t>Mt</w:t>
            </w:r>
            <w:proofErr w:type="spellEnd"/>
            <w:r>
              <w:t>= 1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7E12" w:rsidRPr="001B3FAC" w:rsidRDefault="00E67E12" w:rsidP="00860DAB">
            <w:pPr>
              <w:pStyle w:val="1"/>
            </w:pPr>
            <w:r>
              <w:t xml:space="preserve">- </w:t>
            </w:r>
          </w:p>
        </w:tc>
      </w:tr>
      <w:tr w:rsidR="00E67E12" w:rsidRPr="005B4876" w:rsidTr="00860DAB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54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н267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jc w:val="center"/>
            </w:pPr>
            <w:r>
              <w:t xml:space="preserve">5382521.62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5244098.61 </w:t>
            </w:r>
          </w:p>
        </w:tc>
        <w:tc>
          <w:tcPr>
            <w:tcW w:w="3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</w:pPr>
            <w:r>
              <w:t xml:space="preserve">Картометрический метод. </w:t>
            </w:r>
            <w:proofErr w:type="spellStart"/>
            <w:r>
              <w:t>Mt</w:t>
            </w:r>
            <w:proofErr w:type="spellEnd"/>
            <w:r>
              <w:t>= 1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7E12" w:rsidRPr="001B3FAC" w:rsidRDefault="00E67E12" w:rsidP="00860DAB">
            <w:pPr>
              <w:pStyle w:val="1"/>
            </w:pPr>
            <w:r>
              <w:t xml:space="preserve">- </w:t>
            </w:r>
          </w:p>
        </w:tc>
      </w:tr>
      <w:tr w:rsidR="00E67E12" w:rsidRPr="005B4876" w:rsidTr="00860DAB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54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н268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jc w:val="center"/>
            </w:pPr>
            <w:r>
              <w:t xml:space="preserve">5382544.37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5244098.78 </w:t>
            </w:r>
          </w:p>
        </w:tc>
        <w:tc>
          <w:tcPr>
            <w:tcW w:w="3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</w:pPr>
            <w:r>
              <w:t xml:space="preserve">Картометрический метод. </w:t>
            </w:r>
            <w:proofErr w:type="spellStart"/>
            <w:r>
              <w:t>Mt</w:t>
            </w:r>
            <w:proofErr w:type="spellEnd"/>
            <w:r>
              <w:t>= 1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7E12" w:rsidRPr="001B3FAC" w:rsidRDefault="00E67E12" w:rsidP="00860DAB">
            <w:pPr>
              <w:pStyle w:val="1"/>
            </w:pPr>
            <w:r>
              <w:t xml:space="preserve">- </w:t>
            </w:r>
          </w:p>
        </w:tc>
      </w:tr>
      <w:tr w:rsidR="00E67E12" w:rsidRPr="005B4876" w:rsidTr="00860DAB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54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н269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jc w:val="center"/>
            </w:pPr>
            <w:r>
              <w:t xml:space="preserve">5382544.51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5244098.13 </w:t>
            </w:r>
          </w:p>
        </w:tc>
        <w:tc>
          <w:tcPr>
            <w:tcW w:w="3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</w:pPr>
            <w:r>
              <w:t xml:space="preserve">Картометрический метод. </w:t>
            </w:r>
            <w:proofErr w:type="spellStart"/>
            <w:r>
              <w:t>Mt</w:t>
            </w:r>
            <w:proofErr w:type="spellEnd"/>
            <w:r>
              <w:t>= 1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7E12" w:rsidRPr="001B3FAC" w:rsidRDefault="00E67E12" w:rsidP="00860DAB">
            <w:pPr>
              <w:pStyle w:val="1"/>
            </w:pPr>
            <w:r>
              <w:t xml:space="preserve">- </w:t>
            </w:r>
          </w:p>
        </w:tc>
      </w:tr>
      <w:tr w:rsidR="00E67E12" w:rsidRPr="005B4876" w:rsidTr="00860DAB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54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н270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jc w:val="center"/>
            </w:pPr>
            <w:r>
              <w:t xml:space="preserve">5382531.38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5244096.95 </w:t>
            </w:r>
          </w:p>
        </w:tc>
        <w:tc>
          <w:tcPr>
            <w:tcW w:w="3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</w:pPr>
            <w:r>
              <w:t xml:space="preserve">Картометрический метод. </w:t>
            </w:r>
            <w:proofErr w:type="spellStart"/>
            <w:r>
              <w:t>Mt</w:t>
            </w:r>
            <w:proofErr w:type="spellEnd"/>
            <w:r>
              <w:t>= 1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7E12" w:rsidRPr="001B3FAC" w:rsidRDefault="00E67E12" w:rsidP="00860DAB">
            <w:pPr>
              <w:pStyle w:val="1"/>
            </w:pPr>
            <w:r>
              <w:t xml:space="preserve">- </w:t>
            </w:r>
          </w:p>
        </w:tc>
      </w:tr>
      <w:tr w:rsidR="00E67E12" w:rsidRPr="005B4876" w:rsidTr="00860DAB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54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н271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jc w:val="center"/>
            </w:pPr>
            <w:r>
              <w:t xml:space="preserve">5382496.24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5244093.50 </w:t>
            </w:r>
          </w:p>
        </w:tc>
        <w:tc>
          <w:tcPr>
            <w:tcW w:w="3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</w:pPr>
            <w:r>
              <w:t xml:space="preserve">Картометрический метод. </w:t>
            </w:r>
            <w:proofErr w:type="spellStart"/>
            <w:r>
              <w:t>Mt</w:t>
            </w:r>
            <w:proofErr w:type="spellEnd"/>
            <w:r>
              <w:t>= 1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7E12" w:rsidRPr="001B3FAC" w:rsidRDefault="00E67E12" w:rsidP="00860DAB">
            <w:pPr>
              <w:pStyle w:val="1"/>
            </w:pPr>
            <w:r>
              <w:t xml:space="preserve">- </w:t>
            </w:r>
          </w:p>
        </w:tc>
      </w:tr>
      <w:tr w:rsidR="00E67E12" w:rsidRPr="005B4876" w:rsidTr="00860DAB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54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н272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jc w:val="center"/>
            </w:pPr>
            <w:r>
              <w:t xml:space="preserve">5382494.90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5244063.32 </w:t>
            </w:r>
          </w:p>
        </w:tc>
        <w:tc>
          <w:tcPr>
            <w:tcW w:w="3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</w:pPr>
            <w:r>
              <w:t xml:space="preserve">Картометрический метод. </w:t>
            </w:r>
            <w:proofErr w:type="spellStart"/>
            <w:r>
              <w:t>Mt</w:t>
            </w:r>
            <w:proofErr w:type="spellEnd"/>
            <w:r>
              <w:t>= 1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7E12" w:rsidRPr="001B3FAC" w:rsidRDefault="00E67E12" w:rsidP="00860DAB">
            <w:pPr>
              <w:pStyle w:val="1"/>
            </w:pPr>
            <w:r>
              <w:t xml:space="preserve">- </w:t>
            </w:r>
          </w:p>
        </w:tc>
      </w:tr>
      <w:tr w:rsidR="00E67E12" w:rsidRPr="005B4876" w:rsidTr="00860DAB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54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н273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jc w:val="center"/>
            </w:pPr>
            <w:r>
              <w:t xml:space="preserve">5382458.34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5244059.58 </w:t>
            </w:r>
          </w:p>
        </w:tc>
        <w:tc>
          <w:tcPr>
            <w:tcW w:w="3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</w:pPr>
            <w:r>
              <w:t xml:space="preserve">Картометрический метод. </w:t>
            </w:r>
            <w:proofErr w:type="spellStart"/>
            <w:r>
              <w:t>Mt</w:t>
            </w:r>
            <w:proofErr w:type="spellEnd"/>
            <w:r>
              <w:t>= 1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7E12" w:rsidRPr="001B3FAC" w:rsidRDefault="00E67E12" w:rsidP="00860DAB">
            <w:pPr>
              <w:pStyle w:val="1"/>
            </w:pPr>
            <w:r>
              <w:t xml:space="preserve">- </w:t>
            </w:r>
          </w:p>
        </w:tc>
      </w:tr>
      <w:tr w:rsidR="00E67E12" w:rsidRPr="005B4876" w:rsidTr="00860DAB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54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н274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jc w:val="center"/>
            </w:pPr>
            <w:r>
              <w:t xml:space="preserve">5382450.64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5244058.81 </w:t>
            </w:r>
          </w:p>
        </w:tc>
        <w:tc>
          <w:tcPr>
            <w:tcW w:w="3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</w:pPr>
            <w:r>
              <w:t xml:space="preserve">Картометрический метод. </w:t>
            </w:r>
            <w:proofErr w:type="spellStart"/>
            <w:r>
              <w:t>Mt</w:t>
            </w:r>
            <w:proofErr w:type="spellEnd"/>
            <w:r>
              <w:t>= 1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7E12" w:rsidRPr="001B3FAC" w:rsidRDefault="00E67E12" w:rsidP="00860DAB">
            <w:pPr>
              <w:pStyle w:val="1"/>
            </w:pPr>
            <w:r>
              <w:t xml:space="preserve">- </w:t>
            </w:r>
          </w:p>
        </w:tc>
      </w:tr>
      <w:tr w:rsidR="00E67E12" w:rsidRPr="005B4876" w:rsidTr="00860DAB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54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н275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jc w:val="center"/>
            </w:pPr>
            <w:r>
              <w:t xml:space="preserve">5382454.28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5244078.47 </w:t>
            </w:r>
          </w:p>
        </w:tc>
        <w:tc>
          <w:tcPr>
            <w:tcW w:w="3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</w:pPr>
            <w:r>
              <w:t xml:space="preserve">Картометрический метод. </w:t>
            </w:r>
            <w:proofErr w:type="spellStart"/>
            <w:r>
              <w:t>Mt</w:t>
            </w:r>
            <w:proofErr w:type="spellEnd"/>
            <w:r>
              <w:t>= 1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7E12" w:rsidRPr="001B3FAC" w:rsidRDefault="00E67E12" w:rsidP="00860DAB">
            <w:pPr>
              <w:pStyle w:val="1"/>
            </w:pPr>
            <w:r>
              <w:t xml:space="preserve">- </w:t>
            </w:r>
          </w:p>
        </w:tc>
      </w:tr>
      <w:tr w:rsidR="00E67E12" w:rsidRPr="005B4876" w:rsidTr="00860DAB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54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н276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jc w:val="center"/>
            </w:pPr>
            <w:r>
              <w:t xml:space="preserve">5382444.95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5244122.17 </w:t>
            </w:r>
          </w:p>
        </w:tc>
        <w:tc>
          <w:tcPr>
            <w:tcW w:w="3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</w:pPr>
            <w:r>
              <w:t xml:space="preserve">Картометрический метод. </w:t>
            </w:r>
            <w:proofErr w:type="spellStart"/>
            <w:r>
              <w:t>Mt</w:t>
            </w:r>
            <w:proofErr w:type="spellEnd"/>
            <w:r>
              <w:t>= 1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7E12" w:rsidRPr="001B3FAC" w:rsidRDefault="00E67E12" w:rsidP="00860DAB">
            <w:pPr>
              <w:pStyle w:val="1"/>
            </w:pPr>
            <w:r>
              <w:t xml:space="preserve">- </w:t>
            </w:r>
          </w:p>
        </w:tc>
      </w:tr>
      <w:tr w:rsidR="00E67E12" w:rsidRPr="005B4876" w:rsidTr="00860DAB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54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н277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jc w:val="center"/>
            </w:pPr>
            <w:r>
              <w:t xml:space="preserve">5382451.71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5244153.50 </w:t>
            </w:r>
          </w:p>
        </w:tc>
        <w:tc>
          <w:tcPr>
            <w:tcW w:w="3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</w:pPr>
            <w:r>
              <w:t xml:space="preserve">Картометрический метод. </w:t>
            </w:r>
            <w:proofErr w:type="spellStart"/>
            <w:r>
              <w:t>Mt</w:t>
            </w:r>
            <w:proofErr w:type="spellEnd"/>
            <w:r>
              <w:t>= 1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7E12" w:rsidRPr="001B3FAC" w:rsidRDefault="00E67E12" w:rsidP="00860DAB">
            <w:pPr>
              <w:pStyle w:val="1"/>
            </w:pPr>
            <w:r>
              <w:t xml:space="preserve">- </w:t>
            </w:r>
          </w:p>
        </w:tc>
      </w:tr>
      <w:tr w:rsidR="00E67E12" w:rsidRPr="005B4876" w:rsidTr="00860DAB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54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н278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jc w:val="center"/>
            </w:pPr>
            <w:r>
              <w:t xml:space="preserve">5382451.61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5244167.33 </w:t>
            </w:r>
          </w:p>
        </w:tc>
        <w:tc>
          <w:tcPr>
            <w:tcW w:w="3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</w:pPr>
            <w:r>
              <w:t xml:space="preserve">Картометрический метод. </w:t>
            </w:r>
            <w:proofErr w:type="spellStart"/>
            <w:r>
              <w:t>Mt</w:t>
            </w:r>
            <w:proofErr w:type="spellEnd"/>
            <w:r>
              <w:t>= 1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7E12" w:rsidRPr="001B3FAC" w:rsidRDefault="00E67E12" w:rsidP="00860DAB">
            <w:pPr>
              <w:pStyle w:val="1"/>
            </w:pPr>
            <w:r>
              <w:t xml:space="preserve">- </w:t>
            </w:r>
          </w:p>
        </w:tc>
      </w:tr>
      <w:tr w:rsidR="00E67E12" w:rsidRPr="005B4876" w:rsidTr="00860DAB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54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н279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jc w:val="center"/>
            </w:pPr>
            <w:r>
              <w:t xml:space="preserve">5382439.98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5244176.95 </w:t>
            </w:r>
          </w:p>
        </w:tc>
        <w:tc>
          <w:tcPr>
            <w:tcW w:w="3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</w:pPr>
            <w:r>
              <w:t xml:space="preserve">Картометрический метод. </w:t>
            </w:r>
            <w:proofErr w:type="spellStart"/>
            <w:r>
              <w:t>Mt</w:t>
            </w:r>
            <w:proofErr w:type="spellEnd"/>
            <w:r>
              <w:t>= 1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7E12" w:rsidRPr="001B3FAC" w:rsidRDefault="00E67E12" w:rsidP="00860DAB">
            <w:pPr>
              <w:pStyle w:val="1"/>
            </w:pPr>
            <w:r>
              <w:t xml:space="preserve">- </w:t>
            </w:r>
          </w:p>
        </w:tc>
      </w:tr>
      <w:tr w:rsidR="00E67E12" w:rsidRPr="005B4876" w:rsidTr="00860DAB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54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н280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jc w:val="center"/>
            </w:pPr>
            <w:r>
              <w:t xml:space="preserve">5382427.96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5244184.58 </w:t>
            </w:r>
          </w:p>
        </w:tc>
        <w:tc>
          <w:tcPr>
            <w:tcW w:w="3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</w:pPr>
            <w:r>
              <w:t xml:space="preserve">Картометрический метод. </w:t>
            </w:r>
            <w:proofErr w:type="spellStart"/>
            <w:r>
              <w:t>Mt</w:t>
            </w:r>
            <w:proofErr w:type="spellEnd"/>
            <w:r>
              <w:t>= 1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7E12" w:rsidRPr="001B3FAC" w:rsidRDefault="00E67E12" w:rsidP="00860DAB">
            <w:pPr>
              <w:pStyle w:val="1"/>
            </w:pPr>
            <w:r>
              <w:t xml:space="preserve">- </w:t>
            </w:r>
          </w:p>
        </w:tc>
      </w:tr>
      <w:tr w:rsidR="00E67E12" w:rsidRPr="005B4876" w:rsidTr="00860DAB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54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н281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jc w:val="center"/>
            </w:pPr>
            <w:r>
              <w:t xml:space="preserve">5382424.48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5244192.85 </w:t>
            </w:r>
          </w:p>
        </w:tc>
        <w:tc>
          <w:tcPr>
            <w:tcW w:w="3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</w:pPr>
            <w:r>
              <w:t xml:space="preserve">Картометрический метод. </w:t>
            </w:r>
            <w:proofErr w:type="spellStart"/>
            <w:r>
              <w:t>Mt</w:t>
            </w:r>
            <w:proofErr w:type="spellEnd"/>
            <w:r>
              <w:t>= 1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7E12" w:rsidRPr="001B3FAC" w:rsidRDefault="00E67E12" w:rsidP="00860DAB">
            <w:pPr>
              <w:pStyle w:val="1"/>
            </w:pPr>
            <w:r>
              <w:t xml:space="preserve">- </w:t>
            </w:r>
          </w:p>
        </w:tc>
      </w:tr>
      <w:tr w:rsidR="00E67E12" w:rsidRPr="005B4876" w:rsidTr="00860DAB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54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н282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jc w:val="center"/>
            </w:pPr>
            <w:r>
              <w:t xml:space="preserve">5382426.40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5244204.96 </w:t>
            </w:r>
          </w:p>
        </w:tc>
        <w:tc>
          <w:tcPr>
            <w:tcW w:w="3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</w:pPr>
            <w:r>
              <w:t xml:space="preserve">Картометрический метод. </w:t>
            </w:r>
            <w:proofErr w:type="spellStart"/>
            <w:r>
              <w:t>Mt</w:t>
            </w:r>
            <w:proofErr w:type="spellEnd"/>
            <w:r>
              <w:t>= 1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7E12" w:rsidRPr="001B3FAC" w:rsidRDefault="00E67E12" w:rsidP="00860DAB">
            <w:pPr>
              <w:pStyle w:val="1"/>
            </w:pPr>
            <w:r>
              <w:t xml:space="preserve">- </w:t>
            </w:r>
          </w:p>
        </w:tc>
      </w:tr>
      <w:tr w:rsidR="00E67E12" w:rsidRPr="005B4876" w:rsidTr="00860DAB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54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н283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jc w:val="center"/>
            </w:pPr>
            <w:r>
              <w:t xml:space="preserve">5382420.39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5244218.22 </w:t>
            </w:r>
          </w:p>
        </w:tc>
        <w:tc>
          <w:tcPr>
            <w:tcW w:w="3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</w:pPr>
            <w:r>
              <w:t xml:space="preserve">Картометрический метод. </w:t>
            </w:r>
            <w:proofErr w:type="spellStart"/>
            <w:r>
              <w:t>Mt</w:t>
            </w:r>
            <w:proofErr w:type="spellEnd"/>
            <w:r>
              <w:t>= 1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7E12" w:rsidRPr="001B3FAC" w:rsidRDefault="00E67E12" w:rsidP="00860DAB">
            <w:pPr>
              <w:pStyle w:val="1"/>
            </w:pPr>
            <w:r>
              <w:t xml:space="preserve">- </w:t>
            </w:r>
          </w:p>
        </w:tc>
      </w:tr>
      <w:tr w:rsidR="00E67E12" w:rsidRPr="005B4876" w:rsidTr="00860DAB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54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н284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jc w:val="center"/>
            </w:pPr>
            <w:r>
              <w:t xml:space="preserve">5382420.82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5244228.33 </w:t>
            </w:r>
          </w:p>
        </w:tc>
        <w:tc>
          <w:tcPr>
            <w:tcW w:w="3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</w:pPr>
            <w:r>
              <w:t xml:space="preserve">Картометрический метод. </w:t>
            </w:r>
            <w:proofErr w:type="spellStart"/>
            <w:r>
              <w:t>Mt</w:t>
            </w:r>
            <w:proofErr w:type="spellEnd"/>
            <w:r>
              <w:t>= 1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7E12" w:rsidRPr="001B3FAC" w:rsidRDefault="00E67E12" w:rsidP="00860DAB">
            <w:pPr>
              <w:pStyle w:val="1"/>
            </w:pPr>
            <w:r>
              <w:t xml:space="preserve">- </w:t>
            </w:r>
          </w:p>
        </w:tc>
      </w:tr>
      <w:tr w:rsidR="00E67E12" w:rsidRPr="005B4876" w:rsidTr="00860DAB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54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н285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jc w:val="center"/>
            </w:pPr>
            <w:r>
              <w:t xml:space="preserve">5382415.19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5244239.62 </w:t>
            </w:r>
          </w:p>
        </w:tc>
        <w:tc>
          <w:tcPr>
            <w:tcW w:w="3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</w:pPr>
            <w:r>
              <w:t xml:space="preserve">Картометрический метод. </w:t>
            </w:r>
            <w:proofErr w:type="spellStart"/>
            <w:r>
              <w:t>Mt</w:t>
            </w:r>
            <w:proofErr w:type="spellEnd"/>
            <w:r>
              <w:t>= 1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7E12" w:rsidRPr="001B3FAC" w:rsidRDefault="00E67E12" w:rsidP="00860DAB">
            <w:pPr>
              <w:pStyle w:val="1"/>
            </w:pPr>
            <w:r>
              <w:t xml:space="preserve">- </w:t>
            </w:r>
          </w:p>
        </w:tc>
      </w:tr>
      <w:tr w:rsidR="00E67E12" w:rsidRPr="005B4876" w:rsidTr="00860DAB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54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lastRenderedPageBreak/>
              <w:t xml:space="preserve">н286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jc w:val="center"/>
            </w:pPr>
            <w:r>
              <w:t xml:space="preserve">5382557.56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5244292.46 </w:t>
            </w:r>
          </w:p>
        </w:tc>
        <w:tc>
          <w:tcPr>
            <w:tcW w:w="3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</w:pPr>
            <w:r>
              <w:t xml:space="preserve">Картометрический метод. </w:t>
            </w:r>
            <w:proofErr w:type="spellStart"/>
            <w:r>
              <w:t>Mt</w:t>
            </w:r>
            <w:proofErr w:type="spellEnd"/>
            <w:r>
              <w:t>= 1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7E12" w:rsidRPr="001B3FAC" w:rsidRDefault="00E67E12" w:rsidP="00860DAB">
            <w:pPr>
              <w:pStyle w:val="1"/>
            </w:pPr>
            <w:r>
              <w:t xml:space="preserve">- </w:t>
            </w:r>
          </w:p>
        </w:tc>
      </w:tr>
      <w:tr w:rsidR="00E67E12" w:rsidRPr="005B4876" w:rsidTr="00860DAB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54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н287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jc w:val="center"/>
            </w:pPr>
            <w:r>
              <w:t xml:space="preserve">5382605.09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5244306.71 </w:t>
            </w:r>
          </w:p>
        </w:tc>
        <w:tc>
          <w:tcPr>
            <w:tcW w:w="3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</w:pPr>
            <w:r>
              <w:t xml:space="preserve">Картометрический метод. </w:t>
            </w:r>
            <w:proofErr w:type="spellStart"/>
            <w:r>
              <w:t>Mt</w:t>
            </w:r>
            <w:proofErr w:type="spellEnd"/>
            <w:r>
              <w:t>= 1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7E12" w:rsidRPr="001B3FAC" w:rsidRDefault="00E67E12" w:rsidP="00860DAB">
            <w:pPr>
              <w:pStyle w:val="1"/>
            </w:pPr>
            <w:r>
              <w:t xml:space="preserve">- </w:t>
            </w:r>
          </w:p>
        </w:tc>
      </w:tr>
      <w:tr w:rsidR="00E67E12" w:rsidRPr="005B4876" w:rsidTr="00860DAB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54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н288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jc w:val="center"/>
            </w:pPr>
            <w:r>
              <w:t xml:space="preserve">5382627.41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5244309.85 </w:t>
            </w:r>
          </w:p>
        </w:tc>
        <w:tc>
          <w:tcPr>
            <w:tcW w:w="3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</w:pPr>
            <w:r>
              <w:t xml:space="preserve">Картометрический метод. </w:t>
            </w:r>
            <w:proofErr w:type="spellStart"/>
            <w:r>
              <w:t>Mt</w:t>
            </w:r>
            <w:proofErr w:type="spellEnd"/>
            <w:r>
              <w:t>= 1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7E12" w:rsidRPr="001B3FAC" w:rsidRDefault="00E67E12" w:rsidP="00860DAB">
            <w:pPr>
              <w:pStyle w:val="1"/>
            </w:pPr>
            <w:r>
              <w:t xml:space="preserve">- </w:t>
            </w:r>
          </w:p>
        </w:tc>
      </w:tr>
      <w:tr w:rsidR="00E67E12" w:rsidRPr="005B4876" w:rsidTr="00860DAB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54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н289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jc w:val="center"/>
            </w:pPr>
            <w:r>
              <w:t xml:space="preserve">5382651.96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5244311.29 </w:t>
            </w:r>
          </w:p>
        </w:tc>
        <w:tc>
          <w:tcPr>
            <w:tcW w:w="3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</w:pPr>
            <w:r>
              <w:t xml:space="preserve">Картометрический метод. </w:t>
            </w:r>
            <w:proofErr w:type="spellStart"/>
            <w:r>
              <w:t>Mt</w:t>
            </w:r>
            <w:proofErr w:type="spellEnd"/>
            <w:r>
              <w:t>= 1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7E12" w:rsidRPr="001B3FAC" w:rsidRDefault="00E67E12" w:rsidP="00860DAB">
            <w:pPr>
              <w:pStyle w:val="1"/>
            </w:pPr>
            <w:r>
              <w:t xml:space="preserve">- </w:t>
            </w:r>
          </w:p>
        </w:tc>
      </w:tr>
      <w:tr w:rsidR="00E67E12" w:rsidRPr="005B4876" w:rsidTr="00860DAB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54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н290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jc w:val="center"/>
            </w:pPr>
            <w:r>
              <w:t xml:space="preserve">5382705.08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5244307.74 </w:t>
            </w:r>
          </w:p>
        </w:tc>
        <w:tc>
          <w:tcPr>
            <w:tcW w:w="3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</w:pPr>
            <w:r>
              <w:t xml:space="preserve">Картометрический метод. </w:t>
            </w:r>
            <w:proofErr w:type="spellStart"/>
            <w:r>
              <w:t>Mt</w:t>
            </w:r>
            <w:proofErr w:type="spellEnd"/>
            <w:r>
              <w:t>= 1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7E12" w:rsidRPr="001B3FAC" w:rsidRDefault="00E67E12" w:rsidP="00860DAB">
            <w:pPr>
              <w:pStyle w:val="1"/>
            </w:pPr>
            <w:r>
              <w:t xml:space="preserve">- </w:t>
            </w:r>
          </w:p>
        </w:tc>
      </w:tr>
      <w:tr w:rsidR="00E67E12" w:rsidRPr="005B4876" w:rsidTr="00860DAB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54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н291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jc w:val="center"/>
            </w:pPr>
            <w:r>
              <w:t xml:space="preserve">5382880.94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5244290.57 </w:t>
            </w:r>
          </w:p>
        </w:tc>
        <w:tc>
          <w:tcPr>
            <w:tcW w:w="3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</w:pPr>
            <w:r>
              <w:t xml:space="preserve">Картометрический метод. </w:t>
            </w:r>
            <w:proofErr w:type="spellStart"/>
            <w:r>
              <w:t>Mt</w:t>
            </w:r>
            <w:proofErr w:type="spellEnd"/>
            <w:r>
              <w:t>= 1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7E12" w:rsidRPr="001B3FAC" w:rsidRDefault="00E67E12" w:rsidP="00860DAB">
            <w:pPr>
              <w:pStyle w:val="1"/>
            </w:pPr>
            <w:r>
              <w:t xml:space="preserve">- </w:t>
            </w:r>
          </w:p>
        </w:tc>
      </w:tr>
      <w:tr w:rsidR="00E67E12" w:rsidRPr="005B4876" w:rsidTr="00860DAB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54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н292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jc w:val="center"/>
            </w:pPr>
            <w:r>
              <w:t xml:space="preserve">5383038.27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5244273.93 </w:t>
            </w:r>
          </w:p>
        </w:tc>
        <w:tc>
          <w:tcPr>
            <w:tcW w:w="3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</w:pPr>
            <w:r>
              <w:t xml:space="preserve">Картометрический метод. </w:t>
            </w:r>
            <w:proofErr w:type="spellStart"/>
            <w:r>
              <w:t>Mt</w:t>
            </w:r>
            <w:proofErr w:type="spellEnd"/>
            <w:r>
              <w:t>= 1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7E12" w:rsidRPr="001B3FAC" w:rsidRDefault="00E67E12" w:rsidP="00860DAB">
            <w:pPr>
              <w:pStyle w:val="1"/>
            </w:pPr>
            <w:r>
              <w:t xml:space="preserve">- </w:t>
            </w:r>
          </w:p>
        </w:tc>
      </w:tr>
      <w:tr w:rsidR="00E67E12" w:rsidRPr="005B4876" w:rsidTr="00860DAB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54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н293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jc w:val="center"/>
            </w:pPr>
            <w:r>
              <w:t xml:space="preserve">5383078.04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5244267.63 </w:t>
            </w:r>
          </w:p>
        </w:tc>
        <w:tc>
          <w:tcPr>
            <w:tcW w:w="3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</w:pPr>
            <w:r>
              <w:t xml:space="preserve">Картометрический метод. </w:t>
            </w:r>
            <w:proofErr w:type="spellStart"/>
            <w:r>
              <w:t>Mt</w:t>
            </w:r>
            <w:proofErr w:type="spellEnd"/>
            <w:r>
              <w:t>= 1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7E12" w:rsidRPr="001B3FAC" w:rsidRDefault="00E67E12" w:rsidP="00860DAB">
            <w:pPr>
              <w:pStyle w:val="1"/>
            </w:pPr>
            <w:r>
              <w:t xml:space="preserve">- </w:t>
            </w:r>
          </w:p>
        </w:tc>
      </w:tr>
      <w:tr w:rsidR="00E67E12" w:rsidRPr="005B4876" w:rsidTr="00860DAB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54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н294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jc w:val="center"/>
            </w:pPr>
            <w:r>
              <w:t xml:space="preserve">5383100.27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5244263.35 </w:t>
            </w:r>
          </w:p>
        </w:tc>
        <w:tc>
          <w:tcPr>
            <w:tcW w:w="3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</w:pPr>
            <w:r>
              <w:t xml:space="preserve">Картометрический метод. </w:t>
            </w:r>
            <w:proofErr w:type="spellStart"/>
            <w:r>
              <w:t>Mt</w:t>
            </w:r>
            <w:proofErr w:type="spellEnd"/>
            <w:r>
              <w:t>= 1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7E12" w:rsidRPr="001B3FAC" w:rsidRDefault="00E67E12" w:rsidP="00860DAB">
            <w:pPr>
              <w:pStyle w:val="1"/>
            </w:pPr>
            <w:r>
              <w:t xml:space="preserve">- </w:t>
            </w:r>
          </w:p>
        </w:tc>
      </w:tr>
      <w:tr w:rsidR="00E67E12" w:rsidRPr="005B4876" w:rsidTr="00860DAB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54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н295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jc w:val="center"/>
            </w:pPr>
            <w:r>
              <w:t xml:space="preserve">5383094.33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5244207.14 </w:t>
            </w:r>
          </w:p>
        </w:tc>
        <w:tc>
          <w:tcPr>
            <w:tcW w:w="3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</w:pPr>
            <w:r>
              <w:t xml:space="preserve">Картометрический метод. </w:t>
            </w:r>
            <w:proofErr w:type="spellStart"/>
            <w:r>
              <w:t>Mt</w:t>
            </w:r>
            <w:proofErr w:type="spellEnd"/>
            <w:r>
              <w:t>= 1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7E12" w:rsidRPr="001B3FAC" w:rsidRDefault="00E67E12" w:rsidP="00860DAB">
            <w:pPr>
              <w:pStyle w:val="1"/>
            </w:pPr>
            <w:r>
              <w:t xml:space="preserve">- </w:t>
            </w:r>
          </w:p>
        </w:tc>
      </w:tr>
      <w:tr w:rsidR="00E67E12" w:rsidRPr="005B4876" w:rsidTr="00860DAB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54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н296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jc w:val="center"/>
            </w:pPr>
            <w:r>
              <w:t xml:space="preserve">5383099.59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5244178.28 </w:t>
            </w:r>
          </w:p>
        </w:tc>
        <w:tc>
          <w:tcPr>
            <w:tcW w:w="3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</w:pPr>
            <w:r>
              <w:t xml:space="preserve">Картометрический метод. </w:t>
            </w:r>
            <w:proofErr w:type="spellStart"/>
            <w:r>
              <w:t>Mt</w:t>
            </w:r>
            <w:proofErr w:type="spellEnd"/>
            <w:r>
              <w:t>= 1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7E12" w:rsidRPr="001B3FAC" w:rsidRDefault="00E67E12" w:rsidP="00860DAB">
            <w:pPr>
              <w:pStyle w:val="1"/>
            </w:pPr>
            <w:r>
              <w:t xml:space="preserve">- </w:t>
            </w:r>
          </w:p>
        </w:tc>
      </w:tr>
      <w:tr w:rsidR="00E67E12" w:rsidRPr="005B4876" w:rsidTr="00860DAB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54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н297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jc w:val="center"/>
            </w:pPr>
            <w:r>
              <w:t xml:space="preserve">5383095.03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5244166.32 </w:t>
            </w:r>
          </w:p>
        </w:tc>
        <w:tc>
          <w:tcPr>
            <w:tcW w:w="3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</w:pPr>
            <w:r>
              <w:t xml:space="preserve">Картометрический метод. </w:t>
            </w:r>
            <w:proofErr w:type="spellStart"/>
            <w:r>
              <w:t>Mt</w:t>
            </w:r>
            <w:proofErr w:type="spellEnd"/>
            <w:r>
              <w:t>= 1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7E12" w:rsidRPr="001B3FAC" w:rsidRDefault="00E67E12" w:rsidP="00860DAB">
            <w:pPr>
              <w:pStyle w:val="1"/>
            </w:pPr>
            <w:r>
              <w:t xml:space="preserve">- </w:t>
            </w:r>
          </w:p>
        </w:tc>
      </w:tr>
      <w:tr w:rsidR="00E67E12" w:rsidRPr="005B4876" w:rsidTr="00860DAB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54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н298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jc w:val="center"/>
            </w:pPr>
            <w:r>
              <w:t xml:space="preserve">5383062.02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5244150.64 </w:t>
            </w:r>
          </w:p>
        </w:tc>
        <w:tc>
          <w:tcPr>
            <w:tcW w:w="3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</w:pPr>
            <w:r>
              <w:t xml:space="preserve">Картометрический метод. </w:t>
            </w:r>
            <w:proofErr w:type="spellStart"/>
            <w:r>
              <w:t>Mt</w:t>
            </w:r>
            <w:proofErr w:type="spellEnd"/>
            <w:r>
              <w:t>= 1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7E12" w:rsidRPr="001B3FAC" w:rsidRDefault="00E67E12" w:rsidP="00860DAB">
            <w:pPr>
              <w:pStyle w:val="1"/>
            </w:pPr>
            <w:r>
              <w:t xml:space="preserve">- </w:t>
            </w:r>
          </w:p>
        </w:tc>
      </w:tr>
      <w:tr w:rsidR="00E67E12" w:rsidRPr="005B4876" w:rsidTr="00860DAB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54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н299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jc w:val="center"/>
            </w:pPr>
            <w:r>
              <w:t xml:space="preserve">5383038.03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5244124.19 </w:t>
            </w:r>
          </w:p>
        </w:tc>
        <w:tc>
          <w:tcPr>
            <w:tcW w:w="3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</w:pPr>
            <w:r>
              <w:t xml:space="preserve">Картометрический метод. </w:t>
            </w:r>
            <w:proofErr w:type="spellStart"/>
            <w:r>
              <w:t>Mt</w:t>
            </w:r>
            <w:proofErr w:type="spellEnd"/>
            <w:r>
              <w:t>= 1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7E12" w:rsidRPr="001B3FAC" w:rsidRDefault="00E67E12" w:rsidP="00860DAB">
            <w:pPr>
              <w:pStyle w:val="1"/>
            </w:pPr>
            <w:r>
              <w:t xml:space="preserve">- </w:t>
            </w:r>
          </w:p>
        </w:tc>
      </w:tr>
      <w:tr w:rsidR="00E67E12" w:rsidRPr="005B4876" w:rsidTr="00860DAB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54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н300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jc w:val="center"/>
            </w:pPr>
            <w:r>
              <w:t xml:space="preserve">5383001.27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5244101.96 </w:t>
            </w:r>
          </w:p>
        </w:tc>
        <w:tc>
          <w:tcPr>
            <w:tcW w:w="3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</w:pPr>
            <w:r>
              <w:t xml:space="preserve">Картометрический метод. </w:t>
            </w:r>
            <w:proofErr w:type="spellStart"/>
            <w:r>
              <w:t>Mt</w:t>
            </w:r>
            <w:proofErr w:type="spellEnd"/>
            <w:r>
              <w:t>= 1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7E12" w:rsidRPr="001B3FAC" w:rsidRDefault="00E67E12" w:rsidP="00860DAB">
            <w:pPr>
              <w:pStyle w:val="1"/>
            </w:pPr>
            <w:r>
              <w:t xml:space="preserve">- </w:t>
            </w:r>
          </w:p>
        </w:tc>
      </w:tr>
      <w:tr w:rsidR="00E67E12" w:rsidRPr="005B4876" w:rsidTr="00860DAB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54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н301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jc w:val="center"/>
            </w:pPr>
            <w:r>
              <w:t xml:space="preserve">5382979.66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5244083.34 </w:t>
            </w:r>
          </w:p>
        </w:tc>
        <w:tc>
          <w:tcPr>
            <w:tcW w:w="3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</w:pPr>
            <w:r>
              <w:t xml:space="preserve">Картометрический метод. </w:t>
            </w:r>
            <w:proofErr w:type="spellStart"/>
            <w:r>
              <w:t>Mt</w:t>
            </w:r>
            <w:proofErr w:type="spellEnd"/>
            <w:r>
              <w:t>= 1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7E12" w:rsidRPr="001B3FAC" w:rsidRDefault="00E67E12" w:rsidP="00860DAB">
            <w:pPr>
              <w:pStyle w:val="1"/>
            </w:pPr>
            <w:r>
              <w:t xml:space="preserve">- </w:t>
            </w:r>
          </w:p>
        </w:tc>
      </w:tr>
      <w:tr w:rsidR="00E67E12" w:rsidRPr="005B4876" w:rsidTr="00860DAB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54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н302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jc w:val="center"/>
            </w:pPr>
            <w:r>
              <w:t xml:space="preserve">5382975.53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5244053.39 </w:t>
            </w:r>
          </w:p>
        </w:tc>
        <w:tc>
          <w:tcPr>
            <w:tcW w:w="3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</w:pPr>
            <w:r>
              <w:t xml:space="preserve">Картометрический метод. </w:t>
            </w:r>
            <w:proofErr w:type="spellStart"/>
            <w:r>
              <w:t>Mt</w:t>
            </w:r>
            <w:proofErr w:type="spellEnd"/>
            <w:r>
              <w:t>= 1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7E12" w:rsidRPr="001B3FAC" w:rsidRDefault="00E67E12" w:rsidP="00860DAB">
            <w:pPr>
              <w:pStyle w:val="1"/>
            </w:pPr>
            <w:r>
              <w:t xml:space="preserve">- </w:t>
            </w:r>
          </w:p>
        </w:tc>
      </w:tr>
      <w:tr w:rsidR="00E67E12" w:rsidRPr="005B4876" w:rsidTr="00860DAB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54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н303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jc w:val="center"/>
            </w:pPr>
            <w:r>
              <w:t xml:space="preserve">5382923.93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5243988.05 </w:t>
            </w:r>
          </w:p>
        </w:tc>
        <w:tc>
          <w:tcPr>
            <w:tcW w:w="3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</w:pPr>
            <w:r>
              <w:t xml:space="preserve">Картометрический метод. </w:t>
            </w:r>
            <w:proofErr w:type="spellStart"/>
            <w:r>
              <w:t>Mt</w:t>
            </w:r>
            <w:proofErr w:type="spellEnd"/>
            <w:r>
              <w:t>= 1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7E12" w:rsidRPr="001B3FAC" w:rsidRDefault="00E67E12" w:rsidP="00860DAB">
            <w:pPr>
              <w:pStyle w:val="1"/>
            </w:pPr>
            <w:r>
              <w:t xml:space="preserve">- </w:t>
            </w:r>
          </w:p>
        </w:tc>
      </w:tr>
      <w:tr w:rsidR="00E67E12" w:rsidRPr="005B4876" w:rsidTr="00860DAB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54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н304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jc w:val="center"/>
            </w:pPr>
            <w:r>
              <w:t xml:space="preserve">5382894.62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5243976.23 </w:t>
            </w:r>
          </w:p>
        </w:tc>
        <w:tc>
          <w:tcPr>
            <w:tcW w:w="3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</w:pPr>
            <w:r>
              <w:t xml:space="preserve">Картометрический метод. </w:t>
            </w:r>
            <w:proofErr w:type="spellStart"/>
            <w:r>
              <w:t>Mt</w:t>
            </w:r>
            <w:proofErr w:type="spellEnd"/>
            <w:r>
              <w:t>= 1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7E12" w:rsidRPr="001B3FAC" w:rsidRDefault="00E67E12" w:rsidP="00860DAB">
            <w:pPr>
              <w:pStyle w:val="1"/>
            </w:pPr>
            <w:r>
              <w:t xml:space="preserve">- </w:t>
            </w:r>
          </w:p>
        </w:tc>
      </w:tr>
      <w:tr w:rsidR="00E67E12" w:rsidRPr="005B4876" w:rsidTr="00860DAB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54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н305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jc w:val="center"/>
            </w:pPr>
            <w:r>
              <w:t xml:space="preserve">5382850.46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5243953.96 </w:t>
            </w:r>
          </w:p>
        </w:tc>
        <w:tc>
          <w:tcPr>
            <w:tcW w:w="3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</w:pPr>
            <w:r>
              <w:t xml:space="preserve">Картометрический метод. </w:t>
            </w:r>
            <w:proofErr w:type="spellStart"/>
            <w:r>
              <w:t>Mt</w:t>
            </w:r>
            <w:proofErr w:type="spellEnd"/>
            <w:r>
              <w:t>= 1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7E12" w:rsidRPr="001B3FAC" w:rsidRDefault="00E67E12" w:rsidP="00860DAB">
            <w:pPr>
              <w:pStyle w:val="1"/>
            </w:pPr>
            <w:r>
              <w:t xml:space="preserve">- </w:t>
            </w:r>
          </w:p>
        </w:tc>
      </w:tr>
      <w:tr w:rsidR="00E67E12" w:rsidRPr="005B4876" w:rsidTr="00860DAB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54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н306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jc w:val="center"/>
            </w:pPr>
            <w:r>
              <w:t xml:space="preserve">5382827.77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5243928.41 </w:t>
            </w:r>
          </w:p>
        </w:tc>
        <w:tc>
          <w:tcPr>
            <w:tcW w:w="3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</w:pPr>
            <w:r>
              <w:t xml:space="preserve">Картометрический метод. </w:t>
            </w:r>
            <w:proofErr w:type="spellStart"/>
            <w:r>
              <w:t>Mt</w:t>
            </w:r>
            <w:proofErr w:type="spellEnd"/>
            <w:r>
              <w:t>= 1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7E12" w:rsidRPr="001B3FAC" w:rsidRDefault="00E67E12" w:rsidP="00860DAB">
            <w:pPr>
              <w:pStyle w:val="1"/>
            </w:pPr>
            <w:r>
              <w:t xml:space="preserve">- </w:t>
            </w:r>
          </w:p>
        </w:tc>
      </w:tr>
      <w:tr w:rsidR="00E67E12" w:rsidRPr="005B4876" w:rsidTr="00860DAB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54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н245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jc w:val="center"/>
            </w:pPr>
            <w:r>
              <w:t xml:space="preserve">5382774.91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5243897.36 </w:t>
            </w:r>
          </w:p>
        </w:tc>
        <w:tc>
          <w:tcPr>
            <w:tcW w:w="3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</w:pPr>
            <w:r>
              <w:t xml:space="preserve">Картометрический метод. </w:t>
            </w:r>
            <w:proofErr w:type="spellStart"/>
            <w:r>
              <w:t>Mt</w:t>
            </w:r>
            <w:proofErr w:type="spellEnd"/>
            <w:r>
              <w:t>= 1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7E12" w:rsidRPr="001B3FAC" w:rsidRDefault="00E67E12" w:rsidP="00860DAB">
            <w:pPr>
              <w:pStyle w:val="1"/>
            </w:pPr>
            <w:r>
              <w:t xml:space="preserve">- </w:t>
            </w:r>
          </w:p>
        </w:tc>
      </w:tr>
      <w:tr w:rsidR="00E67E12" w:rsidRPr="005B4876" w:rsidTr="00860DAB">
        <w:tblPrEx>
          <w:tblLook w:val="01E0" w:firstRow="1" w:lastRow="1" w:firstColumn="1" w:lastColumn="1" w:noHBand="0" w:noVBand="0"/>
        </w:tblPrEx>
        <w:trPr>
          <w:trHeight w:hRule="exact" w:val="397"/>
        </w:trPr>
        <w:tc>
          <w:tcPr>
            <w:tcW w:w="9889" w:type="dxa"/>
            <w:gridSpan w:val="8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67E12" w:rsidRDefault="00E67E12" w:rsidP="00860DAB">
            <w:r>
              <w:rPr>
                <w:b/>
              </w:rPr>
              <w:t>3</w:t>
            </w:r>
            <w:r w:rsidRPr="00B9273D">
              <w:rPr>
                <w:b/>
              </w:rPr>
              <w:t xml:space="preserve">. Сведения о характерных точках </w:t>
            </w:r>
            <w:r>
              <w:rPr>
                <w:b/>
              </w:rPr>
              <w:t xml:space="preserve">части (частей) </w:t>
            </w:r>
            <w:r w:rsidRPr="00B9273D">
              <w:rPr>
                <w:b/>
              </w:rPr>
              <w:t>границ</w:t>
            </w:r>
            <w:r>
              <w:rPr>
                <w:b/>
              </w:rPr>
              <w:t>ы</w:t>
            </w:r>
            <w:r w:rsidRPr="00B9273D">
              <w:rPr>
                <w:b/>
              </w:rPr>
              <w:t xml:space="preserve"> объекта землеустройства</w:t>
            </w:r>
          </w:p>
        </w:tc>
      </w:tr>
      <w:tr w:rsidR="00E67E12" w:rsidRPr="005B4876" w:rsidTr="00860DAB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54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-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jc w:val="center"/>
            </w:pPr>
            <w:r>
              <w:t xml:space="preserve">-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  <w:jc w:val="center"/>
            </w:pPr>
            <w:r>
              <w:t xml:space="preserve">- </w:t>
            </w:r>
          </w:p>
        </w:tc>
        <w:tc>
          <w:tcPr>
            <w:tcW w:w="3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2" w:rsidRPr="001B3FAC" w:rsidRDefault="00E67E12" w:rsidP="00860DAB">
            <w:pPr>
              <w:pStyle w:val="aa"/>
              <w:spacing w:after="0"/>
            </w:pPr>
            <w:r>
              <w:t xml:space="preserve">- 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7E12" w:rsidRPr="009E44DF" w:rsidRDefault="00E67E12" w:rsidP="00860DAB">
            <w:pPr>
              <w:pStyle w:val="1"/>
              <w:rPr>
                <w:b/>
                <w:szCs w:val="24"/>
              </w:rPr>
            </w:pPr>
            <w:r>
              <w:t xml:space="preserve">- </w:t>
            </w:r>
          </w:p>
        </w:tc>
      </w:tr>
      <w:tr w:rsidR="00E67E12" w:rsidRPr="005B4876" w:rsidTr="00860DAB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243"/>
        </w:trPr>
        <w:tc>
          <w:tcPr>
            <w:tcW w:w="9889" w:type="dxa"/>
            <w:gridSpan w:val="8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E67E12" w:rsidRPr="001B3FAC" w:rsidRDefault="00E67E12" w:rsidP="00860DAB">
            <w:pPr>
              <w:pStyle w:val="1"/>
              <w:rPr>
                <w:szCs w:val="24"/>
                <w:vertAlign w:val="superscript"/>
              </w:rPr>
            </w:pPr>
            <w:r>
              <w:rPr>
                <w:b/>
                <w:szCs w:val="24"/>
              </w:rPr>
              <w:t>4</w:t>
            </w:r>
            <w:r w:rsidRPr="001B3FAC">
              <w:rPr>
                <w:b/>
                <w:szCs w:val="24"/>
              </w:rPr>
              <w:t>. Сведения о частях границ объекта землеустройства</w:t>
            </w:r>
            <w:r>
              <w:rPr>
                <w:b/>
                <w:szCs w:val="24"/>
              </w:rPr>
              <w:t>, совпадающих с местоположением внешних границ природных объектов и(или) объектов искусственного происхождения</w:t>
            </w:r>
          </w:p>
        </w:tc>
      </w:tr>
      <w:tr w:rsidR="00E67E12" w:rsidRPr="005B4876" w:rsidTr="00860DAB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243"/>
        </w:trPr>
        <w:tc>
          <w:tcPr>
            <w:tcW w:w="5495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E12" w:rsidRPr="009E44DF" w:rsidRDefault="00E67E12" w:rsidP="00860DAB">
            <w:pPr>
              <w:pStyle w:val="aa"/>
              <w:spacing w:after="0"/>
              <w:jc w:val="center"/>
              <w:rPr>
                <w:lang w:val="en-US"/>
              </w:rPr>
            </w:pPr>
            <w:r w:rsidRPr="001B3FAC">
              <w:rPr>
                <w:b/>
              </w:rPr>
              <w:t>Обозначение части границ</w:t>
            </w:r>
          </w:p>
        </w:tc>
        <w:tc>
          <w:tcPr>
            <w:tcW w:w="439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67E12" w:rsidRPr="009E44DF" w:rsidRDefault="00E67E12" w:rsidP="00860DAB">
            <w:pPr>
              <w:pStyle w:val="1"/>
              <w:jc w:val="center"/>
              <w:rPr>
                <w:szCs w:val="24"/>
                <w:lang w:val="en-US"/>
              </w:rPr>
            </w:pPr>
            <w:r w:rsidRPr="001B3FAC">
              <w:rPr>
                <w:b/>
                <w:szCs w:val="24"/>
              </w:rPr>
              <w:t>Описание прохождения части границ</w:t>
            </w:r>
          </w:p>
        </w:tc>
      </w:tr>
      <w:tr w:rsidR="00E67E12" w:rsidRPr="005B4876" w:rsidTr="00860DAB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243"/>
        </w:trPr>
        <w:tc>
          <w:tcPr>
            <w:tcW w:w="274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E12" w:rsidRPr="009E44DF" w:rsidRDefault="00E67E12" w:rsidP="00860DAB">
            <w:pPr>
              <w:pStyle w:val="aa"/>
              <w:spacing w:after="0"/>
              <w:jc w:val="center"/>
              <w:rPr>
                <w:lang w:val="en-US"/>
              </w:rPr>
            </w:pPr>
            <w:r w:rsidRPr="001B3FAC">
              <w:rPr>
                <w:b/>
              </w:rPr>
              <w:t>от точки</w:t>
            </w:r>
          </w:p>
        </w:tc>
        <w:tc>
          <w:tcPr>
            <w:tcW w:w="27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E12" w:rsidRPr="009E44DF" w:rsidRDefault="00E67E12" w:rsidP="00860DAB">
            <w:pPr>
              <w:pStyle w:val="aa"/>
              <w:spacing w:after="0"/>
              <w:jc w:val="center"/>
              <w:rPr>
                <w:lang w:val="en-US"/>
              </w:rPr>
            </w:pPr>
            <w:r w:rsidRPr="001B3FAC">
              <w:rPr>
                <w:b/>
              </w:rPr>
              <w:t>до точки</w:t>
            </w:r>
          </w:p>
        </w:tc>
        <w:tc>
          <w:tcPr>
            <w:tcW w:w="439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67E12" w:rsidRPr="009E44DF" w:rsidRDefault="00E67E12" w:rsidP="00860DAB">
            <w:pPr>
              <w:pStyle w:val="aa"/>
              <w:jc w:val="center"/>
              <w:rPr>
                <w:lang w:val="en-US"/>
              </w:rPr>
            </w:pPr>
          </w:p>
        </w:tc>
      </w:tr>
      <w:tr w:rsidR="00E67E12" w:rsidRPr="005B4876" w:rsidTr="00860DAB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243"/>
        </w:trPr>
        <w:tc>
          <w:tcPr>
            <w:tcW w:w="274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E12" w:rsidRPr="00694243" w:rsidRDefault="00E67E12" w:rsidP="00860DAB">
            <w:pPr>
              <w:pStyle w:val="aa"/>
              <w:spacing w:before="0" w:beforeAutospacing="0" w:after="0"/>
              <w:jc w:val="center"/>
              <w:rPr>
                <w:b/>
                <w:lang w:val="en-US"/>
              </w:rPr>
            </w:pPr>
            <w:r w:rsidRPr="00694243">
              <w:rPr>
                <w:b/>
                <w:lang w:val="en-US"/>
              </w:rPr>
              <w:t>1</w:t>
            </w:r>
          </w:p>
        </w:tc>
        <w:tc>
          <w:tcPr>
            <w:tcW w:w="27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E12" w:rsidRPr="00694243" w:rsidRDefault="00E67E12" w:rsidP="00860DAB">
            <w:pPr>
              <w:pStyle w:val="aa"/>
              <w:spacing w:before="0" w:beforeAutospacing="0" w:after="0"/>
              <w:jc w:val="center"/>
              <w:rPr>
                <w:b/>
                <w:lang w:val="en-US"/>
              </w:rPr>
            </w:pPr>
            <w:r w:rsidRPr="00694243">
              <w:rPr>
                <w:b/>
                <w:lang w:val="en-US"/>
              </w:rPr>
              <w:t>2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67E12" w:rsidRPr="00694243" w:rsidRDefault="00E67E12" w:rsidP="00860DAB">
            <w:pPr>
              <w:pStyle w:val="aa"/>
              <w:spacing w:before="0" w:beforeAutospacing="0" w:after="0"/>
              <w:jc w:val="center"/>
              <w:rPr>
                <w:b/>
                <w:lang w:val="en-US"/>
              </w:rPr>
            </w:pPr>
            <w:r w:rsidRPr="00694243">
              <w:rPr>
                <w:b/>
                <w:lang w:val="en-US"/>
              </w:rPr>
              <w:t>3</w:t>
            </w:r>
          </w:p>
        </w:tc>
      </w:tr>
      <w:tr w:rsidR="00E67E12" w:rsidRPr="005B4876" w:rsidTr="00860DAB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243"/>
        </w:trPr>
        <w:tc>
          <w:tcPr>
            <w:tcW w:w="2747" w:type="dxa"/>
            <w:gridSpan w:val="2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E67E12" w:rsidRPr="009E44DF" w:rsidRDefault="00E67E12" w:rsidP="00860DAB">
            <w:pPr>
              <w:pStyle w:val="aa"/>
              <w:spacing w:before="0" w:beforeAutospacing="0" w:after="0"/>
              <w:jc w:val="center"/>
              <w:rPr>
                <w:lang w:val="en-US"/>
              </w:rPr>
            </w:pPr>
            <w:r>
              <w:t xml:space="preserve">- </w:t>
            </w:r>
          </w:p>
        </w:tc>
        <w:tc>
          <w:tcPr>
            <w:tcW w:w="2748" w:type="dxa"/>
            <w:gridSpan w:val="3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E67E12" w:rsidRPr="009E44DF" w:rsidRDefault="00E67E12" w:rsidP="00860DAB">
            <w:pPr>
              <w:pStyle w:val="aa"/>
              <w:spacing w:before="0" w:beforeAutospacing="0" w:after="0"/>
              <w:jc w:val="center"/>
              <w:rPr>
                <w:lang w:val="en-US"/>
              </w:rPr>
            </w:pPr>
            <w:r>
              <w:t xml:space="preserve">- 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</w:tcPr>
          <w:p w:rsidR="00E67E12" w:rsidRPr="009E44DF" w:rsidRDefault="00E67E12" w:rsidP="00860DAB">
            <w:pPr>
              <w:pStyle w:val="aa"/>
              <w:spacing w:before="0" w:beforeAutospacing="0" w:after="0"/>
              <w:rPr>
                <w:lang w:val="en-US"/>
              </w:rPr>
            </w:pPr>
            <w:r>
              <w:t xml:space="preserve">- </w:t>
            </w:r>
          </w:p>
        </w:tc>
      </w:tr>
    </w:tbl>
    <w:p w:rsidR="00E67E12" w:rsidRPr="00A67426" w:rsidRDefault="00E67E12" w:rsidP="00E67E12">
      <w:pPr>
        <w:tabs>
          <w:tab w:val="left" w:pos="2738"/>
        </w:tabs>
      </w:pPr>
    </w:p>
    <w:p w:rsidR="002C054A" w:rsidRPr="00A67426" w:rsidRDefault="002C054A" w:rsidP="002C054A">
      <w:pPr>
        <w:tabs>
          <w:tab w:val="left" w:pos="2738"/>
        </w:tabs>
      </w:pPr>
    </w:p>
    <w:sectPr w:rsidR="002C054A" w:rsidRPr="00A67426" w:rsidSect="0021568B">
      <w:headerReference w:type="default" r:id="rId7"/>
      <w:footerReference w:type="even" r:id="rId8"/>
      <w:footerReference w:type="default" r:id="rId9"/>
      <w:pgSz w:w="11906" w:h="16838" w:code="9"/>
      <w:pgMar w:top="1134" w:right="1085" w:bottom="1134" w:left="1134" w:header="709" w:footer="709" w:gutter="0"/>
      <w:pgNumType w:start="4"/>
      <w:cols w:space="39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2B5C" w:rsidRDefault="006B2B5C">
      <w:r>
        <w:separator/>
      </w:r>
    </w:p>
  </w:endnote>
  <w:endnote w:type="continuationSeparator" w:id="0">
    <w:p w:rsidR="006B2B5C" w:rsidRDefault="006B2B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51C3" w:rsidRDefault="008D51C3" w:rsidP="000E0AF3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D51C3" w:rsidRDefault="008D51C3" w:rsidP="008D51C3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51C3" w:rsidRDefault="008D51C3" w:rsidP="008D51C3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2B5C" w:rsidRDefault="006B2B5C">
      <w:r>
        <w:separator/>
      </w:r>
    </w:p>
  </w:footnote>
  <w:footnote w:type="continuationSeparator" w:id="0">
    <w:p w:rsidR="006B2B5C" w:rsidRDefault="006B2B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7771" w:rsidRDefault="000F1C0A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5509260</wp:posOffset>
              </wp:positionH>
              <wp:positionV relativeFrom="paragraph">
                <wp:posOffset>264160</wp:posOffset>
              </wp:positionV>
              <wp:extent cx="476250" cy="342900"/>
              <wp:effectExtent l="3810" t="0" r="0" b="2540"/>
              <wp:wrapNone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76250" cy="342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A7771" w:rsidRDefault="004A7771" w:rsidP="004A7771">
                          <w:r>
                            <w:rPr>
                              <w:rStyle w:val="a6"/>
                            </w:rPr>
                            <w:fldChar w:fldCharType="begin"/>
                          </w:r>
                          <w:r>
                            <w:rPr>
                              <w:rStyle w:val="a6"/>
                            </w:rPr>
                            <w:instrText xml:space="preserve"> PAGE </w:instrText>
                          </w:r>
                          <w:r>
                            <w:rPr>
                              <w:rStyle w:val="a6"/>
                            </w:rPr>
                            <w:fldChar w:fldCharType="separate"/>
                          </w:r>
                          <w:r w:rsidR="00CA41FC">
                            <w:rPr>
                              <w:rStyle w:val="a6"/>
                              <w:noProof/>
                            </w:rPr>
                            <w:t>12</w:t>
                          </w:r>
                          <w:r>
                            <w:rPr>
                              <w:rStyle w:val="a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433.8pt;margin-top:20.8pt;width:37.5pt;height:27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" filled="f" stroked="f">
              <v:textbox>
                <w:txbxContent>
                  <w:p w:rsidR="004A7771" w:rsidRDefault="004A7771" w:rsidP="004A7771">
                    <w:r>
                      <w:rPr>
                        <w:rStyle w:val="a6"/>
                      </w:rPr>
                      <w:fldChar w:fldCharType="begin"/>
                    </w:r>
                    <w:r>
                      <w:rPr>
                        <w:rStyle w:val="a6"/>
                      </w:rPr>
                      <w:instrText xml:space="preserve"> PAGE </w:instrText>
                    </w:r>
                    <w:r>
                      <w:rPr>
                        <w:rStyle w:val="a6"/>
                      </w:rPr>
                      <w:fldChar w:fldCharType="separate"/>
                    </w:r>
                    <w:r w:rsidR="00CA41FC">
                      <w:rPr>
                        <w:rStyle w:val="a6"/>
                        <w:noProof/>
                      </w:rPr>
                      <w:t>12</w:t>
                    </w:r>
                    <w:r>
                      <w:rPr>
                        <w:rStyle w:val="a6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43359D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0BAE452B"/>
    <w:multiLevelType w:val="multilevel"/>
    <w:tmpl w:val="9E06D2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0DE9611B"/>
    <w:multiLevelType w:val="multilevel"/>
    <w:tmpl w:val="1B7CBB92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 w15:restartNumberingAfterBreak="0">
    <w:nsid w:val="0E3835F5"/>
    <w:multiLevelType w:val="multilevel"/>
    <w:tmpl w:val="7C80A2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 w15:restartNumberingAfterBreak="0">
    <w:nsid w:val="1A845F94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" w15:restartNumberingAfterBreak="0">
    <w:nsid w:val="1E0C65EA"/>
    <w:multiLevelType w:val="multilevel"/>
    <w:tmpl w:val="FA540A6E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hint="default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 w15:restartNumberingAfterBreak="0">
    <w:nsid w:val="24AB68B7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7" w15:restartNumberingAfterBreak="0">
    <w:nsid w:val="2532160D"/>
    <w:multiLevelType w:val="hybridMultilevel"/>
    <w:tmpl w:val="C62AB6A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9724349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2E8D175C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9471B1B"/>
    <w:multiLevelType w:val="hybridMultilevel"/>
    <w:tmpl w:val="06FEBE1E"/>
    <w:lvl w:ilvl="0" w:tplc="7722F1D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1" w15:restartNumberingAfterBreak="0">
    <w:nsid w:val="3B7F426F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EEE7A7A"/>
    <w:multiLevelType w:val="hybridMultilevel"/>
    <w:tmpl w:val="FD5EAB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0C213DE"/>
    <w:multiLevelType w:val="multilevel"/>
    <w:tmpl w:val="2DEAB24E"/>
    <w:lvl w:ilvl="0">
      <w:start w:val="1"/>
      <w:numFmt w:val="decimal"/>
      <w:lvlText w:val="%1."/>
      <w:lvlJc w:val="left"/>
      <w:pPr>
        <w:tabs>
          <w:tab w:val="num" w:pos="2004"/>
        </w:tabs>
        <w:ind w:left="2004" w:hanging="1296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4" w15:restartNumberingAfterBreak="0">
    <w:nsid w:val="44FA5C4B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45F1684A"/>
    <w:multiLevelType w:val="hybridMultilevel"/>
    <w:tmpl w:val="E9FC3134"/>
    <w:lvl w:ilvl="0" w:tplc="CBE6E0A6">
      <w:start w:val="1"/>
      <w:numFmt w:val="decimal"/>
      <w:lvlText w:val="%1"/>
      <w:lvlJc w:val="left"/>
      <w:pPr>
        <w:tabs>
          <w:tab w:val="num" w:pos="1428"/>
        </w:tabs>
        <w:ind w:left="1428" w:hanging="1140"/>
      </w:pPr>
      <w:rPr>
        <w:rFonts w:hint="default"/>
        <w:sz w:val="1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32"/>
        </w:tabs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52"/>
        </w:tabs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72"/>
        </w:tabs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92"/>
        </w:tabs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12"/>
        </w:tabs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32"/>
        </w:tabs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52"/>
        </w:tabs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72"/>
        </w:tabs>
        <w:ind w:left="6372" w:hanging="180"/>
      </w:pPr>
    </w:lvl>
  </w:abstractNum>
  <w:abstractNum w:abstractNumId="16" w15:restartNumberingAfterBreak="0">
    <w:nsid w:val="48860885"/>
    <w:multiLevelType w:val="multilevel"/>
    <w:tmpl w:val="CE94A728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7" w15:restartNumberingAfterBreak="0">
    <w:nsid w:val="48866ED7"/>
    <w:multiLevelType w:val="hybridMultilevel"/>
    <w:tmpl w:val="4EAA5792"/>
    <w:lvl w:ilvl="0" w:tplc="E5582150">
      <w:start w:val="1"/>
      <w:numFmt w:val="decimal"/>
      <w:lvlText w:val="%1)"/>
      <w:lvlJc w:val="left"/>
      <w:pPr>
        <w:tabs>
          <w:tab w:val="num" w:pos="1365"/>
        </w:tabs>
        <w:ind w:left="1365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8" w15:restartNumberingAfterBreak="0">
    <w:nsid w:val="56FE232E"/>
    <w:multiLevelType w:val="multilevel"/>
    <w:tmpl w:val="700E35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57E64988"/>
    <w:multiLevelType w:val="hybridMultilevel"/>
    <w:tmpl w:val="35A8DA46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5A8A383F"/>
    <w:multiLevelType w:val="multilevel"/>
    <w:tmpl w:val="A7E0ABDE"/>
    <w:lvl w:ilvl="0">
      <w:start w:val="1"/>
      <w:numFmt w:val="decimal"/>
      <w:lvlText w:val="%1."/>
      <w:lvlJc w:val="left"/>
      <w:pPr>
        <w:tabs>
          <w:tab w:val="num" w:pos="2004"/>
        </w:tabs>
        <w:ind w:left="2004" w:hanging="1296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1" w15:restartNumberingAfterBreak="0">
    <w:nsid w:val="5B1D27E4"/>
    <w:multiLevelType w:val="multilevel"/>
    <w:tmpl w:val="FA540A6E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hint="default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2" w15:restartNumberingAfterBreak="0">
    <w:nsid w:val="5E6E6419"/>
    <w:multiLevelType w:val="hybridMultilevel"/>
    <w:tmpl w:val="A9467D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4B5427B"/>
    <w:multiLevelType w:val="hybridMultilevel"/>
    <w:tmpl w:val="3932B9FA"/>
    <w:lvl w:ilvl="0" w:tplc="04190001">
      <w:start w:val="1"/>
      <w:numFmt w:val="bullet"/>
      <w:lvlText w:val=""/>
      <w:lvlJc w:val="left"/>
      <w:pPr>
        <w:tabs>
          <w:tab w:val="num" w:pos="1400"/>
        </w:tabs>
        <w:ind w:left="14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24" w15:restartNumberingAfterBreak="0">
    <w:nsid w:val="65F12CB6"/>
    <w:multiLevelType w:val="multilevel"/>
    <w:tmpl w:val="EA881A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5" w15:restartNumberingAfterBreak="0">
    <w:nsid w:val="668370EA"/>
    <w:multiLevelType w:val="multilevel"/>
    <w:tmpl w:val="141CBE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6" w15:restartNumberingAfterBreak="0">
    <w:nsid w:val="697203A5"/>
    <w:multiLevelType w:val="hybridMultilevel"/>
    <w:tmpl w:val="32D804C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F486F52"/>
    <w:multiLevelType w:val="hybridMultilevel"/>
    <w:tmpl w:val="B68A7388"/>
    <w:lvl w:ilvl="0" w:tplc="E402AFA4">
      <w:start w:val="1"/>
      <w:numFmt w:val="decimal"/>
      <w:lvlText w:val="%1."/>
      <w:lvlJc w:val="left"/>
      <w:pPr>
        <w:tabs>
          <w:tab w:val="num" w:pos="1080"/>
        </w:tabs>
        <w:ind w:left="108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8" w15:restartNumberingAfterBreak="0">
    <w:nsid w:val="73CD55C4"/>
    <w:multiLevelType w:val="multilevel"/>
    <w:tmpl w:val="190A00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76957476"/>
    <w:multiLevelType w:val="hybridMultilevel"/>
    <w:tmpl w:val="25CC4A7A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0" w15:restartNumberingAfterBreak="0">
    <w:nsid w:val="77944D05"/>
    <w:multiLevelType w:val="multilevel"/>
    <w:tmpl w:val="9C68C394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1" w15:restartNumberingAfterBreak="0">
    <w:nsid w:val="77B93752"/>
    <w:multiLevelType w:val="hybridMultilevel"/>
    <w:tmpl w:val="D96CBE1E"/>
    <w:lvl w:ilvl="0" w:tplc="67583C8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2" w15:restartNumberingAfterBreak="0">
    <w:nsid w:val="786178EE"/>
    <w:multiLevelType w:val="multilevel"/>
    <w:tmpl w:val="3676BB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3" w15:restartNumberingAfterBreak="0">
    <w:nsid w:val="7BC20404"/>
    <w:multiLevelType w:val="multilevel"/>
    <w:tmpl w:val="700E35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7F0004DF"/>
    <w:multiLevelType w:val="hybridMultilevel"/>
    <w:tmpl w:val="6B2E3678"/>
    <w:lvl w:ilvl="0" w:tplc="9F68EAC6">
      <w:start w:val="1"/>
      <w:numFmt w:val="decimal"/>
      <w:lvlText w:val="%1)"/>
      <w:lvlJc w:val="left"/>
      <w:pPr>
        <w:tabs>
          <w:tab w:val="num" w:pos="1455"/>
        </w:tabs>
        <w:ind w:left="1455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26"/>
  </w:num>
  <w:num w:numId="2">
    <w:abstractNumId w:val="21"/>
  </w:num>
  <w:num w:numId="3">
    <w:abstractNumId w:val="31"/>
  </w:num>
  <w:num w:numId="4">
    <w:abstractNumId w:val="13"/>
  </w:num>
  <w:num w:numId="5">
    <w:abstractNumId w:val="10"/>
  </w:num>
  <w:num w:numId="6">
    <w:abstractNumId w:val="20"/>
  </w:num>
  <w:num w:numId="7">
    <w:abstractNumId w:val="14"/>
  </w:num>
  <w:num w:numId="8">
    <w:abstractNumId w:val="33"/>
  </w:num>
  <w:num w:numId="9">
    <w:abstractNumId w:val="6"/>
  </w:num>
  <w:num w:numId="10">
    <w:abstractNumId w:val="1"/>
  </w:num>
  <w:num w:numId="11">
    <w:abstractNumId w:val="11"/>
  </w:num>
  <w:num w:numId="12">
    <w:abstractNumId w:val="24"/>
  </w:num>
  <w:num w:numId="13">
    <w:abstractNumId w:val="18"/>
  </w:num>
  <w:num w:numId="14">
    <w:abstractNumId w:val="25"/>
  </w:num>
  <w:num w:numId="15">
    <w:abstractNumId w:val="4"/>
  </w:num>
  <w:num w:numId="16">
    <w:abstractNumId w:val="28"/>
  </w:num>
  <w:num w:numId="17">
    <w:abstractNumId w:val="0"/>
  </w:num>
  <w:num w:numId="18">
    <w:abstractNumId w:val="32"/>
  </w:num>
  <w:num w:numId="19">
    <w:abstractNumId w:val="8"/>
  </w:num>
  <w:num w:numId="20">
    <w:abstractNumId w:val="3"/>
  </w:num>
  <w:num w:numId="21">
    <w:abstractNumId w:val="30"/>
  </w:num>
  <w:num w:numId="22">
    <w:abstractNumId w:val="9"/>
  </w:num>
  <w:num w:numId="23">
    <w:abstractNumId w:val="27"/>
  </w:num>
  <w:num w:numId="24">
    <w:abstractNumId w:val="16"/>
  </w:num>
  <w:num w:numId="25">
    <w:abstractNumId w:val="2"/>
  </w:num>
  <w:num w:numId="26">
    <w:abstractNumId w:val="17"/>
  </w:num>
  <w:num w:numId="27">
    <w:abstractNumId w:val="34"/>
  </w:num>
  <w:num w:numId="28">
    <w:abstractNumId w:val="23"/>
  </w:num>
  <w:num w:numId="29">
    <w:abstractNumId w:val="29"/>
  </w:num>
  <w:num w:numId="30">
    <w:abstractNumId w:val="12"/>
  </w:num>
  <w:num w:numId="31">
    <w:abstractNumId w:val="5"/>
  </w:num>
  <w:num w:numId="32">
    <w:abstractNumId w:val="7"/>
  </w:num>
  <w:num w:numId="33">
    <w:abstractNumId w:val="19"/>
  </w:num>
  <w:num w:numId="34">
    <w:abstractNumId w:val="15"/>
  </w:num>
  <w:num w:numId="3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568B"/>
    <w:rsid w:val="0006195B"/>
    <w:rsid w:val="0007437B"/>
    <w:rsid w:val="000E0AF3"/>
    <w:rsid w:val="000E6177"/>
    <w:rsid w:val="000F1C0A"/>
    <w:rsid w:val="00137CEE"/>
    <w:rsid w:val="001C3AD5"/>
    <w:rsid w:val="001D1BAD"/>
    <w:rsid w:val="001D4228"/>
    <w:rsid w:val="001D5B2F"/>
    <w:rsid w:val="001E4FCE"/>
    <w:rsid w:val="001E7CB8"/>
    <w:rsid w:val="00202900"/>
    <w:rsid w:val="0021568B"/>
    <w:rsid w:val="00235B59"/>
    <w:rsid w:val="002625DA"/>
    <w:rsid w:val="00281DA4"/>
    <w:rsid w:val="002C054A"/>
    <w:rsid w:val="002E3FCA"/>
    <w:rsid w:val="002E69BF"/>
    <w:rsid w:val="00316410"/>
    <w:rsid w:val="00335943"/>
    <w:rsid w:val="003C627B"/>
    <w:rsid w:val="003E1C17"/>
    <w:rsid w:val="003E7E71"/>
    <w:rsid w:val="003F7F20"/>
    <w:rsid w:val="00406578"/>
    <w:rsid w:val="004143B0"/>
    <w:rsid w:val="004179A5"/>
    <w:rsid w:val="004227DE"/>
    <w:rsid w:val="00432044"/>
    <w:rsid w:val="00484838"/>
    <w:rsid w:val="004951A1"/>
    <w:rsid w:val="004A7771"/>
    <w:rsid w:val="004F6141"/>
    <w:rsid w:val="0051104D"/>
    <w:rsid w:val="005255A4"/>
    <w:rsid w:val="0054169C"/>
    <w:rsid w:val="005B4876"/>
    <w:rsid w:val="005D3807"/>
    <w:rsid w:val="005F5C35"/>
    <w:rsid w:val="006151C2"/>
    <w:rsid w:val="00650C05"/>
    <w:rsid w:val="00650F26"/>
    <w:rsid w:val="006731FF"/>
    <w:rsid w:val="00674D66"/>
    <w:rsid w:val="006932C0"/>
    <w:rsid w:val="006A00AF"/>
    <w:rsid w:val="006A0AC3"/>
    <w:rsid w:val="006A16E6"/>
    <w:rsid w:val="006B2B5C"/>
    <w:rsid w:val="006B7EAA"/>
    <w:rsid w:val="006C1AA7"/>
    <w:rsid w:val="00723FCC"/>
    <w:rsid w:val="00724B44"/>
    <w:rsid w:val="00732DEE"/>
    <w:rsid w:val="00774326"/>
    <w:rsid w:val="00787201"/>
    <w:rsid w:val="007A37E2"/>
    <w:rsid w:val="007B1A3F"/>
    <w:rsid w:val="007E1B10"/>
    <w:rsid w:val="00832DCE"/>
    <w:rsid w:val="00845B7C"/>
    <w:rsid w:val="00876251"/>
    <w:rsid w:val="008A29A3"/>
    <w:rsid w:val="008A3EFE"/>
    <w:rsid w:val="008A6BA5"/>
    <w:rsid w:val="008B2DD8"/>
    <w:rsid w:val="008D51C3"/>
    <w:rsid w:val="008E2E56"/>
    <w:rsid w:val="00911877"/>
    <w:rsid w:val="00912984"/>
    <w:rsid w:val="00920541"/>
    <w:rsid w:val="009543C0"/>
    <w:rsid w:val="00965859"/>
    <w:rsid w:val="009771BD"/>
    <w:rsid w:val="00986AB4"/>
    <w:rsid w:val="009879F3"/>
    <w:rsid w:val="009922D3"/>
    <w:rsid w:val="009A0C27"/>
    <w:rsid w:val="009F3C61"/>
    <w:rsid w:val="00A11DCA"/>
    <w:rsid w:val="00A16F04"/>
    <w:rsid w:val="00A33F22"/>
    <w:rsid w:val="00A67426"/>
    <w:rsid w:val="00A72B10"/>
    <w:rsid w:val="00A7334B"/>
    <w:rsid w:val="00AD0B32"/>
    <w:rsid w:val="00AF407B"/>
    <w:rsid w:val="00B31482"/>
    <w:rsid w:val="00B4125C"/>
    <w:rsid w:val="00B90700"/>
    <w:rsid w:val="00BA11ED"/>
    <w:rsid w:val="00BC234A"/>
    <w:rsid w:val="00BE1C64"/>
    <w:rsid w:val="00C11B14"/>
    <w:rsid w:val="00C24B6C"/>
    <w:rsid w:val="00C41846"/>
    <w:rsid w:val="00C54B37"/>
    <w:rsid w:val="00C622F7"/>
    <w:rsid w:val="00C73995"/>
    <w:rsid w:val="00C76277"/>
    <w:rsid w:val="00C90EB6"/>
    <w:rsid w:val="00CA1EE7"/>
    <w:rsid w:val="00CA41FC"/>
    <w:rsid w:val="00CB71DF"/>
    <w:rsid w:val="00CC4C2B"/>
    <w:rsid w:val="00CD74DF"/>
    <w:rsid w:val="00CF75EF"/>
    <w:rsid w:val="00D00B35"/>
    <w:rsid w:val="00D31A86"/>
    <w:rsid w:val="00D36B49"/>
    <w:rsid w:val="00D42EF9"/>
    <w:rsid w:val="00D4425F"/>
    <w:rsid w:val="00D65BF5"/>
    <w:rsid w:val="00D65F94"/>
    <w:rsid w:val="00DA3B4D"/>
    <w:rsid w:val="00DC3827"/>
    <w:rsid w:val="00DF6A6C"/>
    <w:rsid w:val="00DF7293"/>
    <w:rsid w:val="00E05870"/>
    <w:rsid w:val="00E24D8E"/>
    <w:rsid w:val="00E34A2D"/>
    <w:rsid w:val="00E55143"/>
    <w:rsid w:val="00E67E12"/>
    <w:rsid w:val="00E82666"/>
    <w:rsid w:val="00E83290"/>
    <w:rsid w:val="00E85DA1"/>
    <w:rsid w:val="00E8672D"/>
    <w:rsid w:val="00E96A3E"/>
    <w:rsid w:val="00EB0B42"/>
    <w:rsid w:val="00EE1B03"/>
    <w:rsid w:val="00EE1FBE"/>
    <w:rsid w:val="00F07C00"/>
    <w:rsid w:val="00F5488D"/>
    <w:rsid w:val="00F550FD"/>
    <w:rsid w:val="00F66554"/>
    <w:rsid w:val="00F969E1"/>
    <w:rsid w:val="00FB0474"/>
    <w:rsid w:val="00FC48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CF8FE9A"/>
  <w15:chartTrackingRefBased/>
  <w15:docId w15:val="{3B853F70-2740-4EF6-B19F-23BC4929F8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69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B4876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5B4876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DF7293"/>
  </w:style>
  <w:style w:type="table" w:styleId="a7">
    <w:name w:val="Table Grid"/>
    <w:basedOn w:val="a1"/>
    <w:rsid w:val="002C05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бычный1"/>
    <w:rsid w:val="004143B0"/>
    <w:rPr>
      <w:snapToGrid w:val="0"/>
      <w:sz w:val="24"/>
    </w:rPr>
  </w:style>
  <w:style w:type="paragraph" w:styleId="a8">
    <w:name w:val="endnote text"/>
    <w:basedOn w:val="a"/>
    <w:link w:val="a9"/>
    <w:rsid w:val="00A16F04"/>
    <w:rPr>
      <w:sz w:val="20"/>
      <w:szCs w:val="20"/>
    </w:rPr>
  </w:style>
  <w:style w:type="character" w:customStyle="1" w:styleId="a9">
    <w:name w:val="Текст концевой сноски Знак"/>
    <w:basedOn w:val="a0"/>
    <w:link w:val="a8"/>
    <w:rsid w:val="00A16F04"/>
  </w:style>
  <w:style w:type="paragraph" w:styleId="aa">
    <w:name w:val="Normal (Web)"/>
    <w:basedOn w:val="a"/>
    <w:rsid w:val="00A16F04"/>
    <w:pPr>
      <w:spacing w:before="100" w:beforeAutospacing="1" w:after="119"/>
    </w:pPr>
  </w:style>
  <w:style w:type="paragraph" w:customStyle="1" w:styleId="10">
    <w:name w:val="Обычный1"/>
    <w:rsid w:val="000F1C0A"/>
    <w:rPr>
      <w:snapToGrid w:val="0"/>
      <w:sz w:val="24"/>
    </w:rPr>
  </w:style>
  <w:style w:type="character" w:customStyle="1" w:styleId="a4">
    <w:name w:val="Верхний колонтитул Знак"/>
    <w:basedOn w:val="a0"/>
    <w:link w:val="a3"/>
    <w:rsid w:val="00E67E1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457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6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&#1043;&#1088;&#1072;&#1085;&#1080;&#1094;&#1099;%20&#1089;&#1091;&#1073;&#1098;&#1077;&#1082;&#1090;&#1072;\&#1064;&#1072;&#1073;&#1083;&#1086;&#1085;&#1099;%20&#1055;&#1043;&#1057;\&#1057;&#1074;&#1077;&#1076;&#1077;&#1085;&#1080;&#1103;&#1054;&#1073;&#1054;&#1073;&#1098;&#1077;&#1082;&#109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СведенияОбОбъекте</Template>
  <TotalTime>2</TotalTime>
  <Pages>9</Pages>
  <Words>3184</Words>
  <Characters>18151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Лист № 1</vt:lpstr>
    </vt:vector>
  </TitlesOfParts>
  <Company>rnd</Company>
  <LinksUpToDate>false</LinksUpToDate>
  <CharactersWithSpaces>21293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Лист № 1</dc:title>
  <dc:subject/>
  <dc:creator>RePack by Diakov</dc:creator>
  <cp:keywords/>
  <cp:lastModifiedBy>user21</cp:lastModifiedBy>
  <cp:revision>3</cp:revision>
  <cp:lastPrinted>2022-10-28T07:28:00Z</cp:lastPrinted>
  <dcterms:created xsi:type="dcterms:W3CDTF">2022-11-19T00:07:00Z</dcterms:created>
  <dcterms:modified xsi:type="dcterms:W3CDTF">2024-03-17T01:43:00Z</dcterms:modified>
</cp:coreProperties>
</file>